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E26" w:rsidRPr="00D74C07" w:rsidRDefault="006F6E26" w:rsidP="00D74C07">
      <w:pPr>
        <w:pStyle w:val="Heading2"/>
      </w:pPr>
    </w:p>
    <w:p w:rsidR="006F6E26" w:rsidRDefault="006F6E26" w:rsidP="007842A4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F6E26" w:rsidRDefault="006F6E26" w:rsidP="007842A4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F6E26" w:rsidRPr="008C210B" w:rsidRDefault="006F6E26" w:rsidP="007842A4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F6E26" w:rsidRPr="008C210B" w:rsidRDefault="006F6E26" w:rsidP="007842A4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F6E26" w:rsidRPr="008C210B" w:rsidRDefault="006F6E26" w:rsidP="007842A4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F6E26" w:rsidRPr="008C210B" w:rsidRDefault="006F6E26" w:rsidP="007842A4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F6E26" w:rsidRPr="008C210B" w:rsidRDefault="006F6E26" w:rsidP="007842A4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F6E26" w:rsidRPr="008C210B" w:rsidRDefault="006F6E26" w:rsidP="007842A4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F6E26" w:rsidRPr="008C210B" w:rsidRDefault="006F6E26" w:rsidP="007842A4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F6E26" w:rsidRPr="008C210B" w:rsidRDefault="006F6E26" w:rsidP="007842A4">
      <w:pPr>
        <w:jc w:val="center"/>
        <w:rPr>
          <w:rFonts w:ascii="Times New Roman" w:hAnsi="Times New Roman"/>
          <w:sz w:val="32"/>
          <w:szCs w:val="32"/>
        </w:rPr>
      </w:pPr>
      <w:r w:rsidRPr="008C210B">
        <w:rPr>
          <w:rFonts w:ascii="Times New Roman" w:hAnsi="Times New Roman"/>
          <w:b/>
          <w:bCs/>
          <w:sz w:val="32"/>
          <w:szCs w:val="32"/>
        </w:rPr>
        <w:t>ОСНОВНІ ЗАХОДИ</w:t>
      </w:r>
    </w:p>
    <w:p w:rsidR="006F6E26" w:rsidRPr="008C210B" w:rsidRDefault="006F6E26" w:rsidP="007842A4">
      <w:pPr>
        <w:jc w:val="center"/>
        <w:rPr>
          <w:rFonts w:ascii="Times New Roman" w:hAnsi="Times New Roman"/>
          <w:sz w:val="32"/>
          <w:szCs w:val="32"/>
          <w:lang w:val="uk-UA"/>
        </w:rPr>
      </w:pPr>
      <w:r w:rsidRPr="008C210B">
        <w:rPr>
          <w:rFonts w:ascii="Times New Roman" w:hAnsi="Times New Roman"/>
          <w:bCs/>
          <w:sz w:val="32"/>
          <w:szCs w:val="32"/>
          <w:lang w:val="uk-UA"/>
        </w:rPr>
        <w:t>за участю структурних підрозділів Одеської обласної державної адміністрації</w:t>
      </w:r>
    </w:p>
    <w:p w:rsidR="006F6E26" w:rsidRPr="008C210B" w:rsidRDefault="006F6E26" w:rsidP="007842A4">
      <w:pPr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 w:rsidRPr="008C210B">
        <w:rPr>
          <w:rFonts w:ascii="Times New Roman" w:hAnsi="Times New Roman"/>
          <w:b/>
          <w:bCs/>
          <w:sz w:val="32"/>
          <w:szCs w:val="32"/>
          <w:lang w:val="uk-UA"/>
        </w:rPr>
        <w:t xml:space="preserve">на </w:t>
      </w:r>
      <w:r>
        <w:rPr>
          <w:rFonts w:ascii="Times New Roman" w:hAnsi="Times New Roman"/>
          <w:b/>
          <w:bCs/>
          <w:sz w:val="32"/>
          <w:szCs w:val="32"/>
          <w:lang w:val="uk-UA"/>
        </w:rPr>
        <w:t>липень</w:t>
      </w:r>
      <w:r w:rsidRPr="008C210B">
        <w:rPr>
          <w:rFonts w:ascii="Times New Roman" w:hAnsi="Times New Roman"/>
          <w:b/>
          <w:bCs/>
          <w:sz w:val="32"/>
          <w:szCs w:val="32"/>
          <w:lang w:val="uk-UA"/>
        </w:rPr>
        <w:t xml:space="preserve"> 2018 року</w:t>
      </w:r>
    </w:p>
    <w:p w:rsidR="006F6E26" w:rsidRPr="008C210B" w:rsidRDefault="006F6E26" w:rsidP="007842A4">
      <w:pPr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</w:p>
    <w:p w:rsidR="006F6E26" w:rsidRPr="008C210B" w:rsidRDefault="006F6E26" w:rsidP="007842A4">
      <w:pPr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6F6E26" w:rsidRPr="008C210B" w:rsidRDefault="006F6E26" w:rsidP="007842A4">
      <w:pPr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6F6E26" w:rsidRPr="008C210B" w:rsidRDefault="006F6E26" w:rsidP="007842A4">
      <w:pPr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6F6E26" w:rsidRPr="008C210B" w:rsidRDefault="006F6E26" w:rsidP="007842A4">
      <w:pPr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6F6E26" w:rsidRPr="008C210B" w:rsidRDefault="006F6E26" w:rsidP="007842A4">
      <w:pPr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6F6E26" w:rsidRPr="008C210B" w:rsidRDefault="006F6E26" w:rsidP="007842A4">
      <w:pPr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6F6E26" w:rsidRPr="008C210B" w:rsidRDefault="006F6E26" w:rsidP="007842A4">
      <w:pPr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6F6E26" w:rsidRPr="008C210B" w:rsidRDefault="006F6E26" w:rsidP="007842A4">
      <w:pPr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6F6E26" w:rsidRPr="008C210B" w:rsidRDefault="006F6E26" w:rsidP="007842A4">
      <w:pPr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6F6E26" w:rsidRPr="008C210B" w:rsidRDefault="006F6E26" w:rsidP="007842A4">
      <w:pPr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6F6E26" w:rsidRPr="008C210B" w:rsidRDefault="006F6E26" w:rsidP="007842A4">
      <w:pPr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312"/>
        <w:gridCol w:w="17"/>
        <w:gridCol w:w="8"/>
        <w:gridCol w:w="8"/>
        <w:gridCol w:w="32"/>
        <w:gridCol w:w="211"/>
        <w:gridCol w:w="40"/>
        <w:gridCol w:w="2978"/>
      </w:tblGrid>
      <w:tr w:rsidR="006F6E26" w:rsidRPr="0067755D" w:rsidTr="0067755D">
        <w:trPr>
          <w:trHeight w:val="551"/>
        </w:trPr>
        <w:tc>
          <w:tcPr>
            <w:tcW w:w="6312" w:type="dxa"/>
            <w:vAlign w:val="center"/>
          </w:tcPr>
          <w:p w:rsidR="006F6E26" w:rsidRPr="0067755D" w:rsidRDefault="006F6E26" w:rsidP="0067755D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 w:rsidRPr="0067755D">
              <w:rPr>
                <w:rStyle w:val="Strong"/>
                <w:sz w:val="28"/>
                <w:szCs w:val="28"/>
                <w:lang w:val="uk-UA"/>
              </w:rPr>
              <w:t>Зміст заходу</w:t>
            </w:r>
          </w:p>
        </w:tc>
        <w:tc>
          <w:tcPr>
            <w:tcW w:w="3294" w:type="dxa"/>
            <w:gridSpan w:val="7"/>
            <w:vAlign w:val="center"/>
          </w:tcPr>
          <w:p w:rsidR="006F6E26" w:rsidRPr="0067755D" w:rsidRDefault="006F6E26" w:rsidP="0067755D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 w:rsidRPr="0067755D">
              <w:rPr>
                <w:rStyle w:val="Strong"/>
                <w:sz w:val="28"/>
                <w:szCs w:val="28"/>
                <w:lang w:val="uk-UA"/>
              </w:rPr>
              <w:t>Місце проведення</w:t>
            </w:r>
          </w:p>
        </w:tc>
      </w:tr>
      <w:tr w:rsidR="006F6E26" w:rsidRPr="0067755D" w:rsidTr="0067755D">
        <w:trPr>
          <w:trHeight w:val="559"/>
        </w:trPr>
        <w:tc>
          <w:tcPr>
            <w:tcW w:w="9606" w:type="dxa"/>
            <w:gridSpan w:val="8"/>
            <w:vAlign w:val="center"/>
          </w:tcPr>
          <w:p w:rsidR="006F6E26" w:rsidRPr="005B3877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</w:pPr>
          </w:p>
          <w:p w:rsidR="006F6E26" w:rsidRPr="005B3877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</w:pPr>
            <w:r w:rsidRPr="005B3877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>1</w:t>
            </w:r>
            <w:r w:rsidRPr="005B3877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 xml:space="preserve"> </w:t>
            </w:r>
            <w:r w:rsidRPr="005B3877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>липня</w:t>
            </w:r>
          </w:p>
          <w:p w:rsidR="006F6E26" w:rsidRPr="005B3877" w:rsidRDefault="006F6E26" w:rsidP="0067755D">
            <w:pPr>
              <w:pStyle w:val="Heading2"/>
              <w:shd w:val="clear" w:color="auto" w:fill="FFFFFF"/>
              <w:spacing w:before="75" w:line="480" w:lineRule="atLeast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5B3877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День Військ Протиповітряної оборони України</w:t>
            </w:r>
          </w:p>
          <w:p w:rsidR="006F6E26" w:rsidRPr="005B3877" w:rsidRDefault="006F6E26" w:rsidP="0067755D">
            <w:pPr>
              <w:pStyle w:val="Heading2"/>
              <w:shd w:val="clear" w:color="auto" w:fill="FFFFFF"/>
              <w:spacing w:before="75" w:line="480" w:lineRule="atLeast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  <w:lang w:val="uk-UA"/>
              </w:rPr>
            </w:pPr>
            <w:r w:rsidRPr="005B3877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День Військово-</w:t>
            </w:r>
            <w:r w:rsidRPr="005B3877">
              <w:rPr>
                <w:rFonts w:ascii="Times New Roman" w:hAnsi="Times New Roman"/>
                <w:i/>
                <w:color w:val="000000"/>
                <w:sz w:val="28"/>
                <w:szCs w:val="28"/>
                <w:lang w:val="uk-UA"/>
              </w:rPr>
              <w:t>м</w:t>
            </w:r>
            <w:r w:rsidRPr="005B3877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 xml:space="preserve">орських </w:t>
            </w:r>
            <w:r w:rsidRPr="005B3877">
              <w:rPr>
                <w:rFonts w:ascii="Times New Roman" w:hAnsi="Times New Roman"/>
                <w:i/>
                <w:color w:val="000000"/>
                <w:sz w:val="28"/>
                <w:szCs w:val="28"/>
                <w:lang w:val="uk-UA"/>
              </w:rPr>
              <w:t>с</w:t>
            </w:r>
            <w:r w:rsidRPr="005B3877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 xml:space="preserve">ил Збройних </w:t>
            </w:r>
            <w:r w:rsidRPr="005B3877">
              <w:rPr>
                <w:rFonts w:ascii="Times New Roman" w:hAnsi="Times New Roman"/>
                <w:i/>
                <w:color w:val="000000"/>
                <w:sz w:val="28"/>
                <w:szCs w:val="28"/>
                <w:lang w:val="uk-UA"/>
              </w:rPr>
              <w:t>с</w:t>
            </w:r>
            <w:r w:rsidRPr="005B3877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ил України</w:t>
            </w:r>
          </w:p>
          <w:p w:rsidR="006F6E26" w:rsidRPr="005B3877" w:rsidRDefault="006F6E26" w:rsidP="0067755D">
            <w:pPr>
              <w:pStyle w:val="Heading2"/>
              <w:shd w:val="clear" w:color="auto" w:fill="FFFFFF"/>
              <w:spacing w:before="75" w:line="480" w:lineRule="atLeast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  <w:lang w:val="uk-UA"/>
              </w:rPr>
            </w:pPr>
            <w:r w:rsidRPr="005B3877">
              <w:rPr>
                <w:rFonts w:ascii="Times New Roman" w:hAnsi="Times New Roman"/>
                <w:i/>
                <w:color w:val="000000"/>
                <w:sz w:val="28"/>
                <w:szCs w:val="28"/>
                <w:lang w:val="uk-UA"/>
              </w:rPr>
              <w:t>День працівників морського та річкового флоту</w:t>
            </w:r>
          </w:p>
          <w:p w:rsidR="006F6E26" w:rsidRPr="005B3877" w:rsidRDefault="006F6E26" w:rsidP="0067755D">
            <w:pPr>
              <w:pStyle w:val="Heading2"/>
              <w:shd w:val="clear" w:color="auto" w:fill="FFFFFF"/>
              <w:spacing w:before="75" w:line="480" w:lineRule="atLeast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  <w:lang w:val="uk-UA"/>
              </w:rPr>
            </w:pPr>
            <w:r w:rsidRPr="005B3877">
              <w:rPr>
                <w:rFonts w:ascii="Times New Roman" w:hAnsi="Times New Roman"/>
                <w:i/>
                <w:color w:val="000000"/>
                <w:sz w:val="28"/>
                <w:szCs w:val="28"/>
                <w:lang w:val="uk-UA"/>
              </w:rPr>
              <w:t xml:space="preserve">День архітектури України </w:t>
            </w:r>
            <w:r w:rsidRPr="005B3877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 xml:space="preserve"> </w:t>
            </w:r>
          </w:p>
          <w:p w:rsidR="006F6E26" w:rsidRPr="0067755D" w:rsidRDefault="006F6E26" w:rsidP="0067755D">
            <w:pPr>
              <w:spacing w:after="0" w:line="240" w:lineRule="auto"/>
              <w:rPr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uk-UA"/>
              </w:rPr>
            </w:pPr>
          </w:p>
        </w:tc>
      </w:tr>
      <w:tr w:rsidR="006F6E26" w:rsidRPr="0067755D" w:rsidTr="0067755D">
        <w:trPr>
          <w:trHeight w:val="559"/>
        </w:trPr>
        <w:tc>
          <w:tcPr>
            <w:tcW w:w="6337" w:type="dxa"/>
            <w:gridSpan w:val="3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Вітрильна регата,</w:t>
            </w:r>
            <w:r w:rsidRPr="0067755D">
              <w:rPr>
                <w:rFonts w:ascii="Times New Roman" w:hAnsi="Times New Roman"/>
                <w:sz w:val="28"/>
                <w:szCs w:val="28"/>
              </w:rPr>
              <w:t xml:space="preserve"> присвячен</w:t>
            </w: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67755D">
              <w:rPr>
                <w:rFonts w:ascii="Times New Roman" w:hAnsi="Times New Roman"/>
                <w:sz w:val="28"/>
                <w:szCs w:val="28"/>
              </w:rPr>
              <w:t xml:space="preserve"> Дню Конституції</w:t>
            </w:r>
            <w:r w:rsidRPr="0067755D"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  <w:t xml:space="preserve"> 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uk-UA"/>
              </w:rPr>
            </w:pPr>
            <w:r w:rsidRPr="0067755D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(Відповідальні: Кольчак В.А., Вітебський Є.С.)</w:t>
            </w:r>
          </w:p>
        </w:tc>
        <w:tc>
          <w:tcPr>
            <w:tcW w:w="3269" w:type="dxa"/>
            <w:gridSpan w:val="5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м. Одеса, ДП «Чорноморський яхт-клуб»</w:t>
            </w:r>
          </w:p>
        </w:tc>
      </w:tr>
      <w:tr w:rsidR="006F6E26" w:rsidRPr="0067755D" w:rsidTr="0067755D">
        <w:trPr>
          <w:trHeight w:val="559"/>
        </w:trPr>
        <w:tc>
          <w:tcPr>
            <w:tcW w:w="6337" w:type="dxa"/>
            <w:gridSpan w:val="3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Відкритий Кубок Одеської област</w:t>
            </w: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і з настільного тенісу «Кубок</w:t>
            </w:r>
            <w:r w:rsidRPr="0067755D">
              <w:rPr>
                <w:rFonts w:ascii="Times New Roman" w:hAnsi="Times New Roman"/>
                <w:sz w:val="28"/>
                <w:szCs w:val="28"/>
              </w:rPr>
              <w:t xml:space="preserve"> GSI</w:t>
            </w: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»</w:t>
            </w:r>
          </w:p>
          <w:p w:rsidR="006F6E26" w:rsidRPr="0067755D" w:rsidRDefault="006F6E26" w:rsidP="0067755D">
            <w:pPr>
              <w:spacing w:after="0" w:line="240" w:lineRule="auto"/>
              <w:ind w:left="31"/>
              <w:rPr>
                <w:rFonts w:ascii="Times New Roman" w:hAnsi="Times New Roman"/>
                <w:color w:val="FF0000"/>
                <w:sz w:val="20"/>
                <w:szCs w:val="20"/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ind w:left="31"/>
              <w:rPr>
                <w:lang w:val="uk-UA"/>
              </w:rPr>
            </w:pPr>
            <w:r w:rsidRPr="0067755D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(Відповідальні: Кольчак В.А., Чмихаленко О.П.)</w:t>
            </w:r>
          </w:p>
        </w:tc>
        <w:tc>
          <w:tcPr>
            <w:tcW w:w="3269" w:type="dxa"/>
            <w:gridSpan w:val="5"/>
            <w:vAlign w:val="center"/>
          </w:tcPr>
          <w:p w:rsidR="006F6E26" w:rsidRDefault="006F6E26" w:rsidP="0067755D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м.</w:t>
            </w: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Одеса, </w:t>
            </w:r>
          </w:p>
          <w:p w:rsidR="006F6E26" w:rsidRPr="0067755D" w:rsidRDefault="006F6E26" w:rsidP="0067755D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вул. Ковальська, 1</w:t>
            </w:r>
          </w:p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спортзал ОНАЗ імені Попова</w:t>
            </w:r>
          </w:p>
        </w:tc>
      </w:tr>
      <w:tr w:rsidR="006F6E26" w:rsidRPr="0067755D" w:rsidTr="0067755D">
        <w:trPr>
          <w:trHeight w:val="872"/>
        </w:trPr>
        <w:tc>
          <w:tcPr>
            <w:tcW w:w="9606" w:type="dxa"/>
            <w:gridSpan w:val="8"/>
            <w:vAlign w:val="center"/>
          </w:tcPr>
          <w:p w:rsidR="006F6E26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uk-UA"/>
              </w:rPr>
            </w:pPr>
          </w:p>
          <w:p w:rsidR="006F6E26" w:rsidRPr="005B3877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</w:pPr>
            <w:r w:rsidRPr="005B3877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>2 липня</w:t>
            </w:r>
          </w:p>
          <w:p w:rsidR="006F6E26" w:rsidRPr="005B3877" w:rsidRDefault="006F6E26" w:rsidP="0067755D">
            <w:pPr>
              <w:pStyle w:val="Heading2"/>
              <w:shd w:val="clear" w:color="auto" w:fill="FFFFFF"/>
              <w:spacing w:before="75" w:line="480" w:lineRule="atLeast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  <w:lang w:val="uk-UA"/>
              </w:rPr>
            </w:pPr>
            <w:r w:rsidRPr="005B3877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Міжнародний день спортивного журналіста</w:t>
            </w:r>
          </w:p>
          <w:p w:rsidR="006F6E26" w:rsidRPr="005B3877" w:rsidRDefault="006F6E26" w:rsidP="003538F5">
            <w:pPr>
              <w:rPr>
                <w:color w:val="000000"/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uk-UA"/>
              </w:rPr>
            </w:pPr>
          </w:p>
        </w:tc>
      </w:tr>
      <w:tr w:rsidR="006F6E26" w:rsidRPr="0067755D" w:rsidTr="0067755D">
        <w:trPr>
          <w:trHeight w:val="559"/>
        </w:trPr>
        <w:tc>
          <w:tcPr>
            <w:tcW w:w="6337" w:type="dxa"/>
            <w:gridSpan w:val="3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Прес-конференція за участю головного позаштатного алерголога Д</w:t>
            </w: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епартаменту охорони здоров</w:t>
            </w:r>
            <w:r w:rsidRPr="0067755D">
              <w:rPr>
                <w:rFonts w:ascii="Times New Roman" w:hAnsi="Times New Roman"/>
                <w:sz w:val="28"/>
                <w:szCs w:val="28"/>
              </w:rPr>
              <w:t>’</w:t>
            </w: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я</w:t>
            </w:r>
            <w:r w:rsidRPr="006775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облдержадміністрації </w:t>
            </w:r>
            <w:r w:rsidRPr="0067755D">
              <w:rPr>
                <w:rFonts w:ascii="Times New Roman" w:hAnsi="Times New Roman"/>
                <w:sz w:val="28"/>
                <w:szCs w:val="28"/>
              </w:rPr>
              <w:t xml:space="preserve">Гонти І.А. з питання: 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1. До Всесвітнього дня боротьби з алергією.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Сезонні алергії.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(Відповідальна: Пастернак О.В.)</w:t>
            </w:r>
          </w:p>
        </w:tc>
        <w:tc>
          <w:tcPr>
            <w:tcW w:w="3269" w:type="dxa"/>
            <w:gridSpan w:val="5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вул. Канатна, 83,</w:t>
            </w:r>
            <w:r w:rsidRPr="0067755D">
              <w:rPr>
                <w:rFonts w:ascii="Times New Roman" w:hAnsi="Times New Roman"/>
                <w:sz w:val="28"/>
                <w:szCs w:val="28"/>
              </w:rPr>
              <w:br/>
              <w:t>3 поверх,</w:t>
            </w:r>
            <w:r w:rsidRPr="0067755D">
              <w:rPr>
                <w:rFonts w:ascii="Times New Roman" w:hAnsi="Times New Roman"/>
                <w:sz w:val="28"/>
                <w:szCs w:val="28"/>
              </w:rPr>
              <w:br/>
              <w:t>мала конференц-зала</w:t>
            </w:r>
          </w:p>
        </w:tc>
      </w:tr>
      <w:tr w:rsidR="006F6E26" w:rsidRPr="0067755D" w:rsidTr="0067755D">
        <w:trPr>
          <w:trHeight w:val="559"/>
        </w:trPr>
        <w:tc>
          <w:tcPr>
            <w:tcW w:w="6337" w:type="dxa"/>
            <w:gridSpan w:val="3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Проведення додаткової сесії зовнішнього незалежного оцінювання з </w:t>
            </w:r>
            <w:r w:rsidRPr="005B3877">
              <w:rPr>
                <w:rFonts w:ascii="Times New Roman" w:hAnsi="Times New Roman"/>
                <w:sz w:val="28"/>
                <w:szCs w:val="28"/>
                <w:lang w:val="uk-UA"/>
              </w:rPr>
              <w:t>української мови і літератури учнів закладів загальної</w:t>
            </w: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середньої освіти та професійної (професійно-технічної) освіти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uk-UA"/>
              </w:rPr>
            </w:pPr>
            <w:r w:rsidRPr="0067755D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(Відповідальний: </w:t>
            </w:r>
            <w:r w:rsidRPr="0067755D">
              <w:rPr>
                <w:rFonts w:ascii="Times New Roman" w:hAnsi="Times New Roman"/>
                <w:color w:val="000000"/>
                <w:sz w:val="20"/>
                <w:szCs w:val="20"/>
              </w:rPr>
              <w:t>Лончак О.А.</w:t>
            </w:r>
            <w:r w:rsidRPr="0067755D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)</w:t>
            </w:r>
          </w:p>
        </w:tc>
        <w:tc>
          <w:tcPr>
            <w:tcW w:w="3269" w:type="dxa"/>
            <w:gridSpan w:val="5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Пункти ЗНО відповідно до затвердженого переліку</w:t>
            </w: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м. Одеса</w:t>
            </w:r>
          </w:p>
        </w:tc>
      </w:tr>
      <w:tr w:rsidR="006F6E26" w:rsidRPr="0067755D" w:rsidTr="0067755D">
        <w:trPr>
          <w:trHeight w:val="559"/>
        </w:trPr>
        <w:tc>
          <w:tcPr>
            <w:tcW w:w="9606" w:type="dxa"/>
            <w:gridSpan w:val="8"/>
            <w:vAlign w:val="center"/>
          </w:tcPr>
          <w:p w:rsidR="006F6E26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uk-UA"/>
              </w:rPr>
            </w:pPr>
          </w:p>
          <w:p w:rsidR="006F6E26" w:rsidRPr="005B3877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</w:pPr>
            <w:r w:rsidRPr="005B3877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>3 липня</w:t>
            </w:r>
          </w:p>
          <w:p w:rsidR="006F6E26" w:rsidRPr="005B3877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</w:pPr>
            <w:r w:rsidRPr="005B3877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 xml:space="preserve">День пам’яті князя Святослава </w:t>
            </w:r>
          </w:p>
          <w:p w:rsidR="006F6E26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uk-UA"/>
              </w:rPr>
            </w:pPr>
          </w:p>
        </w:tc>
      </w:tr>
      <w:tr w:rsidR="006F6E26" w:rsidRPr="0067755D" w:rsidTr="0067755D">
        <w:trPr>
          <w:trHeight w:val="559"/>
        </w:trPr>
        <w:tc>
          <w:tcPr>
            <w:tcW w:w="6345" w:type="dxa"/>
            <w:gridSpan w:val="4"/>
            <w:vAlign w:val="center"/>
          </w:tcPr>
          <w:p w:rsidR="006F6E26" w:rsidRPr="0067755D" w:rsidRDefault="006F6E26" w:rsidP="0067755D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Проведення зустрічей з представниками інститутів громадянського суспільства щодо питань забезпечення участі громадськості у формуванні та реалізації державної політики та вирішенні проблем місцевого значення</w:t>
            </w:r>
          </w:p>
          <w:p w:rsidR="006F6E26" w:rsidRPr="0067755D" w:rsidRDefault="006F6E26" w:rsidP="0067755D">
            <w:pPr>
              <w:keepNext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(Відповідальний: Колцун Д.Л.)</w:t>
            </w:r>
          </w:p>
        </w:tc>
        <w:tc>
          <w:tcPr>
            <w:tcW w:w="3261" w:type="dxa"/>
            <w:gridSpan w:val="4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uk-UA"/>
              </w:rPr>
            </w:pPr>
            <w:smartTag w:uri="urn:schemas-microsoft-com:office:smarttags" w:element="metricconverter">
              <w:smartTagPr>
                <w:attr w:name="ProductID" w:val="65023, м"/>
              </w:smartTagPr>
              <w:r w:rsidRPr="0067755D">
                <w:rPr>
                  <w:rFonts w:ascii="Times New Roman" w:hAnsi="Times New Roman"/>
                  <w:color w:val="000000"/>
                  <w:sz w:val="28"/>
                  <w:szCs w:val="28"/>
                  <w:shd w:val="clear" w:color="auto" w:fill="FFFFFF"/>
                </w:rPr>
                <w:t>65023, м</w:t>
              </w:r>
            </w:smartTag>
            <w:r w:rsidRPr="0067755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. Одеса, вул. Садова, 5, ГС «Об’єднання ГО учасників АТО Одещини»</w:t>
            </w:r>
          </w:p>
        </w:tc>
      </w:tr>
      <w:tr w:rsidR="006F6E26" w:rsidRPr="0067755D" w:rsidTr="0067755D">
        <w:trPr>
          <w:trHeight w:val="559"/>
        </w:trPr>
        <w:tc>
          <w:tcPr>
            <w:tcW w:w="6337" w:type="dxa"/>
            <w:gridSpan w:val="3"/>
            <w:vAlign w:val="center"/>
          </w:tcPr>
          <w:p w:rsidR="006F6E26" w:rsidRPr="0067755D" w:rsidRDefault="006F6E26" w:rsidP="0067755D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Проведення</w:t>
            </w:r>
            <w:r w:rsidRPr="0067755D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організація</w:t>
            </w:r>
            <w:r w:rsidRPr="0067755D">
              <w:rPr>
                <w:rFonts w:ascii="Times New Roman" w:hAnsi="Times New Roman"/>
                <w:sz w:val="28"/>
                <w:szCs w:val="28"/>
              </w:rPr>
              <w:t xml:space="preserve"> засідання атестаційної комісії Департаменту охорони здоров`я </w:t>
            </w: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облдержадміністрації</w:t>
            </w:r>
            <w:r w:rsidRPr="0067755D">
              <w:rPr>
                <w:rFonts w:ascii="Times New Roman" w:hAnsi="Times New Roman"/>
                <w:sz w:val="28"/>
                <w:szCs w:val="28"/>
              </w:rPr>
              <w:t xml:space="preserve"> з атестації молодших спеціалістів з медичною освітою  обласних лікувально-профілактичних закладів (крім дитячих та психіатричних установ)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uk-UA"/>
              </w:rPr>
            </w:pPr>
            <w:r w:rsidRPr="0067755D">
              <w:rPr>
                <w:rFonts w:ascii="Times New Roman" w:hAnsi="Times New Roman"/>
                <w:sz w:val="20"/>
                <w:szCs w:val="20"/>
              </w:rPr>
              <w:t>(</w:t>
            </w: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В</w:t>
            </w:r>
            <w:r w:rsidRPr="0067755D">
              <w:rPr>
                <w:rFonts w:ascii="Times New Roman" w:hAnsi="Times New Roman"/>
                <w:sz w:val="20"/>
                <w:szCs w:val="20"/>
              </w:rPr>
              <w:t>ідповідальн</w:t>
            </w: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а:</w:t>
            </w:r>
            <w:r w:rsidRPr="0067755D">
              <w:rPr>
                <w:rFonts w:ascii="Times New Roman" w:hAnsi="Times New Roman"/>
                <w:sz w:val="20"/>
                <w:szCs w:val="20"/>
              </w:rPr>
              <w:t xml:space="preserve"> Одарій-Захар</w:t>
            </w:r>
            <w:r w:rsidRPr="0067755D">
              <w:rPr>
                <w:rFonts w:ascii="Sylfaen" w:hAnsi="Sylfaen" w:cs="Sylfaen"/>
                <w:sz w:val="20"/>
                <w:szCs w:val="20"/>
              </w:rPr>
              <w:t>՚</w:t>
            </w:r>
            <w:r w:rsidRPr="0067755D">
              <w:rPr>
                <w:rFonts w:ascii="Times New Roman" w:hAnsi="Times New Roman"/>
                <w:sz w:val="20"/>
                <w:szCs w:val="20"/>
              </w:rPr>
              <w:t>єва Н</w:t>
            </w: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.В.</w:t>
            </w:r>
            <w:r w:rsidRPr="0067755D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269" w:type="dxa"/>
            <w:gridSpan w:val="5"/>
            <w:vAlign w:val="center"/>
          </w:tcPr>
          <w:p w:rsidR="006F6E26" w:rsidRPr="0067755D" w:rsidRDefault="006F6E26" w:rsidP="0067755D">
            <w:pPr>
              <w:keepNext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sz w:val="28"/>
                <w:szCs w:val="28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вул. Заболотного, 32, КУ «Одеська обласна клінічна лікарня»,мала актова зала</w:t>
            </w:r>
          </w:p>
        </w:tc>
      </w:tr>
      <w:tr w:rsidR="006F6E26" w:rsidRPr="0067755D" w:rsidTr="0067755D">
        <w:trPr>
          <w:trHeight w:val="559"/>
        </w:trPr>
        <w:tc>
          <w:tcPr>
            <w:tcW w:w="6337" w:type="dxa"/>
            <w:gridSpan w:val="3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Проведення додаткової сесії зовнішнього незалежного оцінювання з </w:t>
            </w:r>
            <w:r w:rsidRPr="00C814EE">
              <w:rPr>
                <w:rFonts w:ascii="Times New Roman" w:hAnsi="Times New Roman"/>
                <w:sz w:val="28"/>
                <w:szCs w:val="28"/>
                <w:lang w:val="uk-UA"/>
              </w:rPr>
              <w:t>математики</w:t>
            </w: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учнів закладів загальної середньої освіти та професійної (професійно-технічної) освіти</w:t>
            </w:r>
          </w:p>
          <w:p w:rsidR="006F6E26" w:rsidRPr="0067755D" w:rsidRDefault="006F6E26" w:rsidP="0067755D">
            <w:pPr>
              <w:spacing w:after="0" w:line="240" w:lineRule="auto"/>
              <w:ind w:left="31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ind w:left="31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(Відповідальний: </w:t>
            </w:r>
            <w:r w:rsidRPr="0067755D">
              <w:rPr>
                <w:rFonts w:ascii="Times New Roman" w:hAnsi="Times New Roman"/>
                <w:sz w:val="20"/>
                <w:szCs w:val="20"/>
              </w:rPr>
              <w:t>Лончак О.А.</w:t>
            </w: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3269" w:type="dxa"/>
            <w:gridSpan w:val="5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Пункти ЗНО відповідно до затвердженого переліку</w:t>
            </w: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6F6E26" w:rsidRPr="0067755D" w:rsidRDefault="006F6E26" w:rsidP="0067755D">
            <w:pPr>
              <w:keepNext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м. Одеса</w:t>
            </w:r>
          </w:p>
        </w:tc>
      </w:tr>
      <w:tr w:rsidR="006F6E26" w:rsidRPr="005609F4" w:rsidTr="0067755D">
        <w:trPr>
          <w:trHeight w:val="559"/>
        </w:trPr>
        <w:tc>
          <w:tcPr>
            <w:tcW w:w="6337" w:type="dxa"/>
            <w:gridSpan w:val="3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Семінар щодо впровадження нового  Державного стандарту  початкової загальної освіти для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вчителів  англійської мови Лиманського району, які викладатимуть у перших класах Нової української школи.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(Відповідальна: Задорожна Л.К.)</w:t>
            </w:r>
          </w:p>
        </w:tc>
        <w:tc>
          <w:tcPr>
            <w:tcW w:w="3269" w:type="dxa"/>
            <w:gridSpan w:val="5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Доброславський НВК «ЗОШ І-ІІІ ступенів</w:t>
            </w:r>
            <w:r w:rsidRPr="0067755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–гімназія» Лиманської районної ради</w:t>
            </w:r>
          </w:p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6F6E26" w:rsidRPr="0067755D" w:rsidTr="0067755D">
        <w:trPr>
          <w:trHeight w:val="559"/>
        </w:trPr>
        <w:tc>
          <w:tcPr>
            <w:tcW w:w="6337" w:type="dxa"/>
            <w:gridSpan w:val="3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bCs/>
                <w:sz w:val="28"/>
                <w:szCs w:val="28"/>
              </w:rPr>
              <w:t>Всеукраїнські змагання</w:t>
            </w:r>
            <w:r w:rsidRPr="0067755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з легкої атлетики </w:t>
            </w:r>
            <w:r w:rsidRPr="0067755D">
              <w:rPr>
                <w:rFonts w:ascii="Times New Roman" w:hAnsi="Times New Roman"/>
                <w:bCs/>
                <w:sz w:val="28"/>
                <w:szCs w:val="28"/>
              </w:rPr>
              <w:t xml:space="preserve"> «На призи олімпійських чемпіонів Одещини» (юнаки та дівчата 2001-та молодше)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(Відповідальні: Кольчак В.А., Мельников А.В.)</w:t>
            </w:r>
          </w:p>
        </w:tc>
        <w:tc>
          <w:tcPr>
            <w:tcW w:w="3269" w:type="dxa"/>
            <w:gridSpan w:val="5"/>
            <w:vAlign w:val="center"/>
          </w:tcPr>
          <w:p w:rsidR="006F6E26" w:rsidRPr="0067755D" w:rsidRDefault="006F6E26" w:rsidP="0067755D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м. Чорноморськ,</w:t>
            </w:r>
          </w:p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вул. 1 Травня, стадіон «Шкільний»</w:t>
            </w:r>
          </w:p>
        </w:tc>
      </w:tr>
      <w:tr w:rsidR="006F6E26" w:rsidRPr="0067755D" w:rsidTr="0067755D">
        <w:trPr>
          <w:trHeight w:val="559"/>
        </w:trPr>
        <w:tc>
          <w:tcPr>
            <w:tcW w:w="9606" w:type="dxa"/>
            <w:gridSpan w:val="8"/>
            <w:vAlign w:val="center"/>
          </w:tcPr>
          <w:p w:rsidR="006F6E26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uk-UA"/>
              </w:rPr>
            </w:pPr>
          </w:p>
          <w:p w:rsidR="006F6E26" w:rsidRPr="00C814EE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</w:pPr>
            <w:r w:rsidRPr="00C814EE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>4 липня</w:t>
            </w:r>
          </w:p>
          <w:p w:rsidR="006F6E26" w:rsidRPr="00C814EE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</w:pPr>
            <w:r w:rsidRPr="00C814EE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>День Національної поліції України</w:t>
            </w:r>
          </w:p>
          <w:p w:rsidR="006F6E26" w:rsidRPr="00C814EE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</w:pPr>
            <w:r w:rsidRPr="00C814EE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>День судового експерта України</w:t>
            </w:r>
          </w:p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uk-UA"/>
              </w:rPr>
            </w:pPr>
          </w:p>
        </w:tc>
      </w:tr>
      <w:tr w:rsidR="006F6E26" w:rsidRPr="0067755D" w:rsidTr="0067755D">
        <w:trPr>
          <w:trHeight w:val="559"/>
        </w:trPr>
        <w:tc>
          <w:tcPr>
            <w:tcW w:w="6377" w:type="dxa"/>
            <w:gridSpan w:val="5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Проведення додаткової сесії зовнішнього незалежного оцінювання з </w:t>
            </w:r>
            <w:r w:rsidRPr="00C814EE">
              <w:rPr>
                <w:rFonts w:ascii="Times New Roman" w:hAnsi="Times New Roman"/>
                <w:sz w:val="28"/>
                <w:szCs w:val="28"/>
                <w:lang w:val="uk-UA"/>
              </w:rPr>
              <w:t>англійської та іспанської мов учнів закладів заг</w:t>
            </w: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альної середньої освіти та професійної (професійно-технічної) освіти</w:t>
            </w:r>
          </w:p>
          <w:p w:rsidR="006F6E26" w:rsidRPr="0067755D" w:rsidRDefault="006F6E26" w:rsidP="0067755D">
            <w:pPr>
              <w:spacing w:after="0" w:line="240" w:lineRule="auto"/>
              <w:ind w:left="31"/>
              <w:rPr>
                <w:rFonts w:ascii="Times New Roman" w:hAnsi="Times New Roman"/>
                <w:sz w:val="20"/>
                <w:szCs w:val="20"/>
              </w:rPr>
            </w:pP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(Відповідальний: </w:t>
            </w:r>
            <w:r w:rsidRPr="0067755D">
              <w:rPr>
                <w:rFonts w:ascii="Times New Roman" w:hAnsi="Times New Roman"/>
                <w:sz w:val="20"/>
                <w:szCs w:val="20"/>
              </w:rPr>
              <w:t>Лончак О.А.</w:t>
            </w: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3229" w:type="dxa"/>
            <w:gridSpan w:val="3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Пункти ЗНО відповідно до затвердженого переліку</w:t>
            </w: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6F6E26" w:rsidRPr="0067755D" w:rsidRDefault="006F6E26" w:rsidP="0067755D">
            <w:pPr>
              <w:keepNext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sz w:val="28"/>
                <w:szCs w:val="28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м. Одеса</w:t>
            </w:r>
          </w:p>
        </w:tc>
      </w:tr>
      <w:tr w:rsidR="006F6E26" w:rsidRPr="0067755D" w:rsidTr="0067755D">
        <w:trPr>
          <w:trHeight w:val="559"/>
        </w:trPr>
        <w:tc>
          <w:tcPr>
            <w:tcW w:w="6377" w:type="dxa"/>
            <w:gridSpan w:val="5"/>
            <w:vAlign w:val="center"/>
          </w:tcPr>
          <w:p w:rsidR="006F6E26" w:rsidRPr="0067755D" w:rsidRDefault="006F6E26" w:rsidP="0067755D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 xml:space="preserve">Організація та проведення засідання атестаційної комісії Департаменту охорони здоров`я </w:t>
            </w: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облдержадміністрації</w:t>
            </w:r>
            <w:r w:rsidRPr="0067755D">
              <w:rPr>
                <w:rFonts w:ascii="Times New Roman" w:hAnsi="Times New Roman"/>
                <w:sz w:val="28"/>
                <w:szCs w:val="28"/>
              </w:rPr>
              <w:t xml:space="preserve"> з атестації молодших спеціалістів з медичною освітою  (заступники головного лікаря з медсестринства, головні та старші сестри медичні (фельдшери, акушерки), молодші спеціалісти з медичною освітою лікувальних закладів, що напряму підпорядковуються МОЗ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67755D">
              <w:rPr>
                <w:rFonts w:ascii="Times New Roman" w:hAnsi="Times New Roman"/>
                <w:sz w:val="20"/>
                <w:szCs w:val="20"/>
              </w:rPr>
              <w:t>(</w:t>
            </w: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В</w:t>
            </w:r>
            <w:r w:rsidRPr="0067755D">
              <w:rPr>
                <w:rFonts w:ascii="Times New Roman" w:hAnsi="Times New Roman"/>
                <w:sz w:val="20"/>
                <w:szCs w:val="20"/>
              </w:rPr>
              <w:t>ідповідальн</w:t>
            </w: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а:</w:t>
            </w:r>
            <w:r w:rsidRPr="0067755D">
              <w:rPr>
                <w:rFonts w:ascii="Times New Roman" w:hAnsi="Times New Roman"/>
                <w:sz w:val="20"/>
                <w:szCs w:val="20"/>
              </w:rPr>
              <w:t xml:space="preserve"> Одарій-Захар</w:t>
            </w:r>
            <w:r w:rsidRPr="0067755D">
              <w:rPr>
                <w:rFonts w:ascii="Sylfaen" w:hAnsi="Sylfaen" w:cs="Sylfaen"/>
                <w:sz w:val="20"/>
                <w:szCs w:val="20"/>
              </w:rPr>
              <w:t>՚</w:t>
            </w:r>
            <w:r w:rsidRPr="0067755D">
              <w:rPr>
                <w:rFonts w:ascii="Times New Roman" w:hAnsi="Times New Roman"/>
                <w:sz w:val="20"/>
                <w:szCs w:val="20"/>
              </w:rPr>
              <w:t>єва Н</w:t>
            </w: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.В.</w:t>
            </w:r>
            <w:r w:rsidRPr="0067755D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229" w:type="dxa"/>
            <w:gridSpan w:val="3"/>
            <w:vAlign w:val="center"/>
          </w:tcPr>
          <w:p w:rsidR="006F6E26" w:rsidRPr="0067755D" w:rsidRDefault="006F6E26" w:rsidP="0067755D">
            <w:pPr>
              <w:keepNext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вул. Заболотного, 32,</w:t>
            </w:r>
          </w:p>
          <w:p w:rsidR="006F6E26" w:rsidRPr="0067755D" w:rsidRDefault="006F6E26" w:rsidP="0067755D">
            <w:pPr>
              <w:keepNext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КУ «Одеська обласна клінічна лікарня»,</w:t>
            </w:r>
          </w:p>
          <w:p w:rsidR="006F6E26" w:rsidRPr="0067755D" w:rsidRDefault="006F6E26" w:rsidP="0067755D">
            <w:pPr>
              <w:keepNext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мала актова зала</w:t>
            </w:r>
          </w:p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</w:p>
        </w:tc>
      </w:tr>
      <w:tr w:rsidR="006F6E26" w:rsidRPr="0067755D" w:rsidTr="0067755D">
        <w:trPr>
          <w:trHeight w:val="559"/>
        </w:trPr>
        <w:tc>
          <w:tcPr>
            <w:tcW w:w="6377" w:type="dxa"/>
            <w:gridSpan w:val="5"/>
            <w:vAlign w:val="center"/>
          </w:tcPr>
          <w:p w:rsidR="006F6E26" w:rsidRPr="0067755D" w:rsidRDefault="006F6E26" w:rsidP="0067755D">
            <w:pPr>
              <w:keepNext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bCs/>
                <w:sz w:val="28"/>
                <w:szCs w:val="28"/>
              </w:rPr>
              <w:t>Всеукраїнські змагання</w:t>
            </w:r>
            <w:r w:rsidRPr="0067755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з легкої атлетики </w:t>
            </w:r>
            <w:r w:rsidRPr="0067755D">
              <w:rPr>
                <w:rFonts w:ascii="Times New Roman" w:hAnsi="Times New Roman"/>
                <w:bCs/>
                <w:sz w:val="28"/>
                <w:szCs w:val="28"/>
              </w:rPr>
              <w:t xml:space="preserve"> «На призи олімпійських чемпіонів Одещини» (юнаки та дівчата 2001-та молодше)</w:t>
            </w:r>
          </w:p>
          <w:p w:rsidR="006F6E26" w:rsidRPr="0067755D" w:rsidRDefault="006F6E26" w:rsidP="0067755D">
            <w:pPr>
              <w:keepNext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  <w:p w:rsidR="006F6E26" w:rsidRPr="0067755D" w:rsidRDefault="006F6E26" w:rsidP="0067755D">
            <w:pPr>
              <w:keepNext/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755D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(Відповідальні: Кольчак В.А., Мельников А.В.)</w:t>
            </w:r>
          </w:p>
        </w:tc>
        <w:tc>
          <w:tcPr>
            <w:tcW w:w="3229" w:type="dxa"/>
            <w:gridSpan w:val="3"/>
            <w:vAlign w:val="center"/>
          </w:tcPr>
          <w:p w:rsidR="006F6E26" w:rsidRPr="0067755D" w:rsidRDefault="006F6E26" w:rsidP="0067755D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м. Чорноморськ,</w:t>
            </w:r>
          </w:p>
          <w:p w:rsidR="006F6E26" w:rsidRPr="0067755D" w:rsidRDefault="006F6E26" w:rsidP="0067755D">
            <w:pPr>
              <w:keepNext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sz w:val="28"/>
                <w:szCs w:val="28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вул. 1 Травня, стадіон «Шкільний»</w:t>
            </w:r>
          </w:p>
        </w:tc>
      </w:tr>
      <w:tr w:rsidR="006F6E26" w:rsidRPr="0067755D" w:rsidTr="0067755D">
        <w:trPr>
          <w:trHeight w:val="559"/>
        </w:trPr>
        <w:tc>
          <w:tcPr>
            <w:tcW w:w="6377" w:type="dxa"/>
            <w:gridSpan w:val="5"/>
            <w:vAlign w:val="center"/>
          </w:tcPr>
          <w:p w:rsidR="006F6E26" w:rsidRPr="0067755D" w:rsidRDefault="006F6E26" w:rsidP="0067755D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Виїзне обстеження територій Арцизського району з метою огляду та розвитку територій, як привабливих туристичних атракцій.</w:t>
            </w:r>
          </w:p>
          <w:p w:rsidR="006F6E26" w:rsidRPr="0067755D" w:rsidRDefault="006F6E26" w:rsidP="0067755D">
            <w:pPr>
              <w:keepNext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(Відповідальний: Шека О.О.)</w:t>
            </w:r>
          </w:p>
          <w:p w:rsidR="006F6E26" w:rsidRPr="0067755D" w:rsidRDefault="006F6E26" w:rsidP="0067755D">
            <w:pPr>
              <w:keepNext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229" w:type="dxa"/>
            <w:gridSpan w:val="3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Одеська область, </w:t>
            </w:r>
          </w:p>
          <w:p w:rsidR="006F6E26" w:rsidRPr="0067755D" w:rsidRDefault="006F6E26" w:rsidP="0067755D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Арцизький р-н</w:t>
            </w:r>
          </w:p>
        </w:tc>
      </w:tr>
      <w:tr w:rsidR="006F6E26" w:rsidRPr="0067755D" w:rsidTr="0067755D">
        <w:trPr>
          <w:trHeight w:val="1125"/>
        </w:trPr>
        <w:tc>
          <w:tcPr>
            <w:tcW w:w="9606" w:type="dxa"/>
            <w:gridSpan w:val="8"/>
            <w:vAlign w:val="center"/>
          </w:tcPr>
          <w:p w:rsidR="006F6E26" w:rsidRPr="005609F4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  <w:p w:rsidR="006F6E26" w:rsidRPr="005609F4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  <w:p w:rsidR="006F6E26" w:rsidRPr="00C814EE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</w:pPr>
            <w:r w:rsidRPr="00C814EE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>5 липня</w:t>
            </w:r>
          </w:p>
          <w:p w:rsidR="006F6E26" w:rsidRPr="00C814EE" w:rsidRDefault="006F6E26" w:rsidP="00C814EE">
            <w:pPr>
              <w:pStyle w:val="Heading2"/>
              <w:shd w:val="clear" w:color="auto" w:fill="FFFFFF"/>
              <w:spacing w:before="75" w:line="480" w:lineRule="atLeast"/>
              <w:rPr>
                <w:rFonts w:ascii="Times New Roman" w:hAnsi="Times New Roman"/>
                <w:b w:val="0"/>
                <w:i/>
                <w:color w:val="FF0000"/>
                <w:sz w:val="28"/>
                <w:szCs w:val="28"/>
                <w:lang w:val="en-US"/>
              </w:rPr>
            </w:pPr>
          </w:p>
        </w:tc>
      </w:tr>
      <w:tr w:rsidR="006F6E26" w:rsidRPr="0067755D" w:rsidTr="0067755D">
        <w:trPr>
          <w:trHeight w:val="559"/>
        </w:trPr>
        <w:tc>
          <w:tcPr>
            <w:tcW w:w="6377" w:type="dxa"/>
            <w:gridSpan w:val="5"/>
            <w:vAlign w:val="center"/>
          </w:tcPr>
          <w:p w:rsidR="006F6E26" w:rsidRPr="0067755D" w:rsidRDefault="006F6E26" w:rsidP="0067755D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Проведення комплексної перевірки роботи служби діловодства, Експертної комісії, архівного підрозділу Чорноморсько-Азовське виробничо-експлуатаційне управління морських шляхів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67755D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(Відповідальна: Ксендзик О.І.)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3229" w:type="dxa"/>
            <w:gridSpan w:val="3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За місцем розташування установи</w:t>
            </w:r>
          </w:p>
          <w:p w:rsidR="006F6E26" w:rsidRPr="0067755D" w:rsidRDefault="006F6E26" w:rsidP="0067755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(вул. Гаванна, 4)</w:t>
            </w:r>
          </w:p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</w:p>
        </w:tc>
      </w:tr>
      <w:tr w:rsidR="006F6E26" w:rsidRPr="0067755D" w:rsidTr="0067755D">
        <w:trPr>
          <w:trHeight w:val="559"/>
        </w:trPr>
        <w:tc>
          <w:tcPr>
            <w:tcW w:w="6377" w:type="dxa"/>
            <w:gridSpan w:val="5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Забезпечення проведення експертних зустрічей у форматі відеоконференцій для обговорення пріоритетів діяльності Уряду</w:t>
            </w:r>
            <w:r w:rsidRPr="0067755D"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uk-UA"/>
              </w:rPr>
              <w:t xml:space="preserve"> 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(Відповідальна: Васілашко О.С.)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3229" w:type="dxa"/>
            <w:gridSpan w:val="3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smartTag w:uri="urn:schemas-microsoft-com:office:smarttags" w:element="metricconverter">
              <w:smartTagPr>
                <w:attr w:name="ProductID" w:val="65032, м"/>
              </w:smartTagPr>
              <w:r w:rsidRPr="0067755D">
                <w:rPr>
                  <w:rFonts w:ascii="Times New Roman" w:hAnsi="Times New Roman"/>
                  <w:color w:val="000000"/>
                  <w:sz w:val="28"/>
                  <w:szCs w:val="28"/>
                  <w:shd w:val="clear" w:color="auto" w:fill="FFFFFF"/>
                </w:rPr>
                <w:t>65032, м</w:t>
              </w:r>
            </w:smartTag>
            <w:r w:rsidRPr="0067755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. Одеса, проспект Шевченка, 4, каб. 632</w:t>
            </w:r>
          </w:p>
        </w:tc>
      </w:tr>
      <w:tr w:rsidR="006F6E26" w:rsidRPr="0067755D" w:rsidTr="0067755D">
        <w:trPr>
          <w:trHeight w:val="559"/>
        </w:trPr>
        <w:tc>
          <w:tcPr>
            <w:tcW w:w="6377" w:type="dxa"/>
            <w:gridSpan w:val="5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Проведення додаткової сесії зовнішнього незалежного оцінювання з </w:t>
            </w:r>
            <w:r w:rsidRPr="00C81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біології, німецької мови </w:t>
            </w: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учнів закладів загальної середньої освіти та професійної (професійно-технічної) освіти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ind w:left="31"/>
              <w:rPr>
                <w:rFonts w:ascii="Times New Roman" w:hAnsi="Times New Roman"/>
                <w:sz w:val="20"/>
                <w:szCs w:val="20"/>
              </w:rPr>
            </w:pP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(Відповідальний: </w:t>
            </w:r>
            <w:r w:rsidRPr="0067755D">
              <w:rPr>
                <w:rFonts w:ascii="Times New Roman" w:hAnsi="Times New Roman"/>
                <w:sz w:val="20"/>
                <w:szCs w:val="20"/>
              </w:rPr>
              <w:t>Лончак О.А.</w:t>
            </w: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)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3229" w:type="dxa"/>
            <w:gridSpan w:val="3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Пункти ЗНО відповідно до затвердженого переліку</w:t>
            </w:r>
          </w:p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м. Одеса</w:t>
            </w:r>
          </w:p>
        </w:tc>
      </w:tr>
      <w:tr w:rsidR="006F6E26" w:rsidRPr="0067755D" w:rsidTr="0067755D">
        <w:trPr>
          <w:trHeight w:val="559"/>
        </w:trPr>
        <w:tc>
          <w:tcPr>
            <w:tcW w:w="6377" w:type="dxa"/>
            <w:gridSpan w:val="5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 xml:space="preserve">Кубок Світу з годзю-рю карате і кобудо серед дорослих. </w:t>
            </w:r>
            <w:r w:rsidRPr="0067755D">
              <w:rPr>
                <w:rFonts w:ascii="Times New Roman" w:hAnsi="Times New Roman"/>
                <w:sz w:val="28"/>
                <w:szCs w:val="28"/>
                <w:lang w:val="en-US"/>
              </w:rPr>
              <w:t>WGKF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Міжнародний турнир «Наха-те» з карате та кобудо серед дітей, юнаків та юніорів. Всі розділи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sz w:val="28"/>
                <w:szCs w:val="28"/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uk-UA"/>
              </w:rPr>
            </w:pP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(Відповідальна: </w:t>
            </w:r>
            <w:r w:rsidRPr="0067755D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Кольчак В.А.</w:t>
            </w: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3229" w:type="dxa"/>
            <w:gridSpan w:val="3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м. Одеса, провулок Високий, 17, спортивний зал УСК «Одеса»</w:t>
            </w:r>
          </w:p>
        </w:tc>
      </w:tr>
      <w:tr w:rsidR="006F6E26" w:rsidRPr="0067755D" w:rsidTr="0067755D">
        <w:trPr>
          <w:trHeight w:val="559"/>
        </w:trPr>
        <w:tc>
          <w:tcPr>
            <w:tcW w:w="6377" w:type="dxa"/>
            <w:gridSpan w:val="5"/>
            <w:vAlign w:val="center"/>
          </w:tcPr>
          <w:p w:rsidR="006F6E26" w:rsidRPr="0067755D" w:rsidRDefault="006F6E26" w:rsidP="006775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Виїзне обстеження територій Арцизького району з метою огляду та розвитку територій як привабливих туристичних атракцій</w:t>
            </w:r>
          </w:p>
          <w:p w:rsidR="006F6E26" w:rsidRPr="0067755D" w:rsidRDefault="006F6E26" w:rsidP="0067755D">
            <w:pPr>
              <w:spacing w:after="0" w:line="240" w:lineRule="auto"/>
              <w:rPr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(Відповідальний: Шека О.О.)</w:t>
            </w:r>
          </w:p>
        </w:tc>
        <w:tc>
          <w:tcPr>
            <w:tcW w:w="3229" w:type="dxa"/>
            <w:gridSpan w:val="3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Одеська область, </w:t>
            </w:r>
          </w:p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Арцизький р-н</w:t>
            </w:r>
          </w:p>
        </w:tc>
      </w:tr>
      <w:tr w:rsidR="006F6E26" w:rsidRPr="0067755D" w:rsidTr="0067755D">
        <w:trPr>
          <w:trHeight w:val="559"/>
        </w:trPr>
        <w:tc>
          <w:tcPr>
            <w:tcW w:w="9606" w:type="dxa"/>
            <w:gridSpan w:val="8"/>
            <w:vAlign w:val="center"/>
          </w:tcPr>
          <w:p w:rsidR="006F6E26" w:rsidRPr="005609F4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</w:rPr>
            </w:pPr>
          </w:p>
          <w:p w:rsidR="006F6E26" w:rsidRPr="00C814EE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en-US"/>
              </w:rPr>
            </w:pPr>
            <w:r w:rsidRPr="00C814EE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>6 липня</w:t>
            </w:r>
          </w:p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uk-UA"/>
              </w:rPr>
            </w:pPr>
          </w:p>
        </w:tc>
      </w:tr>
      <w:tr w:rsidR="006F6E26" w:rsidRPr="0067755D" w:rsidTr="0067755D">
        <w:trPr>
          <w:trHeight w:val="559"/>
        </w:trPr>
        <w:tc>
          <w:tcPr>
            <w:tcW w:w="6312" w:type="dxa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Театралі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зований районний захід «Ой, на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 w:rsidRPr="0067755D">
              <w:rPr>
                <w:rFonts w:ascii="Times New Roman" w:hAnsi="Times New Roman"/>
                <w:sz w:val="28"/>
                <w:szCs w:val="28"/>
              </w:rPr>
              <w:t>вана,</w:t>
            </w: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  <w:r w:rsidRPr="0067755D">
              <w:rPr>
                <w:rFonts w:ascii="Times New Roman" w:hAnsi="Times New Roman"/>
                <w:sz w:val="28"/>
                <w:szCs w:val="28"/>
              </w:rPr>
              <w:t>Ой</w:t>
            </w: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 w:rsidRPr="0067755D">
              <w:rPr>
                <w:rFonts w:ascii="Times New Roman" w:hAnsi="Times New Roman"/>
                <w:sz w:val="28"/>
                <w:szCs w:val="28"/>
              </w:rPr>
              <w:t xml:space="preserve"> на купала».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Парк культури та відпочинку</w:t>
            </w:r>
          </w:p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18"/>
                <w:szCs w:val="18"/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(Виконавець: Миколаївська РДА)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294" w:type="dxa"/>
            <w:gridSpan w:val="7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Миколаївський район</w:t>
            </w:r>
          </w:p>
        </w:tc>
      </w:tr>
      <w:tr w:rsidR="006F6E26" w:rsidRPr="0067755D" w:rsidTr="0067755D">
        <w:trPr>
          <w:trHeight w:val="559"/>
        </w:trPr>
        <w:tc>
          <w:tcPr>
            <w:tcW w:w="6312" w:type="dxa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eastAsia="ru-RU"/>
              </w:rPr>
              <w:t>260 років селу Чернече</w:t>
            </w:r>
            <w:r w:rsidRPr="0067755D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Балтського району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uk-UA"/>
              </w:rPr>
            </w:pP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(Виконавець: Балтська РДА)</w:t>
            </w:r>
          </w:p>
        </w:tc>
        <w:tc>
          <w:tcPr>
            <w:tcW w:w="3294" w:type="dxa"/>
            <w:gridSpan w:val="7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eastAsia="ru-RU"/>
              </w:rPr>
              <w:t>Балтський район</w:t>
            </w:r>
            <w:r w:rsidRPr="0067755D"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6F6E26" w:rsidRPr="0067755D" w:rsidTr="0067755D">
        <w:trPr>
          <w:trHeight w:val="559"/>
        </w:trPr>
        <w:tc>
          <w:tcPr>
            <w:tcW w:w="6312" w:type="dxa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До Івана Купала народне гуляння «На Купала нічка мала»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uk-UA"/>
              </w:rPr>
            </w:pP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(Виконавець: Кілійська РДА)</w:t>
            </w:r>
          </w:p>
        </w:tc>
        <w:tc>
          <w:tcPr>
            <w:tcW w:w="3294" w:type="dxa"/>
            <w:gridSpan w:val="7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Кілійський район</w:t>
            </w:r>
          </w:p>
        </w:tc>
      </w:tr>
      <w:tr w:rsidR="006F6E26" w:rsidRPr="0067755D" w:rsidTr="0067755D">
        <w:trPr>
          <w:trHeight w:val="559"/>
        </w:trPr>
        <w:tc>
          <w:tcPr>
            <w:tcW w:w="6312" w:type="dxa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Свято Івана Купала</w:t>
            </w: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6F6E26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 xml:space="preserve">Театралізована вистава «Купайло </w:t>
            </w: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й</w:t>
            </w:r>
            <w:r w:rsidRPr="0067755D">
              <w:rPr>
                <w:rFonts w:ascii="Times New Roman" w:hAnsi="Times New Roman"/>
                <w:sz w:val="28"/>
                <w:szCs w:val="28"/>
              </w:rPr>
              <w:t>де – молодь за собою</w:t>
            </w: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веде»,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народне</w:t>
            </w:r>
            <w:r w:rsidRPr="0067755D">
              <w:rPr>
                <w:rFonts w:ascii="Times New Roman" w:hAnsi="Times New Roman"/>
                <w:sz w:val="28"/>
                <w:szCs w:val="28"/>
              </w:rPr>
              <w:t xml:space="preserve"> гуляння</w:t>
            </w: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67755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F6E26" w:rsidRPr="00DD5AB0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6F6E26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(Виконавець: Великомихайлівська РДА)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294" w:type="dxa"/>
            <w:gridSpan w:val="7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Великомихайлівський будинок культури та сільські заклади освіти</w:t>
            </w:r>
          </w:p>
        </w:tc>
      </w:tr>
      <w:tr w:rsidR="006F6E26" w:rsidRPr="0067755D" w:rsidTr="0067755D">
        <w:trPr>
          <w:trHeight w:val="559"/>
        </w:trPr>
        <w:tc>
          <w:tcPr>
            <w:tcW w:w="6312" w:type="dxa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Свято </w:t>
            </w:r>
            <w:r w:rsidRPr="0067755D">
              <w:rPr>
                <w:rFonts w:ascii="Times New Roman" w:hAnsi="Times New Roman"/>
                <w:sz w:val="28"/>
                <w:szCs w:val="28"/>
              </w:rPr>
              <w:t>Івана Купала</w:t>
            </w: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r w:rsidRPr="0067755D">
              <w:rPr>
                <w:rFonts w:ascii="Times New Roman" w:hAnsi="Times New Roman"/>
                <w:sz w:val="28"/>
                <w:szCs w:val="28"/>
              </w:rPr>
              <w:t>Обрядове театралізоване дійство на Івана Купала,  виставка народних майстрів, виступи самодіяльних колективів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  <w:p w:rsidR="006F6E26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(Виконавець:Любашівська РДА)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294" w:type="dxa"/>
            <w:gridSpan w:val="7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смт Любашівка</w:t>
            </w:r>
          </w:p>
        </w:tc>
      </w:tr>
      <w:tr w:rsidR="006F6E26" w:rsidRPr="0067755D" w:rsidTr="0067755D">
        <w:trPr>
          <w:trHeight w:val="559"/>
        </w:trPr>
        <w:tc>
          <w:tcPr>
            <w:tcW w:w="6312" w:type="dxa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свята </w:t>
            </w:r>
            <w:r w:rsidRPr="0067755D">
              <w:rPr>
                <w:rFonts w:ascii="Times New Roman" w:hAnsi="Times New Roman"/>
                <w:sz w:val="28"/>
                <w:szCs w:val="28"/>
              </w:rPr>
              <w:t xml:space="preserve"> Івана Купала</w:t>
            </w: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. О</w:t>
            </w:r>
            <w:r w:rsidRPr="0067755D">
              <w:rPr>
                <w:rFonts w:ascii="Times New Roman" w:hAnsi="Times New Roman"/>
                <w:sz w:val="28"/>
                <w:szCs w:val="28"/>
              </w:rPr>
              <w:t>брядове свято «Купальські вогні»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  <w:p w:rsidR="006F6E26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(Виконавець: Білгород-Дністровська РДА)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294" w:type="dxa"/>
            <w:gridSpan w:val="7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Білгород-Дністровський район,</w:t>
            </w:r>
          </w:p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с. Адамівка</w:t>
            </w:r>
          </w:p>
        </w:tc>
      </w:tr>
      <w:tr w:rsidR="006F6E26" w:rsidRPr="0067755D" w:rsidTr="0067755D">
        <w:trPr>
          <w:trHeight w:val="559"/>
        </w:trPr>
        <w:tc>
          <w:tcPr>
            <w:tcW w:w="6312" w:type="dxa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Проведення додаткової сесії зовнішнього незалежного оцінювання </w:t>
            </w:r>
            <w:r w:rsidRPr="003F1E88">
              <w:rPr>
                <w:rFonts w:ascii="Times New Roman" w:hAnsi="Times New Roman"/>
                <w:sz w:val="28"/>
                <w:szCs w:val="28"/>
                <w:lang w:val="uk-UA"/>
              </w:rPr>
              <w:t>з історії України</w:t>
            </w: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учнів закладів загальної середньої освіти та професійної (професійно-технічної) освіти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ind w:left="31"/>
              <w:rPr>
                <w:rFonts w:ascii="Times New Roman" w:hAnsi="Times New Roman"/>
                <w:sz w:val="20"/>
                <w:szCs w:val="20"/>
              </w:rPr>
            </w:pP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(Відповідальний: </w:t>
            </w:r>
            <w:r w:rsidRPr="0067755D">
              <w:rPr>
                <w:rFonts w:ascii="Times New Roman" w:hAnsi="Times New Roman"/>
                <w:sz w:val="20"/>
                <w:szCs w:val="20"/>
              </w:rPr>
              <w:t>Лончак О.А.</w:t>
            </w: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)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94" w:type="dxa"/>
            <w:gridSpan w:val="7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Пункти ЗНО відповідно до затвердженого переліку</w:t>
            </w:r>
          </w:p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м. Одеса</w:t>
            </w:r>
          </w:p>
        </w:tc>
      </w:tr>
      <w:tr w:rsidR="006F6E26" w:rsidRPr="0067755D" w:rsidTr="0067755D">
        <w:trPr>
          <w:trHeight w:val="559"/>
        </w:trPr>
        <w:tc>
          <w:tcPr>
            <w:tcW w:w="6312" w:type="dxa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Моніторинговий візит щодо  дотримання вимог чинного законодавства в </w:t>
            </w:r>
            <w:r w:rsidRPr="0067755D">
              <w:rPr>
                <w:rFonts w:ascii="Times New Roman" w:hAnsi="Times New Roman"/>
                <w:kern w:val="1"/>
                <w:sz w:val="28"/>
                <w:szCs w:val="28"/>
                <w:lang w:val="uk-UA" w:eastAsia="ar-SA"/>
              </w:rPr>
              <w:t>управлінні соціального захисту населення Любашівської районної державної адміністрації</w:t>
            </w: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(Відповідальна: </w:t>
            </w:r>
            <w:r w:rsidRPr="0067755D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Коваленко Л.В.</w:t>
            </w: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3294" w:type="dxa"/>
            <w:gridSpan w:val="7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 xml:space="preserve">смт Любашівка, </w:t>
            </w:r>
          </w:p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вул. Софіївська, 97</w:t>
            </w:r>
          </w:p>
        </w:tc>
      </w:tr>
      <w:tr w:rsidR="006F6E26" w:rsidRPr="0067755D" w:rsidTr="0067755D">
        <w:trPr>
          <w:trHeight w:val="559"/>
        </w:trPr>
        <w:tc>
          <w:tcPr>
            <w:tcW w:w="6312" w:type="dxa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val="uk-UA" w:eastAsia="ar-S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Виїзний прийом директора Департаменту в </w:t>
            </w:r>
            <w:r w:rsidRPr="0067755D">
              <w:rPr>
                <w:rFonts w:ascii="Times New Roman" w:hAnsi="Times New Roman"/>
                <w:kern w:val="1"/>
                <w:sz w:val="28"/>
                <w:szCs w:val="28"/>
                <w:lang w:val="uk-UA" w:eastAsia="ar-SA"/>
              </w:rPr>
              <w:t>управлінні соціального захисту населення Любашівської районної державної адміністрації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(Відповідальна: </w:t>
            </w:r>
            <w:r w:rsidRPr="0067755D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Коваленко Л.В.</w:t>
            </w: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3294" w:type="dxa"/>
            <w:gridSpan w:val="7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смт Любашівка, вул. Софіївська, 97</w:t>
            </w:r>
          </w:p>
        </w:tc>
      </w:tr>
      <w:tr w:rsidR="006F6E26" w:rsidRPr="0067755D" w:rsidTr="0067755D">
        <w:trPr>
          <w:trHeight w:val="559"/>
        </w:trPr>
        <w:tc>
          <w:tcPr>
            <w:tcW w:w="6312" w:type="dxa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Організація та проведення промо туру для туроператорів, блогерів, ЗМІ та фотографів присвяченого святкуванню фестивалю Івана Купала "Квітка папороті".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755D"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Відповідальний: Шека О.О.)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294" w:type="dxa"/>
            <w:gridSpan w:val="7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Одеська область, </w:t>
            </w:r>
          </w:p>
          <w:p w:rsidR="006F6E26" w:rsidRPr="0067755D" w:rsidRDefault="006F6E26" w:rsidP="0067755D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Савранський р-н</w:t>
            </w:r>
          </w:p>
        </w:tc>
      </w:tr>
      <w:tr w:rsidR="006F6E26" w:rsidRPr="0067755D" w:rsidTr="0067755D">
        <w:trPr>
          <w:trHeight w:val="559"/>
        </w:trPr>
        <w:tc>
          <w:tcPr>
            <w:tcW w:w="6312" w:type="dxa"/>
            <w:vAlign w:val="center"/>
          </w:tcPr>
          <w:p w:rsidR="006F6E26" w:rsidRPr="0067755D" w:rsidRDefault="006F6E26" w:rsidP="0067755D">
            <w:pPr>
              <w:pStyle w:val="NormalWeb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7755D">
              <w:rPr>
                <w:sz w:val="28"/>
                <w:szCs w:val="28"/>
              </w:rPr>
              <w:t>Проведення публічних громадських обговорень стосовно питань забезпечення участі громадськості у формуванні та реалізації державної політики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(Відповідальний: Колцун Д.Л.)</w:t>
            </w:r>
          </w:p>
        </w:tc>
        <w:tc>
          <w:tcPr>
            <w:tcW w:w="3294" w:type="dxa"/>
            <w:gridSpan w:val="7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smartTag w:uri="urn:schemas-microsoft-com:office:smarttags" w:element="metricconverter">
              <w:smartTagPr>
                <w:attr w:name="ProductID" w:val="65107, м"/>
              </w:smartTagPr>
              <w:r w:rsidRPr="0067755D">
                <w:rPr>
                  <w:rFonts w:ascii="Times New Roman" w:hAnsi="Times New Roman"/>
                  <w:color w:val="000000"/>
                  <w:sz w:val="28"/>
                  <w:szCs w:val="28"/>
                  <w:shd w:val="clear" w:color="auto" w:fill="FFFFFF"/>
                </w:rPr>
                <w:t>65107, м</w:t>
              </w:r>
            </w:smartTag>
            <w:r w:rsidRPr="0067755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. Одеса, вул. Канатна, 83,</w:t>
            </w:r>
            <w:r w:rsidRPr="0067755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br/>
              <w:t>каб. 519</w:t>
            </w:r>
          </w:p>
        </w:tc>
      </w:tr>
      <w:tr w:rsidR="006F6E26" w:rsidRPr="0067755D" w:rsidTr="0067755D">
        <w:trPr>
          <w:trHeight w:val="768"/>
        </w:trPr>
        <w:tc>
          <w:tcPr>
            <w:tcW w:w="9606" w:type="dxa"/>
            <w:gridSpan w:val="8"/>
            <w:vAlign w:val="center"/>
          </w:tcPr>
          <w:p w:rsidR="006F6E26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</w:pPr>
          </w:p>
          <w:p w:rsidR="006F6E26" w:rsidRPr="001B480A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</w:pPr>
            <w:r w:rsidRPr="001B480A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>7 липня</w:t>
            </w:r>
          </w:p>
          <w:p w:rsidR="006F6E26" w:rsidRPr="001B480A" w:rsidRDefault="006F6E26" w:rsidP="0067755D">
            <w:pPr>
              <w:pStyle w:val="Heading2"/>
              <w:shd w:val="clear" w:color="auto" w:fill="FFFFFF"/>
              <w:spacing w:before="75" w:line="480" w:lineRule="atLeast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1B480A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День працівника природно-заповідної справи</w:t>
            </w:r>
          </w:p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uk-UA"/>
              </w:rPr>
            </w:pPr>
          </w:p>
        </w:tc>
      </w:tr>
      <w:tr w:rsidR="006F6E26" w:rsidRPr="0067755D" w:rsidTr="0067755D">
        <w:trPr>
          <w:trHeight w:val="642"/>
        </w:trPr>
        <w:tc>
          <w:tcPr>
            <w:tcW w:w="6329" w:type="dxa"/>
            <w:gridSpan w:val="2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90-річчя  видатній мешканці с. Тузли Русніченко Дар’ії Володимирівні</w:t>
            </w: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(Виконавець: Татарбунарська РДА)</w:t>
            </w:r>
          </w:p>
          <w:p w:rsidR="006F6E26" w:rsidRPr="0067755D" w:rsidRDefault="006F6E26" w:rsidP="006775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F6E26" w:rsidRPr="0067755D" w:rsidRDefault="006F6E26" w:rsidP="0067755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277" w:type="dxa"/>
            <w:gridSpan w:val="6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Татарбунарський район, Одеська обл., с. Тузли</w:t>
            </w:r>
          </w:p>
        </w:tc>
      </w:tr>
      <w:tr w:rsidR="006F6E26" w:rsidRPr="0067755D" w:rsidTr="0067755D">
        <w:trPr>
          <w:trHeight w:val="642"/>
        </w:trPr>
        <w:tc>
          <w:tcPr>
            <w:tcW w:w="6329" w:type="dxa"/>
            <w:gridSpan w:val="2"/>
            <w:vAlign w:val="center"/>
          </w:tcPr>
          <w:p w:rsidR="006F6E26" w:rsidRPr="0067755D" w:rsidRDefault="006F6E26" w:rsidP="006775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 xml:space="preserve">Кубок Світу з годзю-рю карате і кобудо серед дорослих. </w:t>
            </w:r>
            <w:r w:rsidRPr="0067755D">
              <w:rPr>
                <w:rFonts w:ascii="Times New Roman" w:hAnsi="Times New Roman"/>
                <w:sz w:val="28"/>
                <w:szCs w:val="28"/>
                <w:lang w:val="en-US"/>
              </w:rPr>
              <w:t>WGKF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Міжнародний турн</w:t>
            </w: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 w:rsidRPr="0067755D">
              <w:rPr>
                <w:rFonts w:ascii="Times New Roman" w:hAnsi="Times New Roman"/>
                <w:sz w:val="28"/>
                <w:szCs w:val="28"/>
              </w:rPr>
              <w:t>р «Наха-те» з карате та кобудо серед дітей, юнаків та юніорів. Всі розділи</w:t>
            </w:r>
            <w:r w:rsidRPr="0067755D"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  <w:t xml:space="preserve"> 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uk-UA"/>
              </w:rPr>
            </w:pP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(Відповідальні: Кольчак В.А., Кусій В.М.)</w:t>
            </w:r>
          </w:p>
        </w:tc>
        <w:tc>
          <w:tcPr>
            <w:tcW w:w="3277" w:type="dxa"/>
            <w:gridSpan w:val="6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м. Одеса, провулок Високий, 17, спортивний зал УСК «Одеса»</w:t>
            </w:r>
          </w:p>
        </w:tc>
      </w:tr>
      <w:tr w:rsidR="006F6E26" w:rsidRPr="0067755D" w:rsidTr="0067755D">
        <w:trPr>
          <w:trHeight w:val="642"/>
        </w:trPr>
        <w:tc>
          <w:tcPr>
            <w:tcW w:w="6329" w:type="dxa"/>
            <w:gridSpan w:val="2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Чемпіонат Одеської області з триатлону (акватлону) юнаки, кадети, «Дитяча триатлонна ліга», вікові групи</w:t>
            </w:r>
            <w:r w:rsidRPr="0067755D"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  <w:t xml:space="preserve"> 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(Відповідальні: Галецький А.О, Кольчак В.А.)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8"/>
                <w:szCs w:val="18"/>
                <w:lang w:val="uk-UA"/>
              </w:rPr>
            </w:pPr>
          </w:p>
        </w:tc>
        <w:tc>
          <w:tcPr>
            <w:tcW w:w="3277" w:type="dxa"/>
            <w:gridSpan w:val="6"/>
            <w:vAlign w:val="center"/>
          </w:tcPr>
          <w:p w:rsidR="006F6E26" w:rsidRPr="0067755D" w:rsidRDefault="006F6E26" w:rsidP="0067755D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м. Одеса, траса «Здоров’</w:t>
            </w:r>
            <w:r w:rsidRPr="0067755D">
              <w:rPr>
                <w:rFonts w:ascii="Times New Roman" w:hAnsi="Times New Roman"/>
                <w:sz w:val="28"/>
                <w:szCs w:val="28"/>
                <w:lang w:val="en-US"/>
              </w:rPr>
              <w:t>я</w:t>
            </w: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»</w:t>
            </w:r>
          </w:p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</w:p>
        </w:tc>
      </w:tr>
      <w:tr w:rsidR="006F6E26" w:rsidRPr="0067755D" w:rsidTr="0067755D">
        <w:trPr>
          <w:trHeight w:val="642"/>
        </w:trPr>
        <w:tc>
          <w:tcPr>
            <w:tcW w:w="9606" w:type="dxa"/>
            <w:gridSpan w:val="8"/>
            <w:vAlign w:val="center"/>
          </w:tcPr>
          <w:p w:rsidR="006F6E26" w:rsidRPr="00504C90" w:rsidRDefault="006F6E26" w:rsidP="0067755D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504C90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 xml:space="preserve">8 липня </w:t>
            </w:r>
          </w:p>
          <w:p w:rsidR="006F6E26" w:rsidRPr="00504C90" w:rsidRDefault="006F6E26" w:rsidP="0067755D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504C90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День родини</w:t>
            </w:r>
          </w:p>
          <w:p w:rsidR="006F6E26" w:rsidRPr="00504C90" w:rsidRDefault="006F6E26" w:rsidP="0067755D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504C90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День рибалки</w:t>
            </w:r>
          </w:p>
        </w:tc>
      </w:tr>
      <w:tr w:rsidR="006F6E26" w:rsidRPr="0067755D" w:rsidTr="0067755D">
        <w:trPr>
          <w:trHeight w:val="1173"/>
        </w:trPr>
        <w:tc>
          <w:tcPr>
            <w:tcW w:w="9606" w:type="dxa"/>
            <w:gridSpan w:val="8"/>
            <w:vAlign w:val="center"/>
          </w:tcPr>
          <w:p w:rsidR="006F6E26" w:rsidRPr="00504C90" w:rsidRDefault="006F6E26" w:rsidP="00504C9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504C90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9 липня</w:t>
            </w:r>
          </w:p>
        </w:tc>
      </w:tr>
      <w:tr w:rsidR="006F6E26" w:rsidRPr="0067755D" w:rsidTr="0067755D">
        <w:trPr>
          <w:trHeight w:val="555"/>
        </w:trPr>
        <w:tc>
          <w:tcPr>
            <w:tcW w:w="6628" w:type="dxa"/>
            <w:gridSpan w:val="7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Проведення додаткової сесії зовнішнього незалежного оцінювання з </w:t>
            </w:r>
            <w:r w:rsidRPr="0067755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географії, французької мови</w:t>
            </w: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учнів закладів загальної середньої освіти та професійної (професійно-технічної) освіти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uk-UA"/>
              </w:rPr>
            </w:pP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(Відповідальний: Лончак О.А.)</w:t>
            </w:r>
          </w:p>
        </w:tc>
        <w:tc>
          <w:tcPr>
            <w:tcW w:w="2978" w:type="dxa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Пункти ЗНО відповідно до затвердженого переліку</w:t>
            </w: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м. Одеса</w:t>
            </w:r>
          </w:p>
        </w:tc>
      </w:tr>
      <w:tr w:rsidR="006F6E26" w:rsidRPr="0067755D" w:rsidTr="0067755D">
        <w:trPr>
          <w:trHeight w:val="555"/>
        </w:trPr>
        <w:tc>
          <w:tcPr>
            <w:tcW w:w="6628" w:type="dxa"/>
            <w:gridSpan w:val="7"/>
            <w:vAlign w:val="center"/>
          </w:tcPr>
          <w:p w:rsidR="006F6E26" w:rsidRPr="0067755D" w:rsidRDefault="006F6E26" w:rsidP="0067755D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Майстер-клас «Узагальнення роботи педколективу з впровадження в практику роботи методичної проблеми школи» із заступниками  директорів з НВР зі стажем  до 5 років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FF0000"/>
                <w:sz w:val="18"/>
                <w:szCs w:val="18"/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uk-UA"/>
              </w:rPr>
            </w:pP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(Відповідальна: Задорожна Л.К.)</w:t>
            </w:r>
          </w:p>
        </w:tc>
        <w:tc>
          <w:tcPr>
            <w:tcW w:w="2978" w:type="dxa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м. Одеса, ООІУВ,                   </w:t>
            </w:r>
          </w:p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площа Михайлівська,17</w:t>
            </w:r>
          </w:p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</w:p>
        </w:tc>
      </w:tr>
      <w:tr w:rsidR="006F6E26" w:rsidRPr="0067755D" w:rsidTr="0067755D">
        <w:trPr>
          <w:trHeight w:val="555"/>
        </w:trPr>
        <w:tc>
          <w:tcPr>
            <w:tcW w:w="6628" w:type="dxa"/>
            <w:gridSpan w:val="7"/>
            <w:vAlign w:val="center"/>
          </w:tcPr>
          <w:p w:rsidR="006F6E26" w:rsidRPr="0067755D" w:rsidRDefault="006F6E26" w:rsidP="0067755D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 xml:space="preserve">Прес-конференція за участю завідувача відділенням дитячої серцево-судинної хірургії КУ «Одеська обласна клінічна лікарня», д.м.н., доцента Одеського державного </w:t>
            </w: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н</w:t>
            </w:r>
            <w:r w:rsidRPr="0067755D">
              <w:rPr>
                <w:rFonts w:ascii="Times New Roman" w:hAnsi="Times New Roman"/>
                <w:sz w:val="28"/>
                <w:szCs w:val="28"/>
              </w:rPr>
              <w:t xml:space="preserve">аціонального медичного університету Лекана Р.Й. з питання: </w:t>
            </w:r>
          </w:p>
          <w:p w:rsidR="006F6E26" w:rsidRPr="008C3040" w:rsidRDefault="006F6E26" w:rsidP="006775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1. Критичні вроджені вади серця у новонароджених</w:t>
            </w:r>
          </w:p>
          <w:p w:rsidR="006F6E26" w:rsidRPr="0067755D" w:rsidRDefault="006F6E26" w:rsidP="006775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(Відповідальна: </w:t>
            </w:r>
            <w:r w:rsidRPr="0067755D">
              <w:rPr>
                <w:rFonts w:ascii="Times New Roman" w:hAnsi="Times New Roman"/>
                <w:sz w:val="20"/>
                <w:szCs w:val="20"/>
              </w:rPr>
              <w:t>Пастернак О</w:t>
            </w: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.В.)</w:t>
            </w:r>
          </w:p>
        </w:tc>
        <w:tc>
          <w:tcPr>
            <w:tcW w:w="2978" w:type="dxa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вул. Канатна, 83,</w:t>
            </w:r>
            <w:r w:rsidRPr="0067755D">
              <w:rPr>
                <w:rFonts w:ascii="Times New Roman" w:hAnsi="Times New Roman"/>
                <w:sz w:val="28"/>
                <w:szCs w:val="28"/>
              </w:rPr>
              <w:br/>
              <w:t>3 поверх,</w:t>
            </w:r>
            <w:r w:rsidRPr="0067755D">
              <w:rPr>
                <w:rFonts w:ascii="Times New Roman" w:hAnsi="Times New Roman"/>
                <w:sz w:val="28"/>
                <w:szCs w:val="28"/>
              </w:rPr>
              <w:br/>
              <w:t>мала конференц-зала</w:t>
            </w:r>
          </w:p>
        </w:tc>
      </w:tr>
      <w:tr w:rsidR="006F6E26" w:rsidRPr="0067755D" w:rsidTr="0067755D">
        <w:trPr>
          <w:trHeight w:val="555"/>
        </w:trPr>
        <w:tc>
          <w:tcPr>
            <w:tcW w:w="9606" w:type="dxa"/>
            <w:gridSpan w:val="8"/>
            <w:vAlign w:val="center"/>
          </w:tcPr>
          <w:p w:rsidR="006F6E26" w:rsidRPr="008C3040" w:rsidRDefault="006F6E26" w:rsidP="008C304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</w:pPr>
            <w:r w:rsidRPr="00504C90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>10 липня</w:t>
            </w:r>
          </w:p>
        </w:tc>
      </w:tr>
      <w:tr w:rsidR="006F6E26" w:rsidRPr="0067755D" w:rsidTr="0067755D">
        <w:trPr>
          <w:trHeight w:val="511"/>
        </w:trPr>
        <w:tc>
          <w:tcPr>
            <w:tcW w:w="6628" w:type="dxa"/>
            <w:gridSpan w:val="7"/>
            <w:vAlign w:val="center"/>
          </w:tcPr>
          <w:p w:rsidR="006F6E26" w:rsidRPr="008C3040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Проведення зустрічей з представниками інститутів громадянського суспільства щодо питань забезпечення участі громадськості у формуванні та реалізації державної політики та вирішенні проблем місцевого значення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                                                         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uk-UA"/>
              </w:rPr>
            </w:pP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(Відповідальні: Колцун Д.Л., Кисіль Ю.М.)</w:t>
            </w:r>
          </w:p>
        </w:tc>
        <w:tc>
          <w:tcPr>
            <w:tcW w:w="2978" w:type="dxa"/>
            <w:vAlign w:val="center"/>
          </w:tcPr>
          <w:p w:rsidR="006F6E26" w:rsidRPr="0067755D" w:rsidRDefault="006F6E26" w:rsidP="00504C90">
            <w:pPr>
              <w:keepNext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вул. Канатна, 83,</w:t>
            </w:r>
          </w:p>
          <w:p w:rsidR="006F6E26" w:rsidRPr="0067755D" w:rsidRDefault="006F6E26" w:rsidP="00504C90">
            <w:pPr>
              <w:keepNext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5 поверх,</w:t>
            </w:r>
          </w:p>
          <w:p w:rsidR="006F6E26" w:rsidRDefault="006F6E26" w:rsidP="00504C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каб. 501</w:t>
            </w:r>
          </w:p>
          <w:p w:rsidR="006F6E26" w:rsidRDefault="006F6E26" w:rsidP="00504C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6F6E26" w:rsidRDefault="006F6E26" w:rsidP="00504C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6F6E26" w:rsidRPr="008C3040" w:rsidRDefault="006F6E26" w:rsidP="00504C9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</w:p>
        </w:tc>
      </w:tr>
      <w:tr w:rsidR="006F6E26" w:rsidRPr="0067755D" w:rsidTr="0067755D">
        <w:trPr>
          <w:trHeight w:val="511"/>
        </w:trPr>
        <w:tc>
          <w:tcPr>
            <w:tcW w:w="6628" w:type="dxa"/>
            <w:gridSpan w:val="7"/>
            <w:vAlign w:val="center"/>
          </w:tcPr>
          <w:p w:rsidR="006F6E26" w:rsidRPr="0067755D" w:rsidRDefault="006F6E26" w:rsidP="004E260F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Проведення апаратної наради ДОЗ ОДА з питань</w:t>
            </w:r>
          </w:p>
          <w:p w:rsidR="006F6E26" w:rsidRPr="0067755D" w:rsidRDefault="006F6E26" w:rsidP="004E260F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1. Впровадження заходів щодо профілактики материнської смертності з приводу тромботичної мікроангіопатії. Затвердження регіонального клінічного протоколу та маршруту пацієнта.</w:t>
            </w:r>
          </w:p>
          <w:p w:rsidR="006F6E26" w:rsidRPr="0067755D" w:rsidRDefault="006F6E26" w:rsidP="004E260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2. Аналіз оперативного розродження шляхом кесарського розтину в області за даними 2017 – І півріччя 2018 року. Відповідність діючим протоколам МОЗ України показань до кесарева розтину. Шляхи вирішення</w:t>
            </w:r>
          </w:p>
          <w:p w:rsidR="006F6E26" w:rsidRPr="0067755D" w:rsidRDefault="006F6E26" w:rsidP="004E260F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uk-UA"/>
              </w:rPr>
            </w:pPr>
          </w:p>
          <w:p w:rsidR="006F6E26" w:rsidRPr="0067755D" w:rsidRDefault="006F6E26" w:rsidP="004E260F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uk-UA"/>
              </w:rPr>
            </w:pP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(Відповідальний: </w:t>
            </w:r>
            <w:r w:rsidRPr="0067755D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Полясний В.О.</w:t>
            </w: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2978" w:type="dxa"/>
            <w:vAlign w:val="center"/>
          </w:tcPr>
          <w:p w:rsidR="006F6E26" w:rsidRPr="0067755D" w:rsidRDefault="006F6E26" w:rsidP="004E260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65023, м. Одеса, вул. Садова, 5, ГС «Об’єднання ГО учасників АТО Одещини»</w:t>
            </w:r>
          </w:p>
        </w:tc>
      </w:tr>
      <w:tr w:rsidR="006F6E26" w:rsidRPr="0067755D" w:rsidTr="0067755D">
        <w:trPr>
          <w:trHeight w:val="511"/>
        </w:trPr>
        <w:tc>
          <w:tcPr>
            <w:tcW w:w="6628" w:type="dxa"/>
            <w:gridSpan w:val="7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Проведення додаткової сесії зовнішнього незалежного оцінювання </w:t>
            </w:r>
            <w:r w:rsidRPr="008C3040">
              <w:rPr>
                <w:rFonts w:ascii="Times New Roman" w:hAnsi="Times New Roman"/>
                <w:sz w:val="28"/>
                <w:szCs w:val="28"/>
                <w:lang w:val="uk-UA"/>
              </w:rPr>
              <w:t>з фізики</w:t>
            </w: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учнів закладів загальної середньої освіти та професійної (професійно-технічної) освіти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ind w:left="31"/>
              <w:rPr>
                <w:rFonts w:ascii="Times New Roman" w:hAnsi="Times New Roman"/>
                <w:sz w:val="20"/>
                <w:szCs w:val="20"/>
              </w:rPr>
            </w:pP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(Відповідальний: </w:t>
            </w:r>
            <w:r w:rsidRPr="0067755D">
              <w:rPr>
                <w:rFonts w:ascii="Times New Roman" w:hAnsi="Times New Roman"/>
                <w:sz w:val="20"/>
                <w:szCs w:val="20"/>
              </w:rPr>
              <w:t>Лончак О.А.</w:t>
            </w: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)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978" w:type="dxa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Пункти ЗНО відповідно до затвердженого переліку</w:t>
            </w: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м. Одеса</w:t>
            </w:r>
          </w:p>
        </w:tc>
      </w:tr>
      <w:tr w:rsidR="006F6E26" w:rsidRPr="0067755D" w:rsidTr="0067755D">
        <w:trPr>
          <w:trHeight w:val="511"/>
        </w:trPr>
        <w:tc>
          <w:tcPr>
            <w:tcW w:w="9606" w:type="dxa"/>
            <w:gridSpan w:val="8"/>
            <w:vAlign w:val="center"/>
          </w:tcPr>
          <w:p w:rsidR="006F6E26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uk-UA"/>
              </w:rPr>
            </w:pPr>
          </w:p>
          <w:p w:rsidR="006F6E26" w:rsidRPr="008C3040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</w:pPr>
            <w:r w:rsidRPr="008C3040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>11 липня</w:t>
            </w:r>
          </w:p>
          <w:p w:rsidR="006F6E26" w:rsidRPr="008C3040" w:rsidRDefault="006F6E26" w:rsidP="0067755D">
            <w:pPr>
              <w:pStyle w:val="Heading2"/>
              <w:shd w:val="clear" w:color="auto" w:fill="FFFFFF"/>
              <w:spacing w:before="75" w:line="480" w:lineRule="atLeast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  <w:lang w:val="uk-UA"/>
              </w:rPr>
            </w:pPr>
            <w:r w:rsidRPr="008C3040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Всесвітній день народонаселення</w:t>
            </w:r>
          </w:p>
          <w:p w:rsidR="006F6E26" w:rsidRPr="008C3040" w:rsidRDefault="006F6E26" w:rsidP="0067755D">
            <w:pPr>
              <w:pStyle w:val="Heading2"/>
              <w:shd w:val="clear" w:color="auto" w:fill="FFFFFF"/>
              <w:spacing w:before="75" w:line="480" w:lineRule="atLeast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8C3040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Всесвітній день шоколаду</w:t>
            </w:r>
          </w:p>
          <w:p w:rsidR="006F6E26" w:rsidRPr="0067755D" w:rsidRDefault="006F6E26" w:rsidP="0067755D">
            <w:pPr>
              <w:spacing w:after="0" w:line="240" w:lineRule="auto"/>
              <w:rPr>
                <w:lang w:val="uk-UA"/>
              </w:rPr>
            </w:pPr>
          </w:p>
          <w:p w:rsidR="006F6E26" w:rsidRPr="00DD3CAC" w:rsidRDefault="006F6E26" w:rsidP="00DD3CAC">
            <w:pPr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uk-UA"/>
              </w:rPr>
            </w:pPr>
          </w:p>
        </w:tc>
      </w:tr>
      <w:tr w:rsidR="006F6E26" w:rsidRPr="0067755D" w:rsidTr="0067755D">
        <w:trPr>
          <w:trHeight w:val="511"/>
        </w:trPr>
        <w:tc>
          <w:tcPr>
            <w:tcW w:w="6628" w:type="dxa"/>
            <w:gridSpan w:val="7"/>
            <w:vAlign w:val="center"/>
          </w:tcPr>
          <w:p w:rsidR="006F6E26" w:rsidRPr="0067755D" w:rsidRDefault="006F6E26" w:rsidP="0067755D">
            <w:pPr>
              <w:keepNext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День спеціаліста зі спеціальності «Кардіологія»:</w:t>
            </w:r>
          </w:p>
          <w:p w:rsidR="006F6E26" w:rsidRPr="0067755D" w:rsidRDefault="006F6E26" w:rsidP="0067755D">
            <w:pPr>
              <w:keepNext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Порядок денний: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1. Серцева недостатність – від профілактики до оптимального лікування.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67755D">
              <w:rPr>
                <w:rFonts w:ascii="Times New Roman" w:hAnsi="Times New Roman"/>
                <w:sz w:val="20"/>
                <w:szCs w:val="20"/>
              </w:rPr>
              <w:t>(</w:t>
            </w: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В</w:t>
            </w:r>
            <w:r w:rsidRPr="0067755D">
              <w:rPr>
                <w:rFonts w:ascii="Times New Roman" w:hAnsi="Times New Roman"/>
                <w:sz w:val="20"/>
                <w:szCs w:val="20"/>
              </w:rPr>
              <w:t>ідповідальн</w:t>
            </w: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а:</w:t>
            </w:r>
            <w:r w:rsidRPr="0067755D">
              <w:rPr>
                <w:rFonts w:ascii="Times New Roman" w:hAnsi="Times New Roman"/>
                <w:sz w:val="20"/>
                <w:szCs w:val="20"/>
              </w:rPr>
              <w:t xml:space="preserve"> Рокунець-Сорочан О</w:t>
            </w: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.М.</w:t>
            </w:r>
            <w:r w:rsidRPr="0067755D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978" w:type="dxa"/>
            <w:vAlign w:val="center"/>
          </w:tcPr>
          <w:p w:rsidR="006F6E26" w:rsidRPr="0067755D" w:rsidRDefault="006F6E26" w:rsidP="0067755D">
            <w:pPr>
              <w:keepNext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3" w:right="-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м.Одеса, вул. Ак. Заболотного, 32,</w:t>
            </w:r>
          </w:p>
          <w:p w:rsidR="006F6E26" w:rsidRPr="0067755D" w:rsidRDefault="006F6E26" w:rsidP="0067755D">
            <w:pPr>
              <w:keepNext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КУ «Одеська обласна клінічна лікарня»,</w:t>
            </w:r>
          </w:p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велика актова зала</w:t>
            </w:r>
          </w:p>
        </w:tc>
      </w:tr>
      <w:tr w:rsidR="006F6E26" w:rsidRPr="0067755D" w:rsidTr="0067755D">
        <w:trPr>
          <w:trHeight w:val="511"/>
        </w:trPr>
        <w:tc>
          <w:tcPr>
            <w:tcW w:w="6628" w:type="dxa"/>
            <w:gridSpan w:val="7"/>
            <w:vAlign w:val="center"/>
          </w:tcPr>
          <w:p w:rsidR="006F6E26" w:rsidRPr="0067755D" w:rsidRDefault="006F6E26" w:rsidP="0067755D">
            <w:pPr>
              <w:keepNext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Проведення додаткової сесії зовнішнього незалежного оцінювання з </w:t>
            </w:r>
            <w:r w:rsidRPr="008F2DA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хімії </w:t>
            </w: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учнів закладів загальної середньої освіти та професійної (професійно-технічної) освіти</w:t>
            </w:r>
          </w:p>
          <w:p w:rsidR="006F6E26" w:rsidRPr="0067755D" w:rsidRDefault="006F6E26" w:rsidP="0067755D">
            <w:pPr>
              <w:keepNext/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6F6E26" w:rsidRPr="0067755D" w:rsidRDefault="006F6E26" w:rsidP="0067755D">
            <w:pPr>
              <w:keepNext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(Відповідальний: Лончак О.А.)</w:t>
            </w:r>
          </w:p>
        </w:tc>
        <w:tc>
          <w:tcPr>
            <w:tcW w:w="2978" w:type="dxa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Пункти ЗНО відповідно до затвердженого переліку</w:t>
            </w: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6F6E26" w:rsidRPr="0067755D" w:rsidRDefault="006F6E26" w:rsidP="0067755D">
            <w:pPr>
              <w:keepNext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3" w:right="-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м. Одеса</w:t>
            </w:r>
          </w:p>
        </w:tc>
      </w:tr>
      <w:tr w:rsidR="006F6E26" w:rsidRPr="0067755D" w:rsidTr="0067755D">
        <w:trPr>
          <w:trHeight w:val="511"/>
        </w:trPr>
        <w:tc>
          <w:tcPr>
            <w:tcW w:w="6628" w:type="dxa"/>
            <w:gridSpan w:val="7"/>
            <w:vAlign w:val="center"/>
          </w:tcPr>
          <w:p w:rsidR="006F6E26" w:rsidRPr="0067755D" w:rsidRDefault="006F6E26" w:rsidP="0067755D">
            <w:pPr>
              <w:keepNext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Єдиний вступний іспит (іноземні мови)</w:t>
            </w:r>
          </w:p>
          <w:p w:rsidR="006F6E26" w:rsidRPr="0067755D" w:rsidRDefault="006F6E26" w:rsidP="0067755D">
            <w:pPr>
              <w:keepNext/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6F6E26" w:rsidRPr="0067755D" w:rsidRDefault="006F6E26" w:rsidP="0067755D">
            <w:pPr>
              <w:keepNext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(Відповідальний: Лончак О.А.)</w:t>
            </w:r>
          </w:p>
        </w:tc>
        <w:tc>
          <w:tcPr>
            <w:tcW w:w="2978" w:type="dxa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Пункти ЗНО відповідно до затвердженого переліку</w:t>
            </w: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м. Одеса</w:t>
            </w:r>
          </w:p>
        </w:tc>
      </w:tr>
      <w:tr w:rsidR="006F6E26" w:rsidRPr="0067755D" w:rsidTr="0067755D">
        <w:trPr>
          <w:trHeight w:val="511"/>
        </w:trPr>
        <w:tc>
          <w:tcPr>
            <w:tcW w:w="6628" w:type="dxa"/>
            <w:gridSpan w:val="7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Колегія Департаменту освіти і науки облдержадміністрації: </w:t>
            </w:r>
          </w:p>
          <w:p w:rsidR="006F6E26" w:rsidRPr="0067755D" w:rsidRDefault="006F6E26" w:rsidP="0067755D">
            <w:pPr>
              <w:numPr>
                <w:ilvl w:val="0"/>
                <w:numId w:val="27"/>
              </w:numPr>
              <w:spacing w:after="0" w:line="240" w:lineRule="auto"/>
              <w:ind w:left="0" w:right="-8"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Про п</w:t>
            </w:r>
            <w:r w:rsidRPr="0067755D">
              <w:rPr>
                <w:rFonts w:ascii="Times New Roman" w:hAnsi="Times New Roman"/>
                <w:sz w:val="28"/>
                <w:szCs w:val="28"/>
              </w:rPr>
              <w:t xml:space="preserve">ідготовку </w:t>
            </w: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закладів освіти </w:t>
            </w:r>
            <w:r w:rsidRPr="0067755D">
              <w:rPr>
                <w:rFonts w:ascii="Times New Roman" w:hAnsi="Times New Roman"/>
                <w:sz w:val="28"/>
                <w:szCs w:val="28"/>
              </w:rPr>
              <w:t>до нового 2018/2019 н</w:t>
            </w: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авчального року.</w:t>
            </w:r>
            <w:r w:rsidRPr="0067755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F6E26" w:rsidRPr="0067755D" w:rsidRDefault="006F6E26" w:rsidP="0067755D">
            <w:pPr>
              <w:numPr>
                <w:ilvl w:val="0"/>
                <w:numId w:val="27"/>
              </w:numPr>
              <w:spacing w:after="0" w:line="240" w:lineRule="auto"/>
              <w:ind w:left="0" w:right="-8"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 xml:space="preserve">Про стан </w:t>
            </w: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використання коштів освітньої субвенції </w:t>
            </w:r>
            <w:r w:rsidRPr="0067755D">
              <w:rPr>
                <w:rFonts w:ascii="Times New Roman" w:hAnsi="Times New Roman"/>
                <w:sz w:val="28"/>
                <w:szCs w:val="28"/>
              </w:rPr>
              <w:t>органами  управління  освітою та закладами освіти.</w:t>
            </w:r>
          </w:p>
          <w:p w:rsidR="006F6E26" w:rsidRPr="0067755D" w:rsidRDefault="006F6E26" w:rsidP="0067755D">
            <w:pPr>
              <w:numPr>
                <w:ilvl w:val="0"/>
                <w:numId w:val="27"/>
              </w:numPr>
              <w:spacing w:after="0" w:line="240" w:lineRule="auto"/>
              <w:ind w:left="0" w:right="-8"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підсумки проведення обласного (другого) етапу Всеукраїнської гри «Сокіл» («Джура»). </w:t>
            </w:r>
          </w:p>
          <w:p w:rsidR="006F6E26" w:rsidRPr="0067755D" w:rsidRDefault="006F6E26" w:rsidP="0067755D">
            <w:pPr>
              <w:numPr>
                <w:ilvl w:val="0"/>
                <w:numId w:val="27"/>
              </w:numPr>
              <w:spacing w:after="0" w:line="240" w:lineRule="auto"/>
              <w:ind w:left="0" w:right="-8" w:firstLine="36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стан протидії підлітковій злочинності в Одеської області. </w:t>
            </w:r>
          </w:p>
          <w:p w:rsidR="006F6E26" w:rsidRPr="0067755D" w:rsidRDefault="006F6E26" w:rsidP="0067755D">
            <w:pPr>
              <w:keepNext/>
              <w:spacing w:after="0" w:line="240" w:lineRule="auto"/>
              <w:rPr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Про підсумки роботи зі зверненнями громадян в Департаменті освіти і науки Одеської обласної державної адміністрації протягом                                           І півріччя 2018 року.</w:t>
            </w:r>
            <w:r w:rsidRPr="0067755D">
              <w:rPr>
                <w:lang w:val="uk-UA"/>
              </w:rPr>
              <w:t xml:space="preserve">   </w:t>
            </w:r>
          </w:p>
          <w:p w:rsidR="006F6E26" w:rsidRPr="0067755D" w:rsidRDefault="006F6E26" w:rsidP="0067755D">
            <w:pPr>
              <w:keepNext/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rPr>
                <w:lang w:val="uk-UA"/>
              </w:rPr>
            </w:pP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(Відповідальні: Лончак О.А., Пятаєва О.В., Абозіна Т.М., Коваль І.А., Сичова А.В., Кітаєва Т.В.)</w:t>
            </w:r>
          </w:p>
        </w:tc>
        <w:tc>
          <w:tcPr>
            <w:tcW w:w="2978" w:type="dxa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вул. Канатна, 83, 5 поверх, 519 каб.</w:t>
            </w:r>
          </w:p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м. Одеса</w:t>
            </w:r>
          </w:p>
        </w:tc>
      </w:tr>
      <w:tr w:rsidR="006F6E26" w:rsidRPr="0067755D" w:rsidTr="0067755D">
        <w:trPr>
          <w:trHeight w:val="511"/>
        </w:trPr>
        <w:tc>
          <w:tcPr>
            <w:tcW w:w="6628" w:type="dxa"/>
            <w:gridSpan w:val="7"/>
            <w:vAlign w:val="center"/>
          </w:tcPr>
          <w:p w:rsidR="006F6E26" w:rsidRPr="0067755D" w:rsidRDefault="006F6E26" w:rsidP="0067755D">
            <w:pPr>
              <w:keepNext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 xml:space="preserve">Організація та проведення засідання атестаційної комісії лікарів Департаменту охорони здоров`я </w:t>
            </w: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облдержадміністрації</w:t>
            </w:r>
          </w:p>
          <w:p w:rsidR="006F6E26" w:rsidRPr="0067755D" w:rsidRDefault="006F6E26" w:rsidP="0067755D">
            <w:pPr>
              <w:keepNext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0"/>
                <w:szCs w:val="20"/>
              </w:rPr>
              <w:t>(</w:t>
            </w: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В</w:t>
            </w:r>
            <w:r w:rsidRPr="0067755D">
              <w:rPr>
                <w:rFonts w:ascii="Times New Roman" w:hAnsi="Times New Roman"/>
                <w:sz w:val="20"/>
                <w:szCs w:val="20"/>
              </w:rPr>
              <w:t>ідповідальн</w:t>
            </w: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а:</w:t>
            </w:r>
            <w:r w:rsidRPr="0067755D">
              <w:rPr>
                <w:rFonts w:ascii="Times New Roman" w:hAnsi="Times New Roman"/>
                <w:sz w:val="20"/>
                <w:szCs w:val="20"/>
              </w:rPr>
              <w:t xml:space="preserve"> Пастернак О</w:t>
            </w: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.В.</w:t>
            </w:r>
            <w:r w:rsidRPr="0067755D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978" w:type="dxa"/>
            <w:vAlign w:val="center"/>
          </w:tcPr>
          <w:p w:rsidR="006F6E26" w:rsidRPr="0067755D" w:rsidRDefault="006F6E26" w:rsidP="0067755D">
            <w:pPr>
              <w:keepNext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sz w:val="28"/>
                <w:szCs w:val="28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вул. Канатна, 83,</w:t>
            </w:r>
          </w:p>
          <w:p w:rsidR="006F6E26" w:rsidRPr="0067755D" w:rsidRDefault="006F6E26" w:rsidP="0067755D">
            <w:pPr>
              <w:keepNext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3 поверх;</w:t>
            </w:r>
          </w:p>
          <w:p w:rsidR="006F6E26" w:rsidRPr="0067755D" w:rsidRDefault="006F6E26" w:rsidP="006775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мала конференц-зала</w:t>
            </w:r>
          </w:p>
        </w:tc>
      </w:tr>
      <w:tr w:rsidR="006F6E26" w:rsidRPr="0067755D" w:rsidTr="0067755D">
        <w:trPr>
          <w:trHeight w:val="581"/>
        </w:trPr>
        <w:tc>
          <w:tcPr>
            <w:tcW w:w="9606" w:type="dxa"/>
            <w:gridSpan w:val="8"/>
            <w:vAlign w:val="center"/>
          </w:tcPr>
          <w:p w:rsidR="006F6E26" w:rsidRPr="008F2DA3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</w:pPr>
            <w:r w:rsidRPr="008F2DA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>12 липня</w:t>
            </w:r>
          </w:p>
          <w:p w:rsidR="006F6E26" w:rsidRPr="008F2DA3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</w:pPr>
            <w:r w:rsidRPr="008F2DA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>Свято Апостолів Петра і Павла</w:t>
            </w:r>
          </w:p>
          <w:p w:rsidR="006F6E26" w:rsidRPr="0067755D" w:rsidRDefault="006F6E26" w:rsidP="0067755D">
            <w:pPr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uk-UA"/>
              </w:rPr>
            </w:pPr>
          </w:p>
        </w:tc>
      </w:tr>
      <w:tr w:rsidR="006F6E26" w:rsidRPr="005609F4" w:rsidTr="001A77FE">
        <w:trPr>
          <w:trHeight w:val="581"/>
        </w:trPr>
        <w:tc>
          <w:tcPr>
            <w:tcW w:w="6588" w:type="dxa"/>
            <w:gridSpan w:val="6"/>
            <w:vAlign w:val="center"/>
          </w:tcPr>
          <w:p w:rsidR="006F6E26" w:rsidRPr="0067755D" w:rsidRDefault="006F6E26" w:rsidP="001A77F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Семінар щодо впровадження нового  Державного стандарту  початкової загальної освіти для</w:t>
            </w:r>
          </w:p>
          <w:p w:rsidR="006F6E26" w:rsidRPr="0067755D" w:rsidRDefault="006F6E26" w:rsidP="001A77F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вчителів  англійської мови Тарутинського району, які викладатимуть у перших класах Нової української школи (за графіком)</w:t>
            </w:r>
          </w:p>
          <w:p w:rsidR="006F6E26" w:rsidRPr="0067755D" w:rsidRDefault="006F6E26" w:rsidP="001A77F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6F6E26" w:rsidRPr="001A77FE" w:rsidRDefault="006F6E26" w:rsidP="001A77F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(Відповідальна: Задорожна Л.К.)</w:t>
            </w:r>
          </w:p>
        </w:tc>
        <w:tc>
          <w:tcPr>
            <w:tcW w:w="3018" w:type="dxa"/>
            <w:gridSpan w:val="2"/>
            <w:vAlign w:val="center"/>
          </w:tcPr>
          <w:p w:rsidR="006F6E26" w:rsidRPr="0067755D" w:rsidRDefault="006F6E26" w:rsidP="001A77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Тарутинський НВК</w:t>
            </w:r>
          </w:p>
          <w:p w:rsidR="006F6E26" w:rsidRPr="008F2DA3" w:rsidRDefault="006F6E26" w:rsidP="001A77F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«ЗОШ І-ІІІ ступенів-ліцей-ДНЗ»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6F6E26" w:rsidRPr="001A77FE" w:rsidTr="001A77FE">
        <w:trPr>
          <w:trHeight w:val="581"/>
        </w:trPr>
        <w:tc>
          <w:tcPr>
            <w:tcW w:w="6588" w:type="dxa"/>
            <w:gridSpan w:val="6"/>
            <w:vAlign w:val="center"/>
          </w:tcPr>
          <w:p w:rsidR="006F6E26" w:rsidRPr="0067755D" w:rsidRDefault="006F6E26" w:rsidP="00181B0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Забезпечення проведення експертних зустрічей у форматі відеоконференцій для обговорення пріоритетів діяльності Уряду</w:t>
            </w:r>
          </w:p>
          <w:p w:rsidR="006F6E26" w:rsidRPr="0067755D" w:rsidRDefault="006F6E26" w:rsidP="00181B0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6F6E26" w:rsidRPr="0067755D" w:rsidRDefault="006F6E26" w:rsidP="00181B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(Відповідальна: Васілашко О.С.)</w:t>
            </w:r>
          </w:p>
        </w:tc>
        <w:tc>
          <w:tcPr>
            <w:tcW w:w="3018" w:type="dxa"/>
            <w:gridSpan w:val="2"/>
            <w:vAlign w:val="center"/>
          </w:tcPr>
          <w:p w:rsidR="006F6E26" w:rsidRPr="0067755D" w:rsidRDefault="006F6E26" w:rsidP="001A77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65032, м. Одеса, проспект Шевченка, 4, каб. 632</w:t>
            </w:r>
          </w:p>
        </w:tc>
      </w:tr>
      <w:tr w:rsidR="006F6E26" w:rsidRPr="0067755D" w:rsidTr="0067755D">
        <w:trPr>
          <w:trHeight w:val="699"/>
        </w:trPr>
        <w:tc>
          <w:tcPr>
            <w:tcW w:w="6628" w:type="dxa"/>
            <w:gridSpan w:val="7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Фестиваль «Тилігул - Козак – Фест» на честь Дня народження атамана Калнишевського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(Виконавець: Березівська РДА.)</w:t>
            </w:r>
          </w:p>
        </w:tc>
        <w:tc>
          <w:tcPr>
            <w:tcW w:w="2978" w:type="dxa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с. Степанівка, спортивно-оздоровчий комплекс «Екшн сіті». Основним елементом проведення свята є ознайомлення глядачів з історією козацтва на Одещині. У програмі лунають козацькі пісні, проводяться різні видовищні козацькі забави.</w:t>
            </w:r>
          </w:p>
        </w:tc>
      </w:tr>
      <w:tr w:rsidR="006F6E26" w:rsidRPr="0067755D" w:rsidTr="0067755D">
        <w:trPr>
          <w:trHeight w:val="699"/>
        </w:trPr>
        <w:tc>
          <w:tcPr>
            <w:tcW w:w="6628" w:type="dxa"/>
            <w:gridSpan w:val="7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День села Дмитрівка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uk-UA"/>
              </w:rPr>
            </w:pP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(Виконавець: Болградська РДА)</w:t>
            </w:r>
          </w:p>
        </w:tc>
        <w:tc>
          <w:tcPr>
            <w:tcW w:w="2978" w:type="dxa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Дмитрівський БК, стадіон, мешканці села, гості</w:t>
            </w:r>
          </w:p>
        </w:tc>
      </w:tr>
      <w:tr w:rsidR="006F6E26" w:rsidRPr="0067755D" w:rsidTr="0067755D">
        <w:trPr>
          <w:trHeight w:val="699"/>
        </w:trPr>
        <w:tc>
          <w:tcPr>
            <w:tcW w:w="6628" w:type="dxa"/>
            <w:gridSpan w:val="7"/>
            <w:vAlign w:val="center"/>
          </w:tcPr>
          <w:p w:rsidR="006F6E26" w:rsidRPr="008F2DA3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День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смт Лиманське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(Виконавець: Роздільнянська РДА)</w:t>
            </w:r>
          </w:p>
        </w:tc>
        <w:tc>
          <w:tcPr>
            <w:tcW w:w="2978" w:type="dxa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смт Лиманське (Лиманська с/р)</w:t>
            </w:r>
          </w:p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Щорічне свято – Х</w:t>
            </w: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рам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67755D">
              <w:rPr>
                <w:rFonts w:ascii="Times New Roman" w:hAnsi="Times New Roman"/>
                <w:sz w:val="28"/>
                <w:szCs w:val="28"/>
              </w:rPr>
              <w:t xml:space="preserve">масове гуляння, з запрошенням творчих колективів </w:t>
            </w:r>
          </w:p>
        </w:tc>
      </w:tr>
      <w:tr w:rsidR="006F6E26" w:rsidRPr="0067755D" w:rsidTr="0067755D">
        <w:trPr>
          <w:trHeight w:val="699"/>
        </w:trPr>
        <w:tc>
          <w:tcPr>
            <w:tcW w:w="6628" w:type="dxa"/>
            <w:gridSpan w:val="7"/>
            <w:vAlign w:val="center"/>
          </w:tcPr>
          <w:p w:rsidR="006F6E26" w:rsidRPr="0067755D" w:rsidRDefault="006F6E26" w:rsidP="0067755D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Проведення тематичної перевірки роботи архівного підрозділу «Виробниче об’єднання з бджіловодства «Одесбджолопром»</w:t>
            </w:r>
          </w:p>
          <w:p w:rsidR="006F6E26" w:rsidRPr="0067755D" w:rsidRDefault="006F6E26" w:rsidP="0067755D">
            <w:pPr>
              <w:snapToGrid w:val="0"/>
              <w:spacing w:after="0" w:line="240" w:lineRule="auto"/>
              <w:jc w:val="both"/>
              <w:rPr>
                <w:szCs w:val="28"/>
                <w:lang w:val="uk-UA"/>
              </w:rPr>
            </w:pPr>
          </w:p>
          <w:p w:rsidR="006F6E26" w:rsidRPr="0067755D" w:rsidRDefault="006F6E26" w:rsidP="0067755D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6F6E26" w:rsidRPr="00181B0A" w:rsidRDefault="006F6E26" w:rsidP="00181B0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(Відповідальна: Ксендзик О.І.)</w:t>
            </w:r>
          </w:p>
        </w:tc>
        <w:tc>
          <w:tcPr>
            <w:tcW w:w="2978" w:type="dxa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За місцем розташування установи</w:t>
            </w:r>
          </w:p>
          <w:p w:rsidR="006F6E26" w:rsidRPr="0067755D" w:rsidRDefault="006F6E26" w:rsidP="0067755D">
            <w:pPr>
              <w:snapToGrid w:val="0"/>
              <w:spacing w:after="0" w:line="240" w:lineRule="auto"/>
              <w:ind w:left="142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(вул. Мала Арнаутська, 111)</w:t>
            </w:r>
          </w:p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6F6E26" w:rsidRPr="0067755D" w:rsidTr="0067755D">
        <w:trPr>
          <w:trHeight w:val="699"/>
        </w:trPr>
        <w:tc>
          <w:tcPr>
            <w:tcW w:w="6628" w:type="dxa"/>
            <w:gridSpan w:val="7"/>
            <w:vAlign w:val="center"/>
          </w:tcPr>
          <w:p w:rsidR="006F6E26" w:rsidRPr="0067755D" w:rsidRDefault="006F6E26" w:rsidP="0067755D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Особистий виїзний прийом громадян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директором Департаменту житлово-комунального господарства та енергоефективності облдержадміністрації</w:t>
            </w:r>
          </w:p>
          <w:p w:rsidR="006F6E26" w:rsidRPr="0067755D" w:rsidRDefault="006F6E26" w:rsidP="0067755D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6F6E26" w:rsidRPr="0067755D" w:rsidRDefault="006F6E26" w:rsidP="0067755D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(Відповідальний: Шалигайло А.І.)</w:t>
            </w:r>
          </w:p>
        </w:tc>
        <w:tc>
          <w:tcPr>
            <w:tcW w:w="2978" w:type="dxa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Лиманська РДА</w:t>
            </w:r>
          </w:p>
        </w:tc>
      </w:tr>
      <w:tr w:rsidR="006F6E26" w:rsidRPr="0067755D" w:rsidTr="0067755D">
        <w:trPr>
          <w:trHeight w:val="596"/>
        </w:trPr>
        <w:tc>
          <w:tcPr>
            <w:tcW w:w="9606" w:type="dxa"/>
            <w:gridSpan w:val="8"/>
            <w:vAlign w:val="center"/>
          </w:tcPr>
          <w:p w:rsidR="006F6E26" w:rsidRPr="00181B0A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</w:pPr>
            <w:r w:rsidRPr="00181B0A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>13 липня</w:t>
            </w:r>
          </w:p>
          <w:p w:rsidR="006F6E26" w:rsidRPr="00181B0A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</w:pPr>
            <w:r w:rsidRPr="00181B0A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>День дванадцяти апостолів</w:t>
            </w:r>
          </w:p>
          <w:p w:rsidR="006F6E26" w:rsidRPr="0067755D" w:rsidRDefault="006F6E26" w:rsidP="0067755D">
            <w:pPr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uk-UA"/>
              </w:rPr>
            </w:pPr>
          </w:p>
        </w:tc>
      </w:tr>
      <w:tr w:rsidR="006F6E26" w:rsidRPr="0067755D" w:rsidTr="0067755D">
        <w:trPr>
          <w:trHeight w:val="596"/>
        </w:trPr>
        <w:tc>
          <w:tcPr>
            <w:tcW w:w="6628" w:type="dxa"/>
            <w:gridSpan w:val="7"/>
            <w:vAlign w:val="center"/>
          </w:tcPr>
          <w:p w:rsidR="006F6E26" w:rsidRPr="0067755D" w:rsidRDefault="006F6E26" w:rsidP="0067755D">
            <w:pPr>
              <w:pStyle w:val="NormalWeb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7755D">
              <w:rPr>
                <w:sz w:val="28"/>
                <w:szCs w:val="28"/>
              </w:rPr>
              <w:t>Проведення публічних громадських обговорень стосовно питань забезпечення участі громадськості у формуванні та реалізації державної політики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  <w:t xml:space="preserve"> 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uk-UA"/>
              </w:rPr>
            </w:pP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(Відповідальні: Колцун Д.Л., Кисіль Ю.М.)</w:t>
            </w:r>
          </w:p>
        </w:tc>
        <w:tc>
          <w:tcPr>
            <w:tcW w:w="2978" w:type="dxa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65107, м. Одеса, вул. Канатна, 83,</w:t>
            </w:r>
            <w:r w:rsidRPr="0067755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br/>
              <w:t>каб. 519</w:t>
            </w:r>
          </w:p>
        </w:tc>
      </w:tr>
      <w:tr w:rsidR="006F6E26" w:rsidRPr="005609F4" w:rsidTr="0067755D">
        <w:trPr>
          <w:trHeight w:val="596"/>
        </w:trPr>
        <w:tc>
          <w:tcPr>
            <w:tcW w:w="6628" w:type="dxa"/>
            <w:gridSpan w:val="7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Семінар щодо впровадження нового  Державного стандарту  початкової загальної освіти для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вчителів  англійської мови Тарутинського району, які викладатимуть у перших класах Нової української школи                    (за графіком)</w:t>
            </w:r>
            <w:r w:rsidRPr="0067755D"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uk-UA"/>
              </w:rPr>
              <w:t xml:space="preserve"> 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FF0000"/>
                <w:sz w:val="20"/>
                <w:szCs w:val="20"/>
                <w:lang w:val="uk-UA"/>
              </w:rPr>
            </w:pPr>
            <w:r w:rsidRPr="0067755D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(Відповідальна: Задорожна Л.К.)</w:t>
            </w:r>
            <w:r w:rsidRPr="0067755D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uk-UA"/>
              </w:rPr>
              <w:tab/>
            </w:r>
          </w:p>
        </w:tc>
        <w:tc>
          <w:tcPr>
            <w:tcW w:w="2978" w:type="dxa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Тарутинський НВК</w:t>
            </w:r>
          </w:p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«ЗОШ І-ІІІ ступенів-ліцей-ДНЗ»</w:t>
            </w:r>
          </w:p>
        </w:tc>
      </w:tr>
      <w:tr w:rsidR="006F6E26" w:rsidRPr="0067755D" w:rsidTr="0067755D">
        <w:trPr>
          <w:trHeight w:val="596"/>
        </w:trPr>
        <w:tc>
          <w:tcPr>
            <w:tcW w:w="6628" w:type="dxa"/>
            <w:gridSpan w:val="7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Єдине фахове вступне випробування (з права та загальних навчальних правничих компетентностей)</w:t>
            </w:r>
            <w:r w:rsidRPr="0067755D"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  <w:t xml:space="preserve"> 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rPr>
                <w:lang w:val="uk-UA"/>
              </w:rPr>
            </w:pPr>
            <w:r w:rsidRPr="0067755D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(Відповідальний: Лончак О.А.)</w:t>
            </w:r>
          </w:p>
        </w:tc>
        <w:tc>
          <w:tcPr>
            <w:tcW w:w="2978" w:type="dxa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Пункти ЗНО відповідно до затвердженого переліку,</w:t>
            </w:r>
          </w:p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м. Одеса</w:t>
            </w:r>
          </w:p>
        </w:tc>
      </w:tr>
      <w:tr w:rsidR="006F6E26" w:rsidRPr="0067755D" w:rsidTr="0067755D">
        <w:trPr>
          <w:trHeight w:val="596"/>
        </w:trPr>
        <w:tc>
          <w:tcPr>
            <w:tcW w:w="6628" w:type="dxa"/>
            <w:gridSpan w:val="7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Нарада керівників закладів освіти обласної комунальної власності щодо підготовки закладів освіти до нового навчального року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bCs/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(Відповідальна: Углік О.В.)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978" w:type="dxa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м. Одеса, вул. Канатна, 83, кабінет 519 (зала засідань)</w:t>
            </w:r>
          </w:p>
        </w:tc>
      </w:tr>
      <w:tr w:rsidR="006F6E26" w:rsidRPr="0067755D" w:rsidTr="0067755D">
        <w:trPr>
          <w:trHeight w:val="596"/>
        </w:trPr>
        <w:tc>
          <w:tcPr>
            <w:tcW w:w="6628" w:type="dxa"/>
            <w:gridSpan w:val="7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Кубок Чорноморського яхт клубу з нагоди 143 річчя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sz w:val="28"/>
                <w:szCs w:val="28"/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ind w:firstLine="33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(Відповідальні: Кольчак В.А.,  Вітебський Є.С.)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2978" w:type="dxa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м. Одеса, ДП «Чорноморський яхт-клуб»</w:t>
            </w:r>
          </w:p>
        </w:tc>
      </w:tr>
      <w:tr w:rsidR="006F6E26" w:rsidRPr="0067755D" w:rsidTr="0067755D">
        <w:trPr>
          <w:trHeight w:val="596"/>
        </w:trPr>
        <w:tc>
          <w:tcPr>
            <w:tcW w:w="9606" w:type="dxa"/>
            <w:gridSpan w:val="8"/>
            <w:vAlign w:val="center"/>
          </w:tcPr>
          <w:p w:rsidR="006F6E26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</w:pPr>
          </w:p>
          <w:p w:rsidR="006F6E26" w:rsidRPr="00A20484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</w:pPr>
            <w:r w:rsidRPr="00A20484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>14 липня</w:t>
            </w:r>
          </w:p>
          <w:p w:rsidR="006F6E26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</w:pPr>
            <w:r w:rsidRPr="00A20484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>День взяття Бастилії</w:t>
            </w:r>
          </w:p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uk-UA"/>
              </w:rPr>
            </w:pPr>
          </w:p>
        </w:tc>
      </w:tr>
      <w:tr w:rsidR="006F6E26" w:rsidRPr="0067755D" w:rsidTr="0067755D">
        <w:trPr>
          <w:trHeight w:val="596"/>
        </w:trPr>
        <w:tc>
          <w:tcPr>
            <w:tcW w:w="6628" w:type="dxa"/>
            <w:gridSpan w:val="7"/>
            <w:vAlign w:val="center"/>
          </w:tcPr>
          <w:p w:rsidR="006F6E26" w:rsidRPr="0067755D" w:rsidRDefault="006F6E26" w:rsidP="0067755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Вшанування пам’яті </w:t>
            </w:r>
            <w:r w:rsidRPr="0067755D">
              <w:rPr>
                <w:rFonts w:ascii="Times New Roman" w:hAnsi="Times New Roman"/>
                <w:bCs/>
                <w:sz w:val="28"/>
                <w:szCs w:val="28"/>
              </w:rPr>
              <w:t>молдавського поета, уродженця с. Приозерне</w:t>
            </w:r>
            <w:r w:rsidRPr="0067755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67755D">
              <w:rPr>
                <w:rFonts w:ascii="Times New Roman" w:hAnsi="Times New Roman"/>
                <w:bCs/>
                <w:sz w:val="28"/>
                <w:szCs w:val="28"/>
              </w:rPr>
              <w:t>П.П. Боцу (1933 – 1987)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uk-UA"/>
              </w:rPr>
            </w:pP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(Виконавець: Кілійська РДА)</w:t>
            </w:r>
          </w:p>
        </w:tc>
        <w:tc>
          <w:tcPr>
            <w:tcW w:w="2978" w:type="dxa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 xml:space="preserve">Урочисте покладання квітів до пам’ятника </w:t>
            </w:r>
            <w:r w:rsidRPr="0067755D">
              <w:rPr>
                <w:rFonts w:ascii="Times New Roman" w:hAnsi="Times New Roman"/>
                <w:bCs/>
                <w:sz w:val="28"/>
                <w:szCs w:val="28"/>
              </w:rPr>
              <w:t>П.П. Боцу в с. Приозерне</w:t>
            </w:r>
          </w:p>
        </w:tc>
      </w:tr>
      <w:tr w:rsidR="006F6E26" w:rsidRPr="0067755D" w:rsidTr="0067755D">
        <w:trPr>
          <w:trHeight w:val="596"/>
        </w:trPr>
        <w:tc>
          <w:tcPr>
            <w:tcW w:w="6628" w:type="dxa"/>
            <w:gridSpan w:val="7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FF0000"/>
                <w:sz w:val="18"/>
                <w:szCs w:val="1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Всеукраїнські змагання «Відкритий чемпіонат Одеської області з картингу» - ІІ етап</w:t>
            </w:r>
            <w:r w:rsidRPr="0067755D">
              <w:rPr>
                <w:rFonts w:ascii="Times New Roman" w:hAnsi="Times New Roman"/>
                <w:b/>
                <w:i/>
                <w:color w:val="FF0000"/>
                <w:sz w:val="18"/>
                <w:szCs w:val="18"/>
                <w:lang w:val="uk-UA"/>
              </w:rPr>
              <w:t xml:space="preserve"> 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FF0000"/>
                <w:sz w:val="18"/>
                <w:szCs w:val="18"/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uk-UA"/>
              </w:rPr>
            </w:pP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(Відповідальні: </w:t>
            </w:r>
            <w:r w:rsidRPr="0067755D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Кольчак В.А., Коломієць В.В.</w:t>
            </w: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2978" w:type="dxa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м. Одеса, 6 км Овідіопольської дороги</w:t>
            </w:r>
          </w:p>
        </w:tc>
      </w:tr>
      <w:tr w:rsidR="006F6E26" w:rsidRPr="0067755D" w:rsidTr="0067755D">
        <w:trPr>
          <w:trHeight w:val="596"/>
        </w:trPr>
        <w:tc>
          <w:tcPr>
            <w:tcW w:w="9606" w:type="dxa"/>
            <w:gridSpan w:val="8"/>
            <w:vAlign w:val="center"/>
          </w:tcPr>
          <w:p w:rsidR="006F6E26" w:rsidRPr="00A20484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</w:pPr>
            <w:r w:rsidRPr="00A20484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>15 липня</w:t>
            </w:r>
          </w:p>
          <w:p w:rsidR="006F6E26" w:rsidRPr="00A20484" w:rsidRDefault="006F6E26" w:rsidP="0067755D">
            <w:pPr>
              <w:pStyle w:val="Heading2"/>
              <w:shd w:val="clear" w:color="auto" w:fill="FFFFFF"/>
              <w:spacing w:before="75" w:line="480" w:lineRule="atLeast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A20484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День металурга (День працівників металургійної та гірничодобувної промисловості)</w:t>
            </w:r>
          </w:p>
          <w:p w:rsidR="006F6E26" w:rsidRPr="00A20484" w:rsidRDefault="006F6E26" w:rsidP="0067755D">
            <w:pPr>
              <w:pStyle w:val="Heading2"/>
              <w:shd w:val="clear" w:color="auto" w:fill="FFFFFF"/>
              <w:spacing w:before="75" w:line="480" w:lineRule="atLeast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A20484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День українських миротворців</w:t>
            </w:r>
          </w:p>
          <w:p w:rsidR="006F6E26" w:rsidRPr="00A20484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F6E26" w:rsidRPr="0067755D" w:rsidTr="0067755D">
        <w:trPr>
          <w:trHeight w:val="596"/>
        </w:trPr>
        <w:tc>
          <w:tcPr>
            <w:tcW w:w="9606" w:type="dxa"/>
            <w:gridSpan w:val="8"/>
            <w:vAlign w:val="center"/>
          </w:tcPr>
          <w:p w:rsidR="006F6E26" w:rsidRPr="00A20484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</w:pPr>
            <w:r w:rsidRPr="00A20484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>16 липня</w:t>
            </w:r>
          </w:p>
          <w:p w:rsidR="006F6E26" w:rsidRPr="00A20484" w:rsidRDefault="006F6E26" w:rsidP="0067755D">
            <w:pPr>
              <w:pStyle w:val="Heading2"/>
              <w:shd w:val="clear" w:color="auto" w:fill="FFFFFF"/>
              <w:spacing w:before="75" w:line="480" w:lineRule="atLeast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A20484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День бухгалтера України</w:t>
            </w:r>
          </w:p>
          <w:p w:rsidR="006F6E26" w:rsidRPr="00A20484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</w:pPr>
            <w:r w:rsidRPr="00A20484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>Верховна Рада УРСР прийняла Декларацію про державний суверенітет України (1990 рік)</w:t>
            </w:r>
          </w:p>
          <w:p w:rsidR="006F6E26" w:rsidRPr="00A20484" w:rsidRDefault="006F6E26" w:rsidP="0067755D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</w:pPr>
          </w:p>
        </w:tc>
      </w:tr>
      <w:tr w:rsidR="006F6E26" w:rsidRPr="0067755D" w:rsidTr="0067755D">
        <w:trPr>
          <w:trHeight w:val="596"/>
        </w:trPr>
        <w:tc>
          <w:tcPr>
            <w:tcW w:w="6628" w:type="dxa"/>
            <w:gridSpan w:val="7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Річниця смерті Ковальчука Костянтина Миколайовича, учасника АТО</w:t>
            </w: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. Вшанування пам’яті загиблих воїнів – учасників АТО, покладання квітів та вінків до місць поховань, зустріч з батьками та сім’ями загиблих. с. Смолянка</w:t>
            </w:r>
            <w:r w:rsidRPr="0067755D"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  <w:t xml:space="preserve"> 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8"/>
                <w:szCs w:val="18"/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FF0000"/>
                <w:sz w:val="20"/>
                <w:szCs w:val="20"/>
                <w:lang w:val="uk-UA"/>
              </w:rPr>
            </w:pP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(Виконавець: Кодимська РДА)</w:t>
            </w:r>
          </w:p>
        </w:tc>
        <w:tc>
          <w:tcPr>
            <w:tcW w:w="2978" w:type="dxa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Кодимський район</w:t>
            </w:r>
            <w:r w:rsidRPr="0067755D"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6F6E26" w:rsidRPr="0067755D" w:rsidTr="0067755D">
        <w:trPr>
          <w:trHeight w:val="596"/>
        </w:trPr>
        <w:tc>
          <w:tcPr>
            <w:tcW w:w="6628" w:type="dxa"/>
            <w:gridSpan w:val="7"/>
            <w:vAlign w:val="center"/>
          </w:tcPr>
          <w:p w:rsidR="006F6E26" w:rsidRPr="0067755D" w:rsidRDefault="006F6E26" w:rsidP="0067755D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Прес-конференція за участю к.м.н.,  заслуженого лікаря України, завідувача нейрохірургічним відділенням КУ «Одеська обласна клінічна лікарня», головного позаштатного нейрохірурга Департаменту охорони здоров’я облдержадміністрації Аксьонова В.В. з питання: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1. Сучасні методи лікування захворювань головного та спинного мозку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 w:rsidRPr="0067755D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uk-UA"/>
              </w:rPr>
            </w:pPr>
            <w:r w:rsidRPr="0067755D">
              <w:rPr>
                <w:rFonts w:ascii="Times New Roman" w:hAnsi="Times New Roman"/>
                <w:sz w:val="20"/>
                <w:szCs w:val="20"/>
              </w:rPr>
              <w:t>(</w:t>
            </w: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В</w:t>
            </w:r>
            <w:r w:rsidRPr="0067755D">
              <w:rPr>
                <w:rFonts w:ascii="Times New Roman" w:hAnsi="Times New Roman"/>
                <w:sz w:val="20"/>
                <w:szCs w:val="20"/>
              </w:rPr>
              <w:t>ідповідальн</w:t>
            </w: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а:</w:t>
            </w:r>
            <w:r w:rsidRPr="0067755D">
              <w:rPr>
                <w:rFonts w:ascii="Times New Roman" w:hAnsi="Times New Roman"/>
                <w:sz w:val="20"/>
                <w:szCs w:val="20"/>
              </w:rPr>
              <w:t xml:space="preserve"> Пастернак О</w:t>
            </w: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  <w:r w:rsidRPr="0067755D">
              <w:rPr>
                <w:rFonts w:ascii="Times New Roman" w:hAnsi="Times New Roman"/>
                <w:sz w:val="20"/>
                <w:szCs w:val="20"/>
              </w:rPr>
              <w:t>В</w:t>
            </w: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  <w:r w:rsidRPr="0067755D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978" w:type="dxa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вул. Канатна, 83,</w:t>
            </w:r>
            <w:r w:rsidRPr="0067755D">
              <w:rPr>
                <w:rFonts w:ascii="Times New Roman" w:hAnsi="Times New Roman"/>
                <w:sz w:val="28"/>
                <w:szCs w:val="28"/>
              </w:rPr>
              <w:br/>
              <w:t>3 поверх,</w:t>
            </w:r>
            <w:r w:rsidRPr="0067755D">
              <w:rPr>
                <w:rFonts w:ascii="Times New Roman" w:hAnsi="Times New Roman"/>
                <w:sz w:val="28"/>
                <w:szCs w:val="28"/>
              </w:rPr>
              <w:br/>
              <w:t>мала конференц-зала</w:t>
            </w:r>
          </w:p>
        </w:tc>
      </w:tr>
      <w:tr w:rsidR="006F6E26" w:rsidRPr="0067755D" w:rsidTr="0067755D">
        <w:trPr>
          <w:trHeight w:val="596"/>
        </w:trPr>
        <w:tc>
          <w:tcPr>
            <w:tcW w:w="6628" w:type="dxa"/>
            <w:gridSpan w:val="7"/>
            <w:vAlign w:val="center"/>
          </w:tcPr>
          <w:p w:rsidR="006F6E26" w:rsidRPr="0067755D" w:rsidRDefault="006F6E26" w:rsidP="0067755D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Міжнародний турнір</w:t>
            </w: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 боксу</w:t>
            </w:r>
            <w:r w:rsidRPr="0067755D">
              <w:rPr>
                <w:rFonts w:ascii="Times New Roman" w:hAnsi="Times New Roman"/>
                <w:sz w:val="28"/>
                <w:szCs w:val="28"/>
              </w:rPr>
              <w:t xml:space="preserve"> класу </w:t>
            </w: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«</w:t>
            </w:r>
            <w:r w:rsidRPr="0067755D">
              <w:rPr>
                <w:rFonts w:ascii="Times New Roman" w:hAnsi="Times New Roman"/>
                <w:sz w:val="28"/>
                <w:szCs w:val="28"/>
              </w:rPr>
              <w:t>А</w:t>
            </w: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»</w:t>
            </w:r>
            <w:r w:rsidRPr="0067755D">
              <w:rPr>
                <w:rFonts w:ascii="Times New Roman" w:hAnsi="Times New Roman"/>
                <w:sz w:val="28"/>
                <w:szCs w:val="28"/>
              </w:rPr>
              <w:t xml:space="preserve"> «Пам'яті С. Трестіна»</w:t>
            </w: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серед спортсменів</w:t>
            </w:r>
            <w:r w:rsidRPr="0067755D">
              <w:rPr>
                <w:rFonts w:ascii="Times New Roman" w:hAnsi="Times New Roman"/>
                <w:sz w:val="28"/>
                <w:szCs w:val="28"/>
              </w:rPr>
              <w:t xml:space="preserve"> 1999 р.н. і старш</w:t>
            </w: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их</w:t>
            </w:r>
          </w:p>
          <w:p w:rsidR="006F6E26" w:rsidRPr="0067755D" w:rsidRDefault="006F6E26" w:rsidP="0067755D">
            <w:pPr>
              <w:pStyle w:val="ListParagraph"/>
              <w:spacing w:after="0" w:line="240" w:lineRule="auto"/>
              <w:ind w:left="0"/>
              <w:jc w:val="both"/>
              <w:rPr>
                <w:sz w:val="28"/>
                <w:szCs w:val="28"/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uk-UA"/>
              </w:rPr>
            </w:pP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(Відповідальні: </w:t>
            </w:r>
            <w:r w:rsidRPr="0067755D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Кольчак В.А., Крижановський О.С.</w:t>
            </w: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2978" w:type="dxa"/>
            <w:vAlign w:val="center"/>
          </w:tcPr>
          <w:p w:rsidR="006F6E26" w:rsidRPr="0067755D" w:rsidRDefault="006F6E26" w:rsidP="0067755D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м. Одеса, Фонтанська дорога, 23, спорткомплекс</w:t>
            </w:r>
          </w:p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«НУ ОНЮА»</w:t>
            </w:r>
          </w:p>
        </w:tc>
      </w:tr>
      <w:tr w:rsidR="006F6E26" w:rsidRPr="0067755D" w:rsidTr="0067755D">
        <w:trPr>
          <w:trHeight w:val="596"/>
        </w:trPr>
        <w:tc>
          <w:tcPr>
            <w:tcW w:w="9606" w:type="dxa"/>
            <w:gridSpan w:val="8"/>
            <w:vAlign w:val="center"/>
          </w:tcPr>
          <w:p w:rsidR="006F6E26" w:rsidRPr="00A20484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</w:pPr>
          </w:p>
          <w:p w:rsidR="006F6E26" w:rsidRPr="00A20484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</w:pPr>
            <w:r w:rsidRPr="00A20484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>17 липня</w:t>
            </w:r>
          </w:p>
          <w:p w:rsidR="006F6E26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</w:pPr>
            <w:r w:rsidRPr="00A20484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>День етнографа</w:t>
            </w:r>
          </w:p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uk-UA"/>
              </w:rPr>
            </w:pPr>
          </w:p>
        </w:tc>
      </w:tr>
      <w:tr w:rsidR="006F6E26" w:rsidRPr="0067755D" w:rsidTr="0067755D">
        <w:trPr>
          <w:trHeight w:val="596"/>
        </w:trPr>
        <w:tc>
          <w:tcPr>
            <w:tcW w:w="6628" w:type="dxa"/>
            <w:gridSpan w:val="7"/>
            <w:vAlign w:val="center"/>
          </w:tcPr>
          <w:p w:rsidR="006F6E26" w:rsidRPr="0067755D" w:rsidRDefault="006F6E26" w:rsidP="006775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 xml:space="preserve">112-та річниця з </w:t>
            </w: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  <w:r w:rsidRPr="0067755D">
              <w:rPr>
                <w:rFonts w:ascii="Times New Roman" w:hAnsi="Times New Roman"/>
                <w:sz w:val="28"/>
                <w:szCs w:val="28"/>
              </w:rPr>
              <w:t>ня народження Ведути Павла Пилиповича</w:t>
            </w:r>
          </w:p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0"/>
                <w:szCs w:val="20"/>
                <w:lang w:val="uk-UA"/>
              </w:rPr>
            </w:pP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(Виконавець: Березівська РДА)</w:t>
            </w:r>
          </w:p>
        </w:tc>
        <w:tc>
          <w:tcPr>
            <w:tcW w:w="2978" w:type="dxa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с. Ставкове. Основними елементами свята є: урочистості та концерт на честь пам'яті героя, виступи родичів та покладання квітів до пам'ятника Ведути.</w:t>
            </w:r>
          </w:p>
        </w:tc>
      </w:tr>
      <w:tr w:rsidR="006F6E26" w:rsidRPr="0067755D" w:rsidTr="0067755D">
        <w:trPr>
          <w:trHeight w:val="596"/>
        </w:trPr>
        <w:tc>
          <w:tcPr>
            <w:tcW w:w="6628" w:type="dxa"/>
            <w:gridSpan w:val="7"/>
            <w:vAlign w:val="center"/>
          </w:tcPr>
          <w:p w:rsidR="006F6E26" w:rsidRPr="0067755D" w:rsidRDefault="006F6E26" w:rsidP="006775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Проведення тематичної перевірки роботи служби діловодства управління інвестицій, міжнародного та міжрегіонального співробітництва облдержадміністрації</w:t>
            </w:r>
          </w:p>
          <w:p w:rsidR="006F6E26" w:rsidRPr="0067755D" w:rsidRDefault="006F6E26" w:rsidP="006775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(Відповідальна: Ксендзик О.І. )</w:t>
            </w:r>
          </w:p>
        </w:tc>
        <w:tc>
          <w:tcPr>
            <w:tcW w:w="2978" w:type="dxa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За місцем розташування установи</w:t>
            </w:r>
          </w:p>
          <w:p w:rsidR="006F6E26" w:rsidRPr="0067755D" w:rsidRDefault="006F6E26" w:rsidP="0067755D">
            <w:pPr>
              <w:pStyle w:val="ListParagraph"/>
              <w:spacing w:after="0" w:line="240" w:lineRule="auto"/>
              <w:ind w:left="142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(просп. Шевченка, 4)</w:t>
            </w:r>
          </w:p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F6E26" w:rsidRPr="0067755D" w:rsidTr="0067755D">
        <w:trPr>
          <w:trHeight w:val="596"/>
        </w:trPr>
        <w:tc>
          <w:tcPr>
            <w:tcW w:w="6628" w:type="dxa"/>
            <w:gridSpan w:val="7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Проведення зустрічей з представниками інститутів громадянського суспільства щодо питань забезпечення участі громадськості у формуванні та реалізації державної політики та вирішенні проблем місцевого значення</w:t>
            </w:r>
          </w:p>
          <w:p w:rsidR="006F6E26" w:rsidRPr="0067755D" w:rsidRDefault="006F6E26" w:rsidP="006775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(Відповідальні: Колцун Д.Л., Кисіль Ю.М.)</w:t>
            </w:r>
          </w:p>
          <w:p w:rsidR="006F6E26" w:rsidRPr="0067755D" w:rsidRDefault="006F6E26" w:rsidP="006775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978" w:type="dxa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65023, м. Одеса, вул. Садова, 5, ГС «Об’єднання ГО учасників АТО Одещини»</w:t>
            </w:r>
          </w:p>
        </w:tc>
      </w:tr>
      <w:tr w:rsidR="006F6E26" w:rsidRPr="0067755D" w:rsidTr="0067755D">
        <w:trPr>
          <w:trHeight w:val="596"/>
        </w:trPr>
        <w:tc>
          <w:tcPr>
            <w:tcW w:w="9606" w:type="dxa"/>
            <w:gridSpan w:val="8"/>
            <w:vAlign w:val="center"/>
          </w:tcPr>
          <w:p w:rsidR="006F6E26" w:rsidRPr="00A20484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</w:pPr>
            <w:r w:rsidRPr="00A20484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>19 липня</w:t>
            </w:r>
          </w:p>
        </w:tc>
      </w:tr>
      <w:tr w:rsidR="006F6E26" w:rsidRPr="0067755D" w:rsidTr="0067755D">
        <w:trPr>
          <w:trHeight w:val="596"/>
        </w:trPr>
        <w:tc>
          <w:tcPr>
            <w:tcW w:w="6628" w:type="dxa"/>
            <w:gridSpan w:val="7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Забезпечення проведення експертних зустрічей у форматі відеоконференцій для обговорення пріоритетів діяльності Уряду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(Відповідальна: Васілашко О.С.)</w:t>
            </w:r>
          </w:p>
        </w:tc>
        <w:tc>
          <w:tcPr>
            <w:tcW w:w="2978" w:type="dxa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65032, м. Одеса, проспект Шевченка, 4, каб. 632</w:t>
            </w:r>
          </w:p>
        </w:tc>
      </w:tr>
      <w:tr w:rsidR="006F6E26" w:rsidRPr="0067755D" w:rsidTr="0067755D">
        <w:trPr>
          <w:trHeight w:val="596"/>
        </w:trPr>
        <w:tc>
          <w:tcPr>
            <w:tcW w:w="6628" w:type="dxa"/>
            <w:gridSpan w:val="7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Всеукраїнський шаховий турнір «Сонячний пішак»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uk-UA"/>
              </w:rPr>
            </w:pP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(Відповідальні: </w:t>
            </w:r>
            <w:r w:rsidRPr="0067755D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Кольчак В.А., Білий В.</w:t>
            </w: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2978" w:type="dxa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м. Чорноморськ</w:t>
            </w:r>
          </w:p>
        </w:tc>
      </w:tr>
      <w:tr w:rsidR="006F6E26" w:rsidRPr="0067755D" w:rsidTr="0067755D">
        <w:trPr>
          <w:trHeight w:val="596"/>
        </w:trPr>
        <w:tc>
          <w:tcPr>
            <w:tcW w:w="9606" w:type="dxa"/>
            <w:gridSpan w:val="8"/>
            <w:vAlign w:val="center"/>
          </w:tcPr>
          <w:p w:rsidR="006F6E26" w:rsidRPr="00A20484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</w:pPr>
            <w:r w:rsidRPr="00A20484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>20 липня</w:t>
            </w:r>
          </w:p>
          <w:p w:rsidR="006F6E26" w:rsidRPr="00A20484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</w:pPr>
            <w:r w:rsidRPr="00A20484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>Міжнародний день шахіста</w:t>
            </w:r>
          </w:p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uk-UA"/>
              </w:rPr>
            </w:pPr>
            <w:r w:rsidRPr="00A20484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>День шахів в Україні</w:t>
            </w:r>
          </w:p>
        </w:tc>
      </w:tr>
      <w:tr w:rsidR="006F6E26" w:rsidRPr="0067755D" w:rsidTr="0067755D">
        <w:trPr>
          <w:trHeight w:val="596"/>
        </w:trPr>
        <w:tc>
          <w:tcPr>
            <w:tcW w:w="6628" w:type="dxa"/>
            <w:gridSpan w:val="7"/>
            <w:vAlign w:val="center"/>
          </w:tcPr>
          <w:p w:rsidR="006F6E26" w:rsidRPr="0067755D" w:rsidRDefault="006F6E26" w:rsidP="0067755D">
            <w:pPr>
              <w:pStyle w:val="NormalWeb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67755D">
              <w:rPr>
                <w:sz w:val="28"/>
                <w:szCs w:val="28"/>
              </w:rPr>
              <w:t>Проведення публічних громадських обговорень стосовно питань забезпечення участі громадськості у формуванні та реалізації державної політики</w:t>
            </w:r>
          </w:p>
          <w:p w:rsidR="006F6E26" w:rsidRPr="0067755D" w:rsidRDefault="006F6E26" w:rsidP="0067755D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  <w:p w:rsidR="006F6E26" w:rsidRPr="0067755D" w:rsidRDefault="006F6E26" w:rsidP="0067755D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  <w:r w:rsidRPr="0067755D">
              <w:rPr>
                <w:sz w:val="20"/>
                <w:szCs w:val="20"/>
                <w:lang w:val="uk-UA"/>
              </w:rPr>
              <w:t>(Відповідальні: Колцун Д.Л., Кисіль Ю.М.)</w:t>
            </w:r>
          </w:p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2978" w:type="dxa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65107, м. Одеса, вул. Канатна, 83,</w:t>
            </w:r>
            <w:r w:rsidRPr="0067755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br/>
              <w:t>каб. 519</w:t>
            </w:r>
          </w:p>
        </w:tc>
      </w:tr>
      <w:tr w:rsidR="006F6E26" w:rsidRPr="0067755D" w:rsidTr="0067755D">
        <w:trPr>
          <w:trHeight w:val="1065"/>
        </w:trPr>
        <w:tc>
          <w:tcPr>
            <w:tcW w:w="6628" w:type="dxa"/>
            <w:gridSpan w:val="7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Проведення виїзного прийому громадян у м. Ананьїв</w:t>
            </w:r>
            <w:r w:rsidRPr="0067755D"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  <w:t xml:space="preserve">  </w:t>
            </w: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керівництвом Державного архіву України  Одеської області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(Відповідальна: Ксендзик О.І.)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2978" w:type="dxa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За місцем розташування установи</w:t>
            </w:r>
          </w:p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(м. Ананьїв)</w:t>
            </w:r>
          </w:p>
        </w:tc>
      </w:tr>
      <w:tr w:rsidR="006F6E26" w:rsidRPr="0067755D" w:rsidTr="0067755D">
        <w:trPr>
          <w:trHeight w:val="1065"/>
        </w:trPr>
        <w:tc>
          <w:tcPr>
            <w:tcW w:w="6628" w:type="dxa"/>
            <w:gridSpan w:val="7"/>
            <w:vAlign w:val="center"/>
          </w:tcPr>
          <w:p w:rsidR="006F6E26" w:rsidRPr="0067755D" w:rsidRDefault="006F6E26" w:rsidP="0067755D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Проведення комплексної перевірки діяльності архівного відділу Ананьївської райдержадміністрації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(Відповідальна: Ксендзик О.І.)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978" w:type="dxa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За місцем розташування установи</w:t>
            </w:r>
          </w:p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(м. Ананьїв)</w:t>
            </w:r>
          </w:p>
        </w:tc>
      </w:tr>
      <w:tr w:rsidR="006F6E26" w:rsidRPr="0067755D" w:rsidTr="0067755D">
        <w:trPr>
          <w:trHeight w:val="1065"/>
        </w:trPr>
        <w:tc>
          <w:tcPr>
            <w:tcW w:w="6628" w:type="dxa"/>
            <w:gridSpan w:val="7"/>
            <w:vAlign w:val="center"/>
          </w:tcPr>
          <w:p w:rsidR="006F6E26" w:rsidRPr="0067755D" w:rsidRDefault="006F6E26" w:rsidP="006775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 xml:space="preserve">Змагання у програмі «День шахів </w:t>
            </w: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67755D">
              <w:rPr>
                <w:rFonts w:ascii="Times New Roman" w:hAnsi="Times New Roman"/>
                <w:sz w:val="28"/>
                <w:szCs w:val="28"/>
              </w:rPr>
              <w:t xml:space="preserve"> Україні»:</w:t>
            </w:r>
          </w:p>
          <w:p w:rsidR="006F6E26" w:rsidRPr="0067755D" w:rsidRDefault="006F6E26" w:rsidP="0067755D">
            <w:pPr>
              <w:pStyle w:val="NormalWeb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67755D">
              <w:rPr>
                <w:sz w:val="28"/>
                <w:szCs w:val="28"/>
              </w:rPr>
              <w:t>класика, швидкі шахи, блискавична гра</w:t>
            </w:r>
          </w:p>
          <w:p w:rsidR="006F6E26" w:rsidRPr="0067755D" w:rsidRDefault="006F6E26" w:rsidP="0067755D">
            <w:pPr>
              <w:pStyle w:val="NormalWeb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uk-UA"/>
              </w:rPr>
            </w:pP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(Відповідальні: </w:t>
            </w:r>
            <w:r w:rsidRPr="0067755D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Кольчак В.А.,, Голубев С.А.</w:t>
            </w: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)</w:t>
            </w:r>
          </w:p>
          <w:p w:rsidR="006F6E26" w:rsidRPr="0067755D" w:rsidRDefault="006F6E26" w:rsidP="0067755D">
            <w:pPr>
              <w:pStyle w:val="NormalWeb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78" w:type="dxa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м. Одеса, вул. Канатна, 95, ОШШК</w:t>
            </w:r>
          </w:p>
        </w:tc>
      </w:tr>
      <w:tr w:rsidR="006F6E26" w:rsidRPr="0067755D" w:rsidTr="0067755D">
        <w:trPr>
          <w:trHeight w:val="596"/>
        </w:trPr>
        <w:tc>
          <w:tcPr>
            <w:tcW w:w="9606" w:type="dxa"/>
            <w:gridSpan w:val="8"/>
            <w:vAlign w:val="center"/>
          </w:tcPr>
          <w:p w:rsidR="006F6E26" w:rsidRPr="00A20484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</w:pPr>
            <w:r w:rsidRPr="00A20484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>21 липня</w:t>
            </w:r>
          </w:p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uk-UA"/>
              </w:rPr>
            </w:pPr>
          </w:p>
        </w:tc>
      </w:tr>
      <w:tr w:rsidR="006F6E26" w:rsidRPr="0067755D" w:rsidTr="0067755D">
        <w:trPr>
          <w:trHeight w:val="596"/>
        </w:trPr>
        <w:tc>
          <w:tcPr>
            <w:tcW w:w="6628" w:type="dxa"/>
            <w:gridSpan w:val="7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Матч на Суперкубок України з футболу між командами «Шахтар» Донецьк – «Динамо» Київ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FF0000"/>
                <w:sz w:val="18"/>
                <w:szCs w:val="18"/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uk-UA"/>
              </w:rPr>
            </w:pP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(Відповідальні: </w:t>
            </w:r>
            <w:r w:rsidRPr="0067755D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В.А. Кольчак, Бібергал Д.Г.</w:t>
            </w: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)</w:t>
            </w:r>
          </w:p>
        </w:tc>
        <w:tc>
          <w:tcPr>
            <w:tcW w:w="2978" w:type="dxa"/>
            <w:vAlign w:val="center"/>
          </w:tcPr>
          <w:p w:rsidR="006F6E26" w:rsidRPr="0067755D" w:rsidRDefault="006F6E26" w:rsidP="0067755D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м. Одеса,</w:t>
            </w:r>
          </w:p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вул. Маразліївська, 1/20 стадіон «Чорноморець»</w:t>
            </w:r>
          </w:p>
        </w:tc>
      </w:tr>
      <w:tr w:rsidR="006F6E26" w:rsidRPr="0067755D" w:rsidTr="0067755D">
        <w:trPr>
          <w:trHeight w:val="596"/>
        </w:trPr>
        <w:tc>
          <w:tcPr>
            <w:tcW w:w="9606" w:type="dxa"/>
            <w:gridSpan w:val="8"/>
            <w:vAlign w:val="center"/>
          </w:tcPr>
          <w:p w:rsidR="006F6E26" w:rsidRPr="00A20484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</w:pPr>
            <w:r w:rsidRPr="00A20484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>23 липня</w:t>
            </w:r>
          </w:p>
          <w:p w:rsidR="006F6E26" w:rsidRPr="0067755D" w:rsidRDefault="006F6E26" w:rsidP="0067755D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6F6E26" w:rsidRPr="0067755D" w:rsidTr="0067755D">
        <w:trPr>
          <w:trHeight w:val="596"/>
        </w:trPr>
        <w:tc>
          <w:tcPr>
            <w:tcW w:w="6628" w:type="dxa"/>
            <w:gridSpan w:val="7"/>
            <w:vAlign w:val="center"/>
          </w:tcPr>
          <w:p w:rsidR="006F6E26" w:rsidRPr="0067755D" w:rsidRDefault="006F6E26" w:rsidP="0067755D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Прес-конференція за участю  заступника головного лікаря КУ «Одеська обласна дитяча клінічна  лікарня» Діланян І.</w:t>
            </w:r>
            <w:r w:rsidRPr="0067755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Р.; </w:t>
            </w: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головного позаштатного дитячого хірурга  департаменту охорони здоров’я облдержадміністрації Антонюка В.В.; головного позаштатного спеціаліста з дитячої ортопедії та травматології Попченко А.А. з питання: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1. Дитячий травматизм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 w:rsidRPr="0067755D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 xml:space="preserve"> 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</w:pP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(відповідальна: Пастернак О.В.)</w:t>
            </w:r>
          </w:p>
        </w:tc>
        <w:tc>
          <w:tcPr>
            <w:tcW w:w="2978" w:type="dxa"/>
            <w:vAlign w:val="center"/>
          </w:tcPr>
          <w:p w:rsidR="006F6E26" w:rsidRPr="0067755D" w:rsidRDefault="006F6E26" w:rsidP="0067755D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вул. Канатна, 83,</w:t>
            </w:r>
            <w:r w:rsidRPr="0067755D">
              <w:rPr>
                <w:rFonts w:ascii="Times New Roman" w:hAnsi="Times New Roman"/>
                <w:sz w:val="28"/>
                <w:szCs w:val="28"/>
              </w:rPr>
              <w:br/>
              <w:t>3 поверх,</w:t>
            </w:r>
            <w:r w:rsidRPr="0067755D">
              <w:rPr>
                <w:rFonts w:ascii="Times New Roman" w:hAnsi="Times New Roman"/>
                <w:sz w:val="28"/>
                <w:szCs w:val="28"/>
              </w:rPr>
              <w:br/>
              <w:t>мала конференц-зала</w:t>
            </w:r>
          </w:p>
        </w:tc>
      </w:tr>
      <w:tr w:rsidR="006F6E26" w:rsidRPr="0067755D" w:rsidTr="0067755D">
        <w:trPr>
          <w:trHeight w:val="596"/>
        </w:trPr>
        <w:tc>
          <w:tcPr>
            <w:tcW w:w="9606" w:type="dxa"/>
            <w:gridSpan w:val="8"/>
            <w:vAlign w:val="center"/>
          </w:tcPr>
          <w:p w:rsidR="006F6E26" w:rsidRPr="00A20484" w:rsidRDefault="006F6E26" w:rsidP="0067755D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</w:pPr>
            <w:r w:rsidRPr="00A20484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>24 липня</w:t>
            </w:r>
          </w:p>
          <w:p w:rsidR="006F6E26" w:rsidRPr="0067755D" w:rsidRDefault="006F6E26" w:rsidP="0067755D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</w:p>
        </w:tc>
      </w:tr>
      <w:tr w:rsidR="006F6E26" w:rsidRPr="0067755D" w:rsidTr="0067755D">
        <w:trPr>
          <w:trHeight w:val="596"/>
        </w:trPr>
        <w:tc>
          <w:tcPr>
            <w:tcW w:w="6628" w:type="dxa"/>
            <w:gridSpan w:val="7"/>
            <w:vAlign w:val="center"/>
          </w:tcPr>
          <w:p w:rsidR="006F6E26" w:rsidRPr="0067755D" w:rsidRDefault="006F6E26" w:rsidP="0067755D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Проведення комплексної перевірки роботи служби діловодства, Експертної комісії, архівного підрозділу Одеський нау</w:t>
            </w:r>
            <w:r w:rsidRPr="0067755D">
              <w:rPr>
                <w:rFonts w:ascii="Times New Roman" w:hAnsi="Times New Roman"/>
                <w:sz w:val="28"/>
                <w:szCs w:val="28"/>
              </w:rPr>
              <w:t>ково-дослідний інститут судових експертиз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FF0000"/>
                <w:sz w:val="18"/>
                <w:szCs w:val="18"/>
                <w:lang w:val="uk-UA"/>
              </w:rPr>
            </w:pPr>
            <w:r w:rsidRPr="0067755D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(Відповідальна: Ксендзик О.І.)</w:t>
            </w:r>
          </w:p>
        </w:tc>
        <w:tc>
          <w:tcPr>
            <w:tcW w:w="2978" w:type="dxa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За місцем розташування установи</w:t>
            </w:r>
          </w:p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(вул. Ланжеронівська, 21)</w:t>
            </w:r>
          </w:p>
        </w:tc>
      </w:tr>
      <w:tr w:rsidR="006F6E26" w:rsidRPr="0067755D" w:rsidTr="0067755D">
        <w:trPr>
          <w:trHeight w:val="596"/>
        </w:trPr>
        <w:tc>
          <w:tcPr>
            <w:tcW w:w="6628" w:type="dxa"/>
            <w:gridSpan w:val="7"/>
            <w:vAlign w:val="center"/>
          </w:tcPr>
          <w:p w:rsidR="006F6E26" w:rsidRPr="0067755D" w:rsidRDefault="006F6E26" w:rsidP="0067755D">
            <w:pPr>
              <w:keepNext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 xml:space="preserve">Проведення апаратної наради </w:t>
            </w: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департаменту охорони здоров</w:t>
            </w:r>
            <w:r w:rsidRPr="0067755D">
              <w:rPr>
                <w:rFonts w:ascii="Times New Roman" w:hAnsi="Times New Roman"/>
                <w:sz w:val="28"/>
                <w:szCs w:val="28"/>
              </w:rPr>
              <w:t>’</w:t>
            </w: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я облдержадміністрації</w:t>
            </w:r>
            <w:r w:rsidRPr="0067755D">
              <w:rPr>
                <w:rFonts w:ascii="Times New Roman" w:hAnsi="Times New Roman"/>
                <w:sz w:val="28"/>
                <w:szCs w:val="28"/>
              </w:rPr>
              <w:t xml:space="preserve"> з питань</w:t>
            </w:r>
          </w:p>
          <w:p w:rsidR="006F6E26" w:rsidRPr="0067755D" w:rsidRDefault="006F6E26" w:rsidP="0067755D">
            <w:pPr>
              <w:keepNext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1. Аналіз захворюваності на рецидиви туберкульозу за 2017 рік та 6 міс. 2018 року м.Одеса, Біляївському та Овідіопольському районах.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 xml:space="preserve">2. Виконання річного плану профілактичних щеплень дитячого населення  області 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  <w:p w:rsidR="006F6E26" w:rsidRPr="0067755D" w:rsidRDefault="006F6E26" w:rsidP="0067755D">
            <w:pPr>
              <w:pStyle w:val="NormalWeb"/>
              <w:spacing w:before="0" w:beforeAutospacing="0" w:after="0" w:afterAutospacing="0"/>
              <w:jc w:val="both"/>
              <w:rPr>
                <w:color w:val="FF0000"/>
                <w:sz w:val="20"/>
                <w:szCs w:val="20"/>
                <w:lang w:val="uk-UA"/>
              </w:rPr>
            </w:pPr>
            <w:r w:rsidRPr="0067755D">
              <w:rPr>
                <w:color w:val="000000"/>
                <w:sz w:val="20"/>
                <w:szCs w:val="20"/>
                <w:lang w:eastAsia="en-US"/>
              </w:rPr>
              <w:t>(Відповідальн</w:t>
            </w:r>
            <w:r w:rsidRPr="0067755D">
              <w:rPr>
                <w:color w:val="000000"/>
                <w:sz w:val="20"/>
                <w:szCs w:val="20"/>
                <w:lang w:val="uk-UA" w:eastAsia="en-US"/>
              </w:rPr>
              <w:t>ий: Полясний В.О.)</w:t>
            </w:r>
          </w:p>
        </w:tc>
        <w:tc>
          <w:tcPr>
            <w:tcW w:w="2978" w:type="dxa"/>
            <w:vAlign w:val="center"/>
          </w:tcPr>
          <w:p w:rsidR="006F6E26" w:rsidRPr="0067755D" w:rsidRDefault="006F6E26" w:rsidP="0067755D">
            <w:pPr>
              <w:keepNext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вул. Канатна, 83,</w:t>
            </w:r>
          </w:p>
          <w:p w:rsidR="006F6E26" w:rsidRPr="0067755D" w:rsidRDefault="006F6E26" w:rsidP="0067755D">
            <w:pPr>
              <w:keepNext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5 поверх,</w:t>
            </w:r>
          </w:p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каб. 501</w:t>
            </w:r>
          </w:p>
        </w:tc>
      </w:tr>
      <w:tr w:rsidR="006F6E26" w:rsidRPr="0067755D" w:rsidTr="0067755D">
        <w:trPr>
          <w:trHeight w:val="596"/>
        </w:trPr>
        <w:tc>
          <w:tcPr>
            <w:tcW w:w="6628" w:type="dxa"/>
            <w:gridSpan w:val="7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Проведення зустрічей з представниками інститутів громадянського суспільства щодо питань забезпечення участі громадськості у формуванні та реалізації державної політики та вирішенні проблем місцевого значення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755D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(Відповідальний: Полясний В.О.)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978" w:type="dxa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65023, м. Одеса, вул. Садова, 5, ГС «Об’єднання ГО учасників АТО Одещини»</w:t>
            </w:r>
          </w:p>
        </w:tc>
      </w:tr>
      <w:tr w:rsidR="006F6E26" w:rsidRPr="0067755D" w:rsidTr="0067755D">
        <w:trPr>
          <w:trHeight w:val="596"/>
        </w:trPr>
        <w:tc>
          <w:tcPr>
            <w:tcW w:w="9606" w:type="dxa"/>
            <w:gridSpan w:val="8"/>
            <w:vAlign w:val="center"/>
          </w:tcPr>
          <w:p w:rsidR="006F6E26" w:rsidRPr="00A20484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</w:pPr>
            <w:r w:rsidRPr="00A20484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>25 липня</w:t>
            </w:r>
          </w:p>
          <w:p w:rsidR="006F6E26" w:rsidRPr="00A20484" w:rsidRDefault="006F6E26" w:rsidP="0067755D">
            <w:pPr>
              <w:pStyle w:val="Heading2"/>
              <w:shd w:val="clear" w:color="auto" w:fill="FFFFFF"/>
              <w:spacing w:before="75" w:line="48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20484">
              <w:rPr>
                <w:rFonts w:ascii="Times New Roman" w:hAnsi="Times New Roman"/>
                <w:color w:val="000000"/>
                <w:sz w:val="28"/>
                <w:szCs w:val="28"/>
              </w:rPr>
              <w:t>День зубного техніка</w:t>
            </w:r>
          </w:p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uk-UA"/>
              </w:rPr>
            </w:pPr>
          </w:p>
        </w:tc>
      </w:tr>
      <w:tr w:rsidR="006F6E26" w:rsidRPr="0067755D" w:rsidTr="00A20484">
        <w:trPr>
          <w:trHeight w:val="596"/>
        </w:trPr>
        <w:tc>
          <w:tcPr>
            <w:tcW w:w="6588" w:type="dxa"/>
            <w:gridSpan w:val="6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Проведення наради з керівниками районних державних адміністрацій і міськими головами міст обласного значення за участю зацікавлених суб’єктів туристичної діяльності Одеської області щодо розвитку туристичної інфраструктури в районах області та містах обласного підпорядкування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FF0000"/>
                <w:sz w:val="18"/>
                <w:szCs w:val="18"/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67755D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(Відповідальний: Шека О.О.)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18" w:type="dxa"/>
            <w:gridSpan w:val="2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Управління туризму,</w:t>
            </w:r>
          </w:p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рекреації та курортів,</w:t>
            </w:r>
          </w:p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(м. Одеса,</w:t>
            </w:r>
          </w:p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просп. Шевченка, 4, каб. 560)</w:t>
            </w:r>
          </w:p>
        </w:tc>
      </w:tr>
      <w:tr w:rsidR="006F6E26" w:rsidRPr="0067755D" w:rsidTr="00A20484">
        <w:trPr>
          <w:trHeight w:val="596"/>
        </w:trPr>
        <w:tc>
          <w:tcPr>
            <w:tcW w:w="6588" w:type="dxa"/>
            <w:gridSpan w:val="6"/>
            <w:vAlign w:val="center"/>
          </w:tcPr>
          <w:p w:rsidR="006F6E26" w:rsidRPr="0067755D" w:rsidRDefault="006F6E26" w:rsidP="0067755D">
            <w:pPr>
              <w:keepNext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 xml:space="preserve">Організація та проведення засідання атестаційної комісії лікарів Департаменту охорони здоров`я </w:t>
            </w: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облдержадміністрації</w:t>
            </w:r>
          </w:p>
          <w:p w:rsidR="006F6E26" w:rsidRPr="0067755D" w:rsidRDefault="006F6E26" w:rsidP="0067755D">
            <w:pPr>
              <w:keepNext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0"/>
                <w:szCs w:val="20"/>
              </w:rPr>
              <w:t>(</w:t>
            </w: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В</w:t>
            </w:r>
            <w:r w:rsidRPr="0067755D">
              <w:rPr>
                <w:rFonts w:ascii="Times New Roman" w:hAnsi="Times New Roman"/>
                <w:sz w:val="20"/>
                <w:szCs w:val="20"/>
              </w:rPr>
              <w:t>ідповідальн</w:t>
            </w: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а:</w:t>
            </w:r>
            <w:r w:rsidRPr="0067755D">
              <w:rPr>
                <w:rFonts w:ascii="Times New Roman" w:hAnsi="Times New Roman"/>
                <w:sz w:val="20"/>
                <w:szCs w:val="20"/>
              </w:rPr>
              <w:t xml:space="preserve"> Пастернак О</w:t>
            </w: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  <w:r w:rsidRPr="0067755D">
              <w:rPr>
                <w:rFonts w:ascii="Times New Roman" w:hAnsi="Times New Roman"/>
                <w:sz w:val="20"/>
                <w:szCs w:val="20"/>
              </w:rPr>
              <w:t>В</w:t>
            </w: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  <w:r w:rsidRPr="0067755D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018" w:type="dxa"/>
            <w:gridSpan w:val="2"/>
            <w:vAlign w:val="center"/>
          </w:tcPr>
          <w:p w:rsidR="006F6E26" w:rsidRPr="0067755D" w:rsidRDefault="006F6E26" w:rsidP="0067755D">
            <w:pPr>
              <w:keepNext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вул. Канатна, 83,</w:t>
            </w:r>
          </w:p>
          <w:p w:rsidR="006F6E26" w:rsidRPr="0067755D" w:rsidRDefault="006F6E26" w:rsidP="0067755D">
            <w:pPr>
              <w:keepNext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3 поверх;</w:t>
            </w:r>
          </w:p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мала конференц-зала</w:t>
            </w:r>
          </w:p>
        </w:tc>
      </w:tr>
      <w:tr w:rsidR="006F6E26" w:rsidRPr="0067755D" w:rsidTr="0067755D">
        <w:trPr>
          <w:trHeight w:val="596"/>
        </w:trPr>
        <w:tc>
          <w:tcPr>
            <w:tcW w:w="9606" w:type="dxa"/>
            <w:gridSpan w:val="8"/>
            <w:vAlign w:val="center"/>
          </w:tcPr>
          <w:p w:rsidR="006F6E26" w:rsidRPr="00A20484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</w:pPr>
            <w:r w:rsidRPr="00A20484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>26 липня</w:t>
            </w:r>
          </w:p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uk-UA"/>
              </w:rPr>
            </w:pPr>
            <w:r w:rsidRPr="00A20484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>День парашутиста</w:t>
            </w:r>
          </w:p>
        </w:tc>
      </w:tr>
      <w:tr w:rsidR="006F6E26" w:rsidRPr="0067755D" w:rsidTr="0067755D">
        <w:trPr>
          <w:trHeight w:val="555"/>
        </w:trPr>
        <w:tc>
          <w:tcPr>
            <w:tcW w:w="6628" w:type="dxa"/>
            <w:gridSpan w:val="7"/>
            <w:vAlign w:val="center"/>
          </w:tcPr>
          <w:p w:rsidR="006F6E26" w:rsidRPr="0067755D" w:rsidRDefault="006F6E26" w:rsidP="0067755D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Засідання Експертно-перевірної комісії Держархіву Одеської області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uk-UA"/>
              </w:rPr>
            </w:pPr>
            <w:r w:rsidRPr="0067755D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(Відповідальна: Ксендзик О.І.)</w:t>
            </w:r>
          </w:p>
        </w:tc>
        <w:tc>
          <w:tcPr>
            <w:tcW w:w="2978" w:type="dxa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Державний архів Одеської області</w:t>
            </w:r>
          </w:p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(вул. Пироговська, 29)</w:t>
            </w:r>
          </w:p>
        </w:tc>
      </w:tr>
      <w:tr w:rsidR="006F6E26" w:rsidRPr="0067755D" w:rsidTr="0067755D">
        <w:trPr>
          <w:trHeight w:val="555"/>
        </w:trPr>
        <w:tc>
          <w:tcPr>
            <w:tcW w:w="6628" w:type="dxa"/>
            <w:gridSpan w:val="7"/>
            <w:vAlign w:val="center"/>
          </w:tcPr>
          <w:p w:rsidR="006F6E26" w:rsidRPr="0067755D" w:rsidRDefault="006F6E26" w:rsidP="0067755D">
            <w:pPr>
              <w:keepNext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Організація та проведення засідання атестаційної комісії Департаменту охорони здоров`я ОДА з атестації молодших спеціалістів з медичною освітою  (фельдшери швидкої допомоги,  сестри медичні відділень і станцій швидкої та невідкладної медичної допомоги, фельдшери)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(Відповідальна: Одарій-Захар</w:t>
            </w:r>
            <w:r w:rsidRPr="0067755D">
              <w:rPr>
                <w:rFonts w:ascii="Sylfaen" w:hAnsi="Sylfaen" w:cs="Sylfaen"/>
                <w:sz w:val="20"/>
                <w:szCs w:val="20"/>
              </w:rPr>
              <w:t>՚</w:t>
            </w: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єва Н.В.)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2978" w:type="dxa"/>
            <w:vAlign w:val="center"/>
          </w:tcPr>
          <w:p w:rsidR="006F6E26" w:rsidRPr="0067755D" w:rsidRDefault="006F6E26" w:rsidP="0067755D">
            <w:pPr>
              <w:keepNext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м.</w:t>
            </w: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67755D">
              <w:rPr>
                <w:rFonts w:ascii="Times New Roman" w:hAnsi="Times New Roman"/>
                <w:sz w:val="28"/>
                <w:szCs w:val="28"/>
              </w:rPr>
              <w:t>Одеса, провулок Валіховський,10,</w:t>
            </w:r>
          </w:p>
          <w:p w:rsidR="006F6E26" w:rsidRPr="0067755D" w:rsidRDefault="006F6E26" w:rsidP="0067755D">
            <w:pPr>
              <w:keepNext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КУ «Одеська міська станція швидкої медичної допомоги»,</w:t>
            </w:r>
          </w:p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актова зала</w:t>
            </w:r>
          </w:p>
        </w:tc>
      </w:tr>
      <w:tr w:rsidR="006F6E26" w:rsidRPr="0067755D" w:rsidTr="0067755D">
        <w:trPr>
          <w:trHeight w:val="596"/>
        </w:trPr>
        <w:tc>
          <w:tcPr>
            <w:tcW w:w="6628" w:type="dxa"/>
            <w:gridSpan w:val="7"/>
            <w:vAlign w:val="center"/>
          </w:tcPr>
          <w:p w:rsidR="006F6E26" w:rsidRPr="0067755D" w:rsidRDefault="006F6E26" w:rsidP="0067755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Організація та проведення засідання атестаційної комісії Департаменту охорони здоров`я ОДА з атестації молодших спеціалістів з медичною освітою  (лаборанти, фельдшери-лаборанти санітарно-епідеміологічних закладів та бактеріологічних лабораторій, фельдшера санітарні, інструктори-дезінфектори, помічники лікарів санітарно-гігієнічного профілю всіх найменувань</w:t>
            </w:r>
            <w:r w:rsidRPr="0067755D">
              <w:rPr>
                <w:rFonts w:ascii="Times New Roman" w:hAnsi="Times New Roman"/>
                <w:bCs/>
                <w:sz w:val="28"/>
                <w:szCs w:val="28"/>
              </w:rPr>
              <w:t>)</w:t>
            </w:r>
          </w:p>
          <w:p w:rsidR="006F6E26" w:rsidRPr="0067755D" w:rsidRDefault="006F6E26" w:rsidP="0067755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uk-UA"/>
              </w:rPr>
            </w:pP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(Відповідальна: Одарій-Захар</w:t>
            </w:r>
            <w:r w:rsidRPr="0067755D">
              <w:rPr>
                <w:rFonts w:ascii="Sylfaen" w:hAnsi="Sylfaen" w:cs="Sylfaen"/>
                <w:sz w:val="20"/>
                <w:szCs w:val="20"/>
              </w:rPr>
              <w:t>՚</w:t>
            </w: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єва Н.В.)</w:t>
            </w:r>
          </w:p>
        </w:tc>
        <w:tc>
          <w:tcPr>
            <w:tcW w:w="2978" w:type="dxa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hyperlink r:id="rId7" w:history="1">
              <w:r w:rsidRPr="0067755D">
                <w:rPr>
                  <w:rStyle w:val="Hyperlink"/>
                  <w:rFonts w:ascii="Times New Roman" w:hAnsi="Times New Roman"/>
                  <w:iCs/>
                  <w:color w:val="000000"/>
                  <w:sz w:val="28"/>
                  <w:szCs w:val="28"/>
                  <w:u w:val="none"/>
                </w:rPr>
                <w:t xml:space="preserve">Управління державного нагляду за дотриманням санітарного законодавства </w:t>
              </w:r>
            </w:hyperlink>
            <w:r w:rsidRPr="0067755D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ГУ Держпродспоживслужби в Одеській області</w:t>
            </w:r>
          </w:p>
        </w:tc>
      </w:tr>
      <w:tr w:rsidR="006F6E26" w:rsidRPr="0067755D" w:rsidTr="0067755D">
        <w:trPr>
          <w:trHeight w:val="596"/>
        </w:trPr>
        <w:tc>
          <w:tcPr>
            <w:tcW w:w="6628" w:type="dxa"/>
            <w:gridSpan w:val="7"/>
            <w:vAlign w:val="center"/>
          </w:tcPr>
          <w:p w:rsidR="006F6E26" w:rsidRPr="0067755D" w:rsidRDefault="006F6E26" w:rsidP="0067755D">
            <w:pPr>
              <w:keepNext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Проведення колегії ДОЗ ОДА з питань:</w:t>
            </w:r>
          </w:p>
          <w:p w:rsidR="006F6E26" w:rsidRPr="0067755D" w:rsidRDefault="006F6E26" w:rsidP="006775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 xml:space="preserve">1. Аналіз рейтингових показників лікувально-профілактичних закладів області за </w:t>
            </w:r>
            <w:r w:rsidRPr="0067755D">
              <w:rPr>
                <w:rFonts w:ascii="Times New Roman" w:hAnsi="Times New Roman"/>
                <w:spacing w:val="-1"/>
                <w:sz w:val="28"/>
                <w:szCs w:val="28"/>
              </w:rPr>
              <w:t>І</w:t>
            </w:r>
            <w:r w:rsidRPr="0067755D">
              <w:rPr>
                <w:rFonts w:ascii="Times New Roman" w:hAnsi="Times New Roman"/>
                <w:sz w:val="28"/>
                <w:szCs w:val="28"/>
              </w:rPr>
              <w:t xml:space="preserve"> півріччя 2018 року</w:t>
            </w:r>
          </w:p>
          <w:p w:rsidR="006F6E26" w:rsidRPr="0067755D" w:rsidRDefault="006F6E26" w:rsidP="006775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6F6E26" w:rsidRPr="00DD3CAC" w:rsidRDefault="006F6E26" w:rsidP="006775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(Відповідальний: Полясний В.О.)</w:t>
            </w:r>
          </w:p>
        </w:tc>
        <w:tc>
          <w:tcPr>
            <w:tcW w:w="2978" w:type="dxa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вул. Канатна, 83,</w:t>
            </w:r>
            <w:r w:rsidRPr="0067755D">
              <w:rPr>
                <w:rFonts w:ascii="Times New Roman" w:hAnsi="Times New Roman"/>
                <w:sz w:val="28"/>
                <w:szCs w:val="28"/>
              </w:rPr>
              <w:br/>
              <w:t>2 поверх,</w:t>
            </w:r>
            <w:r w:rsidRPr="0067755D">
              <w:rPr>
                <w:rFonts w:ascii="Times New Roman" w:hAnsi="Times New Roman"/>
                <w:sz w:val="28"/>
                <w:szCs w:val="28"/>
              </w:rPr>
              <w:br/>
              <w:t>велика актова зала</w:t>
            </w:r>
          </w:p>
        </w:tc>
      </w:tr>
      <w:tr w:rsidR="006F6E26" w:rsidRPr="0067755D" w:rsidTr="0067755D">
        <w:trPr>
          <w:trHeight w:val="596"/>
        </w:trPr>
        <w:tc>
          <w:tcPr>
            <w:tcW w:w="6628" w:type="dxa"/>
            <w:gridSpan w:val="7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Забезпечення проведення експертних зустрічей у форматі відеоконференцій для обговорення пріоритетів діяльності Уряду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67755D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(Відповідальна: Васілашко О.С.)</w:t>
            </w:r>
          </w:p>
        </w:tc>
        <w:tc>
          <w:tcPr>
            <w:tcW w:w="2978" w:type="dxa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65032, м. Одеса, проспект Шевченка, 4, каб. 632</w:t>
            </w:r>
          </w:p>
        </w:tc>
      </w:tr>
      <w:tr w:rsidR="006F6E26" w:rsidRPr="0067755D" w:rsidTr="0067755D">
        <w:trPr>
          <w:trHeight w:val="596"/>
        </w:trPr>
        <w:tc>
          <w:tcPr>
            <w:tcW w:w="9606" w:type="dxa"/>
            <w:gridSpan w:val="8"/>
            <w:vAlign w:val="center"/>
          </w:tcPr>
          <w:p w:rsidR="006F6E26" w:rsidRPr="00A20484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</w:pPr>
            <w:r w:rsidRPr="00A20484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>27 липня</w:t>
            </w:r>
          </w:p>
          <w:p w:rsidR="006F6E26" w:rsidRPr="00A20484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</w:pPr>
            <w:r w:rsidRPr="00A20484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>День системного адміністратора</w:t>
            </w:r>
          </w:p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uk-UA"/>
              </w:rPr>
            </w:pPr>
          </w:p>
        </w:tc>
      </w:tr>
      <w:tr w:rsidR="006F6E26" w:rsidRPr="0067755D" w:rsidTr="0067755D">
        <w:trPr>
          <w:trHeight w:val="596"/>
        </w:trPr>
        <w:tc>
          <w:tcPr>
            <w:tcW w:w="6628" w:type="dxa"/>
            <w:gridSpan w:val="7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Проведення колегії Державного архіву Одеської області</w:t>
            </w:r>
          </w:p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  <w:lang w:val="uk-UA"/>
              </w:rPr>
            </w:pPr>
            <w:r w:rsidRPr="0067755D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(Відповідальна: Ксендзик О.І.)</w:t>
            </w:r>
          </w:p>
        </w:tc>
        <w:tc>
          <w:tcPr>
            <w:tcW w:w="2978" w:type="dxa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Державний архів Одеської області</w:t>
            </w:r>
          </w:p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(вул. Жуковського, 18)</w:t>
            </w:r>
          </w:p>
        </w:tc>
      </w:tr>
      <w:tr w:rsidR="006F6E26" w:rsidRPr="0067755D" w:rsidTr="0067755D">
        <w:trPr>
          <w:trHeight w:val="596"/>
        </w:trPr>
        <w:tc>
          <w:tcPr>
            <w:tcW w:w="6628" w:type="dxa"/>
            <w:gridSpan w:val="7"/>
            <w:vAlign w:val="center"/>
          </w:tcPr>
          <w:p w:rsidR="006F6E26" w:rsidRPr="0067755D" w:rsidRDefault="006F6E26" w:rsidP="0067755D">
            <w:pPr>
              <w:pStyle w:val="NormalWeb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7755D">
              <w:rPr>
                <w:sz w:val="28"/>
                <w:szCs w:val="28"/>
              </w:rPr>
              <w:t>Проведення публічних громадських обговорень стосовно питань забезпечення участі громадськості у формуванні та реалізації державної політики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(Відповідальні: Кисіль Ю.М., Колцун Д.Л.)</w:t>
            </w:r>
          </w:p>
        </w:tc>
        <w:tc>
          <w:tcPr>
            <w:tcW w:w="2978" w:type="dxa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65107, м. Одеса, вул. Канатна, 83,</w:t>
            </w:r>
            <w:r w:rsidRPr="0067755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br/>
              <w:t>каб. 519</w:t>
            </w:r>
          </w:p>
        </w:tc>
      </w:tr>
      <w:tr w:rsidR="006F6E26" w:rsidRPr="0067755D" w:rsidTr="0067755D">
        <w:trPr>
          <w:trHeight w:val="596"/>
        </w:trPr>
        <w:tc>
          <w:tcPr>
            <w:tcW w:w="6628" w:type="dxa"/>
            <w:gridSpan w:val="7"/>
            <w:vAlign w:val="center"/>
          </w:tcPr>
          <w:p w:rsidR="006F6E26" w:rsidRPr="0067755D" w:rsidRDefault="006F6E26" w:rsidP="0067755D">
            <w:pPr>
              <w:pStyle w:val="NormalWeb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67755D">
              <w:rPr>
                <w:sz w:val="28"/>
                <w:szCs w:val="28"/>
                <w:lang w:val="uk-UA"/>
              </w:rPr>
              <w:t>Міжнародні рейтингові змагання з велоспорту-шосе "</w:t>
            </w:r>
            <w:r w:rsidRPr="0067755D">
              <w:rPr>
                <w:sz w:val="28"/>
                <w:szCs w:val="28"/>
              </w:rPr>
              <w:t>Tour</w:t>
            </w:r>
            <w:r w:rsidRPr="0067755D">
              <w:rPr>
                <w:sz w:val="28"/>
                <w:szCs w:val="28"/>
                <w:lang w:val="uk-UA"/>
              </w:rPr>
              <w:t xml:space="preserve"> </w:t>
            </w:r>
            <w:r w:rsidRPr="0067755D">
              <w:rPr>
                <w:sz w:val="28"/>
                <w:szCs w:val="28"/>
              </w:rPr>
              <w:t>de</w:t>
            </w:r>
            <w:r w:rsidRPr="0067755D">
              <w:rPr>
                <w:sz w:val="28"/>
                <w:szCs w:val="28"/>
                <w:lang w:val="uk-UA"/>
              </w:rPr>
              <w:t xml:space="preserve"> </w:t>
            </w:r>
            <w:r w:rsidRPr="0067755D">
              <w:rPr>
                <w:sz w:val="28"/>
                <w:szCs w:val="28"/>
              </w:rPr>
              <w:t>Ribas</w:t>
            </w:r>
            <w:r w:rsidRPr="0067755D">
              <w:rPr>
                <w:sz w:val="28"/>
                <w:szCs w:val="28"/>
                <w:lang w:val="uk-UA"/>
              </w:rPr>
              <w:t xml:space="preserve"> - </w:t>
            </w:r>
            <w:r w:rsidRPr="0067755D">
              <w:rPr>
                <w:sz w:val="28"/>
                <w:szCs w:val="28"/>
              </w:rPr>
              <w:t>Odessa</w:t>
            </w:r>
            <w:r w:rsidRPr="0067755D">
              <w:rPr>
                <w:sz w:val="28"/>
                <w:szCs w:val="28"/>
                <w:lang w:val="uk-UA"/>
              </w:rPr>
              <w:t xml:space="preserve"> </w:t>
            </w:r>
            <w:r w:rsidRPr="0067755D">
              <w:rPr>
                <w:sz w:val="28"/>
                <w:szCs w:val="28"/>
              </w:rPr>
              <w:t>Grand</w:t>
            </w:r>
            <w:r w:rsidRPr="0067755D">
              <w:rPr>
                <w:sz w:val="28"/>
                <w:szCs w:val="28"/>
                <w:lang w:val="uk-UA"/>
              </w:rPr>
              <w:t xml:space="preserve"> </w:t>
            </w:r>
            <w:r w:rsidRPr="0067755D">
              <w:rPr>
                <w:sz w:val="28"/>
                <w:szCs w:val="28"/>
              </w:rPr>
              <w:t>Prix</w:t>
            </w:r>
            <w:r w:rsidRPr="0067755D">
              <w:rPr>
                <w:sz w:val="28"/>
                <w:szCs w:val="28"/>
                <w:lang w:val="uk-UA"/>
              </w:rPr>
              <w:t>" (чоловіки)</w:t>
            </w:r>
          </w:p>
          <w:p w:rsidR="006F6E26" w:rsidRPr="0067755D" w:rsidRDefault="006F6E26" w:rsidP="0067755D">
            <w:pPr>
              <w:pStyle w:val="NormalWeb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uk-UA"/>
              </w:rPr>
            </w:pP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(Відповідальні: </w:t>
            </w:r>
            <w:r w:rsidRPr="0067755D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Кольчак В.А., Березовський О.В.</w:t>
            </w: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2978" w:type="dxa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67755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м. Одеса</w:t>
            </w:r>
          </w:p>
        </w:tc>
      </w:tr>
      <w:tr w:rsidR="006F6E26" w:rsidRPr="0067755D" w:rsidTr="0067755D">
        <w:trPr>
          <w:trHeight w:val="596"/>
        </w:trPr>
        <w:tc>
          <w:tcPr>
            <w:tcW w:w="9606" w:type="dxa"/>
            <w:gridSpan w:val="8"/>
            <w:vAlign w:val="center"/>
          </w:tcPr>
          <w:p w:rsidR="006F6E26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uk-UA"/>
              </w:rPr>
            </w:pPr>
          </w:p>
          <w:p w:rsidR="006F6E26" w:rsidRPr="00A20484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</w:pPr>
            <w:r w:rsidRPr="00A20484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>28 липня</w:t>
            </w:r>
          </w:p>
          <w:p w:rsidR="006F6E26" w:rsidRPr="00A20484" w:rsidRDefault="006F6E26" w:rsidP="0067755D">
            <w:pPr>
              <w:pStyle w:val="Heading2"/>
              <w:shd w:val="clear" w:color="auto" w:fill="FFFFFF"/>
              <w:spacing w:before="75" w:line="240" w:lineRule="auto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  <w:lang w:val="uk-UA"/>
              </w:rPr>
            </w:pPr>
            <w:r w:rsidRPr="00A20484">
              <w:rPr>
                <w:rFonts w:ascii="Times New Roman" w:hAnsi="Times New Roman"/>
                <w:i/>
                <w:color w:val="000000"/>
                <w:sz w:val="28"/>
                <w:szCs w:val="28"/>
                <w:lang w:val="uk-UA"/>
              </w:rPr>
              <w:t>День хрещення Київської Русі – України</w:t>
            </w:r>
          </w:p>
          <w:p w:rsidR="006F6E26" w:rsidRPr="00A20484" w:rsidRDefault="006F6E26" w:rsidP="0067755D">
            <w:pPr>
              <w:pStyle w:val="Heading2"/>
              <w:shd w:val="clear" w:color="auto" w:fill="FFFFFF"/>
              <w:spacing w:before="75" w:line="240" w:lineRule="auto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  <w:lang w:val="uk-UA"/>
              </w:rPr>
            </w:pPr>
            <w:r w:rsidRPr="00A20484">
              <w:rPr>
                <w:rFonts w:ascii="Times New Roman" w:hAnsi="Times New Roman"/>
                <w:i/>
                <w:color w:val="000000"/>
                <w:sz w:val="28"/>
                <w:szCs w:val="28"/>
                <w:lang w:val="uk-UA"/>
              </w:rPr>
              <w:t>Всесвітній день боротьби з гепатитом</w:t>
            </w:r>
          </w:p>
          <w:p w:rsidR="006F6E26" w:rsidRPr="0067755D" w:rsidRDefault="006F6E26" w:rsidP="00DD3CA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</w:tc>
      </w:tr>
      <w:tr w:rsidR="006F6E26" w:rsidRPr="005609F4" w:rsidTr="0067755D">
        <w:trPr>
          <w:trHeight w:val="596"/>
        </w:trPr>
        <w:tc>
          <w:tcPr>
            <w:tcW w:w="6628" w:type="dxa"/>
            <w:gridSpan w:val="7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Фестиваль духовної пісні</w:t>
            </w:r>
          </w:p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(Виконавець: Кілійська РДА)</w:t>
            </w:r>
          </w:p>
        </w:tc>
        <w:tc>
          <w:tcPr>
            <w:tcW w:w="2978" w:type="dxa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Фестиваль духовної пісні, присвячений відзначенню в Кілійському районі 1030-річчя хрещення </w:t>
            </w:r>
            <w:r w:rsidRPr="0067755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Київської Русі – України</w:t>
            </w:r>
          </w:p>
        </w:tc>
      </w:tr>
      <w:tr w:rsidR="006F6E26" w:rsidRPr="0067755D" w:rsidTr="0067755D">
        <w:trPr>
          <w:trHeight w:val="596"/>
        </w:trPr>
        <w:tc>
          <w:tcPr>
            <w:tcW w:w="6628" w:type="dxa"/>
            <w:gridSpan w:val="7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Чемпіонату України з автомобільного спорту з міні-ралі – 3 етап, ралі «Ташлик»</w:t>
            </w:r>
          </w:p>
          <w:p w:rsidR="006F6E26" w:rsidRPr="0067755D" w:rsidRDefault="006F6E26" w:rsidP="0067755D">
            <w:pPr>
              <w:spacing w:after="0" w:line="240" w:lineRule="auto"/>
              <w:jc w:val="center"/>
              <w:rPr>
                <w:sz w:val="28"/>
                <w:szCs w:val="28"/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uk-UA"/>
              </w:rPr>
            </w:pP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(Відповідальні: </w:t>
            </w:r>
            <w:r w:rsidRPr="0067755D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Кольчак В.А., Шаповалов В.О.</w:t>
            </w: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2978" w:type="dxa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с. Кам’янське Арцизського району</w:t>
            </w:r>
          </w:p>
        </w:tc>
      </w:tr>
      <w:tr w:rsidR="006F6E26" w:rsidRPr="0067755D" w:rsidTr="0067755D">
        <w:trPr>
          <w:trHeight w:val="596"/>
        </w:trPr>
        <w:tc>
          <w:tcPr>
            <w:tcW w:w="9606" w:type="dxa"/>
            <w:gridSpan w:val="8"/>
            <w:vAlign w:val="center"/>
          </w:tcPr>
          <w:p w:rsidR="006F6E26" w:rsidRPr="00A20484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</w:pPr>
            <w:r w:rsidRPr="00A20484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>29 липня</w:t>
            </w:r>
          </w:p>
          <w:p w:rsidR="006F6E26" w:rsidRPr="00A20484" w:rsidRDefault="006F6E26" w:rsidP="0067755D">
            <w:pPr>
              <w:pStyle w:val="Heading2"/>
              <w:shd w:val="clear" w:color="auto" w:fill="FFFFFF"/>
              <w:spacing w:before="75" w:line="480" w:lineRule="atLeast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A20484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 xml:space="preserve">День Сил спеціальних операцій Збройних </w:t>
            </w:r>
            <w:r w:rsidRPr="00A20484">
              <w:rPr>
                <w:rFonts w:ascii="Times New Roman" w:hAnsi="Times New Roman"/>
                <w:i/>
                <w:color w:val="000000"/>
                <w:sz w:val="28"/>
                <w:szCs w:val="28"/>
                <w:lang w:val="uk-UA"/>
              </w:rPr>
              <w:t>с</w:t>
            </w:r>
            <w:r w:rsidRPr="00A20484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ил України</w:t>
            </w:r>
          </w:p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uk-UA"/>
              </w:rPr>
            </w:pPr>
            <w:r w:rsidRPr="00A20484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>День працівника торгівлі</w:t>
            </w:r>
          </w:p>
        </w:tc>
      </w:tr>
      <w:tr w:rsidR="006F6E26" w:rsidRPr="0067755D" w:rsidTr="0067755D">
        <w:trPr>
          <w:trHeight w:val="596"/>
        </w:trPr>
        <w:tc>
          <w:tcPr>
            <w:tcW w:w="6628" w:type="dxa"/>
            <w:gridSpan w:val="7"/>
            <w:vAlign w:val="center"/>
          </w:tcPr>
          <w:p w:rsidR="006F6E26" w:rsidRPr="0067755D" w:rsidRDefault="006F6E26" w:rsidP="006775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Урочистий тематичний захід «Храбрият син на Банновка»</w:t>
            </w:r>
          </w:p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0"/>
                <w:szCs w:val="20"/>
                <w:lang w:val="uk-UA"/>
              </w:rPr>
            </w:pP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(Виконавець: Болградська РДА)</w:t>
            </w:r>
          </w:p>
        </w:tc>
        <w:tc>
          <w:tcPr>
            <w:tcW w:w="2978" w:type="dxa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Щорічно. Відзначення 155-річчя з Дня народження легендарного односельця, генерала кінної армії Народної Республіки Болгарія Івана Колєва Стоянова. Біля пам’ятнику І. Колєву с. Баннівка</w:t>
            </w:r>
          </w:p>
        </w:tc>
      </w:tr>
      <w:tr w:rsidR="006F6E26" w:rsidRPr="0067755D" w:rsidTr="0067755D">
        <w:trPr>
          <w:trHeight w:val="596"/>
        </w:trPr>
        <w:tc>
          <w:tcPr>
            <w:tcW w:w="9606" w:type="dxa"/>
            <w:gridSpan w:val="8"/>
            <w:vAlign w:val="center"/>
          </w:tcPr>
          <w:p w:rsidR="006F6E26" w:rsidRPr="00A20484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</w:pPr>
            <w:r w:rsidRPr="00A20484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>30 липня</w:t>
            </w:r>
          </w:p>
          <w:p w:rsidR="006F6E26" w:rsidRPr="00A20484" w:rsidRDefault="006F6E26" w:rsidP="0067755D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</w:pPr>
          </w:p>
        </w:tc>
      </w:tr>
      <w:tr w:rsidR="006F6E26" w:rsidRPr="0067755D" w:rsidTr="0067755D">
        <w:trPr>
          <w:trHeight w:val="596"/>
        </w:trPr>
        <w:tc>
          <w:tcPr>
            <w:tcW w:w="6628" w:type="dxa"/>
            <w:gridSpan w:val="7"/>
            <w:vAlign w:val="center"/>
          </w:tcPr>
          <w:p w:rsidR="006F6E26" w:rsidRPr="00A20484" w:rsidRDefault="006F6E26" w:rsidP="0067755D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2048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Прес-конференція за участю завідувача інфекційним відділенням  КУ «Одеська міська клінічна  інфекційна лікарня», головного позаштатного інфекціоніста ДОЗ ОДА Тітаренко В.В. з питання:</w:t>
            </w:r>
          </w:p>
          <w:p w:rsidR="006F6E26" w:rsidRPr="00A20484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20484">
              <w:rPr>
                <w:rFonts w:ascii="Times New Roman" w:hAnsi="Times New Roman"/>
                <w:color w:val="000000"/>
                <w:sz w:val="28"/>
                <w:szCs w:val="28"/>
              </w:rPr>
              <w:t>1. До Всесвітнього дня боротьби з гепатитами</w:t>
            </w:r>
          </w:p>
          <w:p w:rsidR="006F6E26" w:rsidRPr="00A20484" w:rsidRDefault="006F6E26" w:rsidP="0067755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A2048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:rsidR="006F6E26" w:rsidRPr="00A20484" w:rsidRDefault="006F6E26" w:rsidP="0067755D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</w:pPr>
            <w:r w:rsidRPr="00A20484">
              <w:rPr>
                <w:rFonts w:ascii="Times New Roman" w:hAnsi="Times New Roman"/>
                <w:color w:val="000000"/>
                <w:sz w:val="20"/>
                <w:szCs w:val="20"/>
              </w:rPr>
              <w:t>(</w:t>
            </w:r>
            <w:r w:rsidRPr="00A2048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В</w:t>
            </w:r>
            <w:r w:rsidRPr="00A20484">
              <w:rPr>
                <w:rFonts w:ascii="Times New Roman" w:hAnsi="Times New Roman"/>
                <w:color w:val="000000"/>
                <w:sz w:val="20"/>
                <w:szCs w:val="20"/>
              </w:rPr>
              <w:t>ідповідальн</w:t>
            </w:r>
            <w:r w:rsidRPr="00A2048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а:</w:t>
            </w:r>
            <w:r w:rsidRPr="00A2048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Пастернак О</w:t>
            </w:r>
            <w:r w:rsidRPr="00A2048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.</w:t>
            </w:r>
            <w:r w:rsidRPr="00A20484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A2048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.</w:t>
            </w:r>
            <w:r w:rsidRPr="00A20484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978" w:type="dxa"/>
            <w:vAlign w:val="center"/>
          </w:tcPr>
          <w:p w:rsidR="006F6E26" w:rsidRPr="00A20484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</w:pPr>
            <w:r w:rsidRPr="00A20484">
              <w:rPr>
                <w:rFonts w:ascii="Times New Roman" w:hAnsi="Times New Roman"/>
                <w:color w:val="000000"/>
                <w:sz w:val="28"/>
                <w:szCs w:val="28"/>
              </w:rPr>
              <w:t>вул. Канатна, 83,</w:t>
            </w:r>
            <w:r w:rsidRPr="00A20484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3 поверх,</w:t>
            </w:r>
            <w:r w:rsidRPr="00A20484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мала конференц-зала</w:t>
            </w:r>
          </w:p>
        </w:tc>
      </w:tr>
      <w:tr w:rsidR="006F6E26" w:rsidRPr="0067755D" w:rsidTr="0067755D">
        <w:trPr>
          <w:trHeight w:val="596"/>
        </w:trPr>
        <w:tc>
          <w:tcPr>
            <w:tcW w:w="9606" w:type="dxa"/>
            <w:gridSpan w:val="8"/>
            <w:vAlign w:val="center"/>
          </w:tcPr>
          <w:p w:rsidR="006F6E26" w:rsidRPr="00A20484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</w:pPr>
            <w:r w:rsidRPr="00A20484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>31 липня</w:t>
            </w:r>
          </w:p>
          <w:p w:rsidR="006F6E26" w:rsidRPr="00A20484" w:rsidRDefault="006F6E26" w:rsidP="0067755D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</w:pPr>
          </w:p>
        </w:tc>
      </w:tr>
      <w:tr w:rsidR="006F6E26" w:rsidRPr="0067755D" w:rsidTr="0067755D">
        <w:trPr>
          <w:trHeight w:val="596"/>
        </w:trPr>
        <w:tc>
          <w:tcPr>
            <w:tcW w:w="6628" w:type="dxa"/>
            <w:gridSpan w:val="7"/>
            <w:vAlign w:val="center"/>
          </w:tcPr>
          <w:p w:rsidR="006F6E26" w:rsidRPr="0067755D" w:rsidRDefault="006F6E26" w:rsidP="0067755D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Проведення тематичної перевірки роботи архівного підрозділу </w:t>
            </w:r>
            <w:r w:rsidRPr="0067755D">
              <w:rPr>
                <w:rFonts w:ascii="Times New Roman" w:hAnsi="Times New Roman"/>
                <w:sz w:val="28"/>
                <w:szCs w:val="28"/>
              </w:rPr>
              <w:t>ПрАТ «Альбатрос»</w:t>
            </w:r>
          </w:p>
          <w:p w:rsidR="006F6E26" w:rsidRPr="0067755D" w:rsidRDefault="006F6E26" w:rsidP="0067755D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6F6E26" w:rsidRPr="0067755D" w:rsidRDefault="006F6E26" w:rsidP="0067755D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(Відповідальна: Ксендзик О.І.)</w:t>
            </w:r>
          </w:p>
          <w:p w:rsidR="006F6E26" w:rsidRPr="0067755D" w:rsidRDefault="006F6E26" w:rsidP="0067755D">
            <w:pPr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2978" w:type="dxa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За місцем розташування установи</w:t>
            </w:r>
          </w:p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(вул. Успенська, 22)</w:t>
            </w:r>
          </w:p>
        </w:tc>
      </w:tr>
      <w:tr w:rsidR="006F6E26" w:rsidRPr="0067755D" w:rsidTr="0067755D">
        <w:trPr>
          <w:trHeight w:val="596"/>
        </w:trPr>
        <w:tc>
          <w:tcPr>
            <w:tcW w:w="6628" w:type="dxa"/>
            <w:gridSpan w:val="7"/>
            <w:vAlign w:val="center"/>
          </w:tcPr>
          <w:p w:rsidR="006F6E26" w:rsidRPr="0067755D" w:rsidRDefault="006F6E26" w:rsidP="0067755D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Проведення зустрічей з представниками інститутів громадянського суспільства щодо питань забезпечення участі громадськості у формуванні та реалізації державної політики та вирішенні проблем місцевого значення</w:t>
            </w:r>
          </w:p>
          <w:p w:rsidR="006F6E26" w:rsidRPr="0067755D" w:rsidRDefault="006F6E26" w:rsidP="0067755D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6F6E26" w:rsidRPr="0067755D" w:rsidRDefault="006F6E26" w:rsidP="0067755D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(Відповідальні: Колцун Д.Л., Кисіль Ю.М.)</w:t>
            </w:r>
          </w:p>
        </w:tc>
        <w:tc>
          <w:tcPr>
            <w:tcW w:w="2978" w:type="dxa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65023, м. Одеса, вул. Садова, 5, ГС «Об’єднання ГО учасників АТО Одещини»</w:t>
            </w:r>
          </w:p>
        </w:tc>
      </w:tr>
      <w:tr w:rsidR="006F6E26" w:rsidRPr="0067755D" w:rsidTr="0067755D">
        <w:trPr>
          <w:trHeight w:val="596"/>
        </w:trPr>
        <w:tc>
          <w:tcPr>
            <w:tcW w:w="9606" w:type="dxa"/>
            <w:gridSpan w:val="8"/>
            <w:vAlign w:val="center"/>
          </w:tcPr>
          <w:p w:rsidR="006F6E26" w:rsidRPr="00A20484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</w:pPr>
            <w:r w:rsidRPr="00A20484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>Щотижня</w:t>
            </w:r>
          </w:p>
        </w:tc>
      </w:tr>
      <w:tr w:rsidR="006F6E26" w:rsidRPr="0067755D" w:rsidTr="0067755D">
        <w:trPr>
          <w:trHeight w:val="596"/>
        </w:trPr>
        <w:tc>
          <w:tcPr>
            <w:tcW w:w="6628" w:type="dxa"/>
            <w:gridSpan w:val="7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Проведення апаратної наради Одеської обласної державної адміністрації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67755D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(Відповідальна: Новіцька Н.В.)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2978" w:type="dxa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67755D">
              <w:rPr>
                <w:rFonts w:ascii="Times New Roman" w:hAnsi="Times New Roman"/>
                <w:color w:val="000000"/>
                <w:sz w:val="28"/>
                <w:szCs w:val="24"/>
                <w:lang w:val="uk-UA"/>
              </w:rPr>
              <w:t xml:space="preserve">м. </w:t>
            </w:r>
            <w:r w:rsidRPr="0067755D">
              <w:rPr>
                <w:rFonts w:ascii="Times New Roman" w:hAnsi="Times New Roman"/>
                <w:color w:val="000000"/>
                <w:sz w:val="28"/>
                <w:szCs w:val="24"/>
              </w:rPr>
              <w:t>Одеса</w:t>
            </w:r>
            <w:r w:rsidRPr="0067755D">
              <w:rPr>
                <w:rFonts w:ascii="Times New Roman" w:hAnsi="Times New Roman"/>
                <w:color w:val="000000"/>
                <w:sz w:val="28"/>
                <w:szCs w:val="24"/>
                <w:lang w:val="uk-UA"/>
              </w:rPr>
              <w:t>,</w:t>
            </w:r>
            <w:r w:rsidRPr="0067755D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 xml:space="preserve"> </w:t>
            </w:r>
          </w:p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адмінбудинок №1</w:t>
            </w:r>
          </w:p>
        </w:tc>
      </w:tr>
      <w:tr w:rsidR="006F6E26" w:rsidRPr="0067755D" w:rsidTr="0067755D">
        <w:trPr>
          <w:trHeight w:val="596"/>
        </w:trPr>
        <w:tc>
          <w:tcPr>
            <w:tcW w:w="6628" w:type="dxa"/>
            <w:gridSpan w:val="7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Проведення селекторної наради з головами районних державних адміністрацій, міськими головами міст обласного значення та головами об’єднаних територіальних громад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67755D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(Відповідальна: Новіцька Н.В.)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2978" w:type="dxa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67755D">
              <w:rPr>
                <w:rFonts w:ascii="Times New Roman" w:hAnsi="Times New Roman"/>
                <w:color w:val="000000"/>
                <w:sz w:val="28"/>
                <w:szCs w:val="24"/>
              </w:rPr>
              <w:t>м.</w:t>
            </w:r>
            <w:r w:rsidRPr="0067755D">
              <w:rPr>
                <w:rFonts w:ascii="Times New Roman" w:hAnsi="Times New Roman"/>
                <w:color w:val="000000"/>
                <w:sz w:val="28"/>
                <w:szCs w:val="24"/>
                <w:lang w:val="uk-UA"/>
              </w:rPr>
              <w:t xml:space="preserve"> </w:t>
            </w:r>
            <w:r w:rsidRPr="0067755D">
              <w:rPr>
                <w:rFonts w:ascii="Times New Roman" w:hAnsi="Times New Roman"/>
                <w:color w:val="000000"/>
                <w:sz w:val="28"/>
                <w:szCs w:val="24"/>
              </w:rPr>
              <w:t>Одеса</w:t>
            </w:r>
            <w:r w:rsidRPr="0067755D">
              <w:rPr>
                <w:rFonts w:ascii="Times New Roman" w:hAnsi="Times New Roman"/>
                <w:color w:val="000000"/>
                <w:sz w:val="28"/>
                <w:szCs w:val="24"/>
                <w:lang w:val="uk-UA"/>
              </w:rPr>
              <w:t>,</w:t>
            </w:r>
            <w:r w:rsidRPr="0067755D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 xml:space="preserve"> </w:t>
            </w:r>
          </w:p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адмінбудинок №1</w:t>
            </w:r>
          </w:p>
        </w:tc>
      </w:tr>
      <w:tr w:rsidR="006F6E26" w:rsidRPr="0067755D" w:rsidTr="0067755D">
        <w:trPr>
          <w:trHeight w:val="596"/>
        </w:trPr>
        <w:tc>
          <w:tcPr>
            <w:tcW w:w="6628" w:type="dxa"/>
            <w:gridSpan w:val="7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Особистий прийом громадя</w:t>
            </w:r>
            <w:r w:rsidRPr="0067755D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r w:rsidRPr="0067755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керівництвом </w:t>
            </w:r>
            <w:r w:rsidRPr="0067755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Департаменту житлово-комунального господарства та енергоефективності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Одеської обласної державної адміністрації 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67755D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щовівторка 14.00-17.00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67755D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(Відповідальний: Шалигайло А.І.)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2978" w:type="dxa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м. Одеса, </w:t>
            </w:r>
          </w:p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пр. Шевченка, 4, каб. 624</w:t>
            </w:r>
          </w:p>
        </w:tc>
      </w:tr>
      <w:tr w:rsidR="006F6E26" w:rsidRPr="0067755D" w:rsidTr="0067755D">
        <w:trPr>
          <w:trHeight w:val="596"/>
        </w:trPr>
        <w:tc>
          <w:tcPr>
            <w:tcW w:w="6628" w:type="dxa"/>
            <w:gridSpan w:val="7"/>
            <w:vAlign w:val="center"/>
          </w:tcPr>
          <w:p w:rsidR="006F6E26" w:rsidRPr="0067755D" w:rsidRDefault="006F6E26" w:rsidP="0067755D">
            <w:pPr>
              <w:keepNext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Особистий прийом громадян директором </w:t>
            </w:r>
            <w:r w:rsidRPr="0067755D">
              <w:rPr>
                <w:rFonts w:ascii="Times New Roman" w:hAnsi="Times New Roman"/>
                <w:sz w:val="28"/>
                <w:szCs w:val="28"/>
              </w:rPr>
              <w:t>Департаменту охорони здоров᾿я облдержадміністрації</w:t>
            </w:r>
            <w:r w:rsidRPr="0067755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Полясним В.О.</w:t>
            </w:r>
          </w:p>
          <w:p w:rsidR="006F6E26" w:rsidRPr="0067755D" w:rsidRDefault="006F6E26" w:rsidP="0067755D">
            <w:pPr>
              <w:keepNext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shd w:val="clear" w:color="auto" w:fill="FFFFFF"/>
                <w:lang w:val="uk-UA"/>
              </w:rPr>
            </w:pPr>
          </w:p>
          <w:p w:rsidR="006F6E26" w:rsidRPr="0067755D" w:rsidRDefault="006F6E26" w:rsidP="0067755D">
            <w:pPr>
              <w:keepNext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67755D"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  <w:t>Щосередеи 14.00-17.00</w:t>
            </w:r>
          </w:p>
          <w:p w:rsidR="006F6E26" w:rsidRPr="0067755D" w:rsidRDefault="006F6E26" w:rsidP="006775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755D">
              <w:rPr>
                <w:rFonts w:ascii="Times New Roman" w:hAnsi="Times New Roman"/>
                <w:sz w:val="20"/>
                <w:szCs w:val="20"/>
              </w:rPr>
              <w:t>(</w:t>
            </w: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В</w:t>
            </w:r>
            <w:r w:rsidRPr="0067755D">
              <w:rPr>
                <w:rFonts w:ascii="Times New Roman" w:hAnsi="Times New Roman"/>
                <w:sz w:val="20"/>
                <w:szCs w:val="20"/>
              </w:rPr>
              <w:t>ідповідальний</w:t>
            </w: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:</w:t>
            </w:r>
            <w:r w:rsidRPr="0067755D">
              <w:rPr>
                <w:rFonts w:ascii="Times New Roman" w:hAnsi="Times New Roman"/>
                <w:sz w:val="20"/>
                <w:szCs w:val="20"/>
              </w:rPr>
              <w:t xml:space="preserve"> Гінжул І</w:t>
            </w: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  <w:r w:rsidRPr="0067755D">
              <w:rPr>
                <w:rFonts w:ascii="Times New Roman" w:hAnsi="Times New Roman"/>
                <w:sz w:val="20"/>
                <w:szCs w:val="20"/>
              </w:rPr>
              <w:t>В</w:t>
            </w: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  <w:r w:rsidRPr="0067755D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978" w:type="dxa"/>
            <w:vAlign w:val="center"/>
          </w:tcPr>
          <w:p w:rsidR="006F6E26" w:rsidRPr="0067755D" w:rsidRDefault="006F6E26" w:rsidP="0067755D">
            <w:pPr>
              <w:keepNext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вул. Канатна, 83,</w:t>
            </w:r>
          </w:p>
          <w:p w:rsidR="006F6E26" w:rsidRPr="0067755D" w:rsidRDefault="006F6E26" w:rsidP="0067755D">
            <w:pPr>
              <w:keepNext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5 поверх,</w:t>
            </w:r>
          </w:p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каб. 501</w:t>
            </w:r>
          </w:p>
        </w:tc>
      </w:tr>
      <w:tr w:rsidR="006F6E26" w:rsidRPr="0067755D" w:rsidTr="0067755D">
        <w:trPr>
          <w:trHeight w:val="596"/>
        </w:trPr>
        <w:tc>
          <w:tcPr>
            <w:tcW w:w="6628" w:type="dxa"/>
            <w:gridSpan w:val="7"/>
            <w:vAlign w:val="center"/>
          </w:tcPr>
          <w:p w:rsidR="006F6E26" w:rsidRPr="0067755D" w:rsidRDefault="006F6E26" w:rsidP="0067755D">
            <w:pPr>
              <w:keepNext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Особистий прийом громадян </w:t>
            </w:r>
            <w:r w:rsidRPr="0067755D">
              <w:rPr>
                <w:rFonts w:ascii="Times New Roman" w:hAnsi="Times New Roman"/>
                <w:sz w:val="28"/>
                <w:szCs w:val="28"/>
              </w:rPr>
              <w:t>заступником директора Департаменту – начальником управління розвитку, планування та організаційно-фінансового забезпечення Гінжулом І.В.</w:t>
            </w:r>
          </w:p>
          <w:p w:rsidR="006F6E26" w:rsidRPr="0067755D" w:rsidRDefault="006F6E26" w:rsidP="0067755D">
            <w:pPr>
              <w:keepNext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val="uk-UA"/>
              </w:rPr>
            </w:pPr>
          </w:p>
          <w:p w:rsidR="006F6E26" w:rsidRPr="0067755D" w:rsidRDefault="006F6E26" w:rsidP="0067755D">
            <w:pPr>
              <w:keepNext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Щовівторка 14.00.17.00</w:t>
            </w:r>
          </w:p>
          <w:p w:rsidR="006F6E26" w:rsidRPr="003538F5" w:rsidRDefault="006F6E26" w:rsidP="0067755D">
            <w:pPr>
              <w:keepNext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shd w:val="clear" w:color="auto" w:fill="FFFFFF"/>
                <w:lang w:val="uk-UA"/>
              </w:rPr>
            </w:pPr>
            <w:r w:rsidRPr="003538F5"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(відповідальний</w:t>
            </w: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:</w:t>
            </w:r>
            <w:r w:rsidRPr="003538F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Гінжул І</w:t>
            </w: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  <w:r w:rsidRPr="003538F5">
              <w:rPr>
                <w:rFonts w:ascii="Times New Roman" w:hAnsi="Times New Roman"/>
                <w:sz w:val="20"/>
                <w:szCs w:val="20"/>
                <w:lang w:val="uk-UA"/>
              </w:rPr>
              <w:t>В</w:t>
            </w: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  <w:r w:rsidRPr="003538F5">
              <w:rPr>
                <w:rFonts w:ascii="Times New Roman" w:hAnsi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2978" w:type="dxa"/>
            <w:vAlign w:val="center"/>
          </w:tcPr>
          <w:p w:rsidR="006F6E26" w:rsidRPr="0067755D" w:rsidRDefault="006F6E26" w:rsidP="0067755D">
            <w:pPr>
              <w:keepNext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вул. Канатна, 83,</w:t>
            </w:r>
          </w:p>
          <w:p w:rsidR="006F6E26" w:rsidRPr="0067755D" w:rsidRDefault="006F6E26" w:rsidP="0067755D">
            <w:pPr>
              <w:keepNext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5 поверх,</w:t>
            </w:r>
          </w:p>
          <w:p w:rsidR="006F6E26" w:rsidRPr="0067755D" w:rsidRDefault="006F6E26" w:rsidP="0067755D">
            <w:pPr>
              <w:keepNext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sz w:val="24"/>
                <w:szCs w:val="24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каб. 501</w:t>
            </w:r>
          </w:p>
        </w:tc>
      </w:tr>
      <w:tr w:rsidR="006F6E26" w:rsidRPr="0067755D" w:rsidTr="0067755D">
        <w:trPr>
          <w:trHeight w:val="596"/>
        </w:trPr>
        <w:tc>
          <w:tcPr>
            <w:tcW w:w="6628" w:type="dxa"/>
            <w:gridSpan w:val="7"/>
            <w:vAlign w:val="center"/>
          </w:tcPr>
          <w:p w:rsidR="006F6E26" w:rsidRPr="0067755D" w:rsidRDefault="006F6E26" w:rsidP="0067755D">
            <w:pPr>
              <w:keepNext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Особистий прийом громадян </w:t>
            </w:r>
            <w:r w:rsidRPr="0067755D">
              <w:rPr>
                <w:rFonts w:ascii="Times New Roman" w:hAnsi="Times New Roman"/>
                <w:sz w:val="28"/>
                <w:szCs w:val="28"/>
              </w:rPr>
              <w:t>заступником начальника управління-начальником відділу контролю якості надання медичної допомоги управління медичної діяльності Департаменту охорони здоров᾿я облдержадміністрації Рокунець-Сорочан О.М.</w:t>
            </w:r>
          </w:p>
          <w:p w:rsidR="006F6E26" w:rsidRPr="0067755D" w:rsidRDefault="006F6E26" w:rsidP="0067755D">
            <w:pPr>
              <w:keepNext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val="uk-UA"/>
              </w:rPr>
            </w:pPr>
          </w:p>
          <w:p w:rsidR="006F6E26" w:rsidRPr="0067755D" w:rsidRDefault="006F6E26" w:rsidP="0067755D">
            <w:pPr>
              <w:keepNext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Щочетверга 14.00-17.00</w:t>
            </w:r>
          </w:p>
          <w:p w:rsidR="006F6E26" w:rsidRPr="0067755D" w:rsidRDefault="006F6E26" w:rsidP="0067755D">
            <w:pPr>
              <w:keepNext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shd w:val="clear" w:color="auto" w:fill="FFFFFF"/>
              </w:rPr>
            </w:pPr>
            <w:r w:rsidRPr="0067755D">
              <w:rPr>
                <w:rFonts w:ascii="Times New Roman" w:hAnsi="Times New Roman"/>
                <w:sz w:val="20"/>
                <w:szCs w:val="20"/>
              </w:rPr>
              <w:t>(відповідальний</w:t>
            </w: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:</w:t>
            </w:r>
            <w:r w:rsidRPr="0067755D">
              <w:rPr>
                <w:rFonts w:ascii="Times New Roman" w:hAnsi="Times New Roman"/>
                <w:sz w:val="20"/>
                <w:szCs w:val="20"/>
              </w:rPr>
              <w:t xml:space="preserve"> Гінжул І</w:t>
            </w: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  <w:r w:rsidRPr="0067755D">
              <w:rPr>
                <w:rFonts w:ascii="Times New Roman" w:hAnsi="Times New Roman"/>
                <w:sz w:val="20"/>
                <w:szCs w:val="20"/>
              </w:rPr>
              <w:t>В</w:t>
            </w: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  <w:r w:rsidRPr="0067755D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978" w:type="dxa"/>
            <w:vAlign w:val="center"/>
          </w:tcPr>
          <w:p w:rsidR="006F6E26" w:rsidRPr="0067755D" w:rsidRDefault="006F6E26" w:rsidP="0067755D">
            <w:pPr>
              <w:keepNext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вул. Канатна, 83,</w:t>
            </w:r>
          </w:p>
          <w:p w:rsidR="006F6E26" w:rsidRPr="0067755D" w:rsidRDefault="006F6E26" w:rsidP="0067755D">
            <w:pPr>
              <w:keepNext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5 поверх,</w:t>
            </w:r>
          </w:p>
          <w:p w:rsidR="006F6E26" w:rsidRPr="0067755D" w:rsidRDefault="006F6E26" w:rsidP="0067755D">
            <w:pPr>
              <w:keepNext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sz w:val="24"/>
                <w:szCs w:val="24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каб. 525</w:t>
            </w:r>
          </w:p>
        </w:tc>
      </w:tr>
      <w:tr w:rsidR="006F6E26" w:rsidRPr="0067755D" w:rsidTr="0067755D">
        <w:trPr>
          <w:trHeight w:val="596"/>
        </w:trPr>
        <w:tc>
          <w:tcPr>
            <w:tcW w:w="6628" w:type="dxa"/>
            <w:gridSpan w:val="7"/>
            <w:vAlign w:val="center"/>
          </w:tcPr>
          <w:p w:rsidR="006F6E26" w:rsidRPr="0067755D" w:rsidRDefault="006F6E26" w:rsidP="0067755D">
            <w:pPr>
              <w:keepNext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Моніторинг стану здоров’я дітей першого року життя Одеської області</w:t>
            </w:r>
          </w:p>
          <w:p w:rsidR="006F6E26" w:rsidRPr="0067755D" w:rsidRDefault="006F6E26" w:rsidP="0067755D">
            <w:pPr>
              <w:keepNext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6F6E26" w:rsidRPr="0067755D" w:rsidRDefault="006F6E26" w:rsidP="0067755D">
            <w:pPr>
              <w:keepNext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Щочетверга 15.00-16.00</w:t>
            </w:r>
          </w:p>
          <w:p w:rsidR="006F6E26" w:rsidRPr="0067755D" w:rsidRDefault="006F6E26" w:rsidP="0067755D">
            <w:pPr>
              <w:keepNext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shd w:val="clear" w:color="auto" w:fill="FFFFFF"/>
              </w:rPr>
            </w:pPr>
            <w:r w:rsidRPr="0067755D">
              <w:rPr>
                <w:rFonts w:ascii="Times New Roman" w:hAnsi="Times New Roman"/>
                <w:sz w:val="20"/>
                <w:szCs w:val="20"/>
              </w:rPr>
              <w:t>(відповідальн</w:t>
            </w: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а: </w:t>
            </w:r>
            <w:r w:rsidRPr="0067755D">
              <w:rPr>
                <w:rFonts w:ascii="Times New Roman" w:hAnsi="Times New Roman"/>
                <w:sz w:val="20"/>
                <w:szCs w:val="20"/>
              </w:rPr>
              <w:t>Брашко І</w:t>
            </w: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  <w:r w:rsidRPr="0067755D">
              <w:rPr>
                <w:rFonts w:ascii="Times New Roman" w:hAnsi="Times New Roman"/>
                <w:sz w:val="20"/>
                <w:szCs w:val="20"/>
              </w:rPr>
              <w:t>О</w:t>
            </w: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  <w:r w:rsidRPr="0067755D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978" w:type="dxa"/>
            <w:vAlign w:val="center"/>
          </w:tcPr>
          <w:p w:rsidR="006F6E26" w:rsidRPr="0067755D" w:rsidRDefault="006F6E26" w:rsidP="0067755D">
            <w:pPr>
              <w:keepNext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вул. Канатна, 83,</w:t>
            </w:r>
          </w:p>
          <w:p w:rsidR="006F6E26" w:rsidRPr="0067755D" w:rsidRDefault="006F6E26" w:rsidP="0067755D">
            <w:pPr>
              <w:keepNext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5 поверх,</w:t>
            </w:r>
          </w:p>
          <w:p w:rsidR="006F6E26" w:rsidRPr="0067755D" w:rsidRDefault="006F6E26" w:rsidP="0067755D">
            <w:pPr>
              <w:keepNext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sz w:val="24"/>
                <w:szCs w:val="24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каб. 525</w:t>
            </w:r>
          </w:p>
        </w:tc>
      </w:tr>
      <w:tr w:rsidR="006F6E26" w:rsidRPr="0067755D" w:rsidTr="0067755D">
        <w:trPr>
          <w:trHeight w:val="596"/>
        </w:trPr>
        <w:tc>
          <w:tcPr>
            <w:tcW w:w="6628" w:type="dxa"/>
            <w:gridSpan w:val="7"/>
            <w:vAlign w:val="center"/>
          </w:tcPr>
          <w:p w:rsidR="006F6E26" w:rsidRPr="0067755D" w:rsidRDefault="006F6E26" w:rsidP="0067755D">
            <w:pPr>
              <w:keepNext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Відео-нарада з керівниками структурних підрозділів соціального захисту районних державних адміністрацій та виконкомів міських рад.</w:t>
            </w:r>
          </w:p>
          <w:p w:rsidR="006F6E26" w:rsidRPr="0067755D" w:rsidRDefault="006F6E26" w:rsidP="0067755D">
            <w:pPr>
              <w:keepNext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val="uk-UA"/>
              </w:rPr>
            </w:pPr>
          </w:p>
          <w:p w:rsidR="006F6E26" w:rsidRPr="0067755D" w:rsidRDefault="006F6E26" w:rsidP="0067755D">
            <w:pPr>
              <w:keepNext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Щовівторка </w:t>
            </w:r>
          </w:p>
          <w:p w:rsidR="006F6E26" w:rsidRPr="0067755D" w:rsidRDefault="006F6E26" w:rsidP="0067755D">
            <w:pPr>
              <w:keepNext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2978" w:type="dxa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Обласна державна адміністрація адмінбудинок № 2,  </w:t>
            </w:r>
          </w:p>
          <w:p w:rsidR="006F6E26" w:rsidRPr="0067755D" w:rsidRDefault="006F6E26" w:rsidP="0067755D">
            <w:pPr>
              <w:keepNext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вул. Канатна, 83</w:t>
            </w:r>
          </w:p>
        </w:tc>
      </w:tr>
      <w:tr w:rsidR="006F6E26" w:rsidRPr="0067755D" w:rsidTr="0067755D">
        <w:trPr>
          <w:trHeight w:val="596"/>
        </w:trPr>
        <w:tc>
          <w:tcPr>
            <w:tcW w:w="9606" w:type="dxa"/>
            <w:gridSpan w:val="8"/>
            <w:vAlign w:val="center"/>
          </w:tcPr>
          <w:p w:rsidR="006F6E26" w:rsidRPr="00A20484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</w:pPr>
            <w:r w:rsidRPr="00A20484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>Протягом місяця</w:t>
            </w:r>
          </w:p>
        </w:tc>
      </w:tr>
      <w:tr w:rsidR="006F6E26" w:rsidRPr="0067755D" w:rsidTr="0067755D">
        <w:trPr>
          <w:trHeight w:val="596"/>
        </w:trPr>
        <w:tc>
          <w:tcPr>
            <w:tcW w:w="6628" w:type="dxa"/>
            <w:gridSpan w:val="7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Театралізоване свято «Купальські вечори», присвячене святу Івана-Купала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</w:pPr>
            <w:r w:rsidRPr="0067755D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(Виконавець: Біляївська РДА)</w:t>
            </w:r>
          </w:p>
        </w:tc>
        <w:tc>
          <w:tcPr>
            <w:tcW w:w="2978" w:type="dxa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Р</w:t>
            </w:r>
            <w:r w:rsidRPr="0067755D">
              <w:rPr>
                <w:rFonts w:ascii="Times New Roman" w:hAnsi="Times New Roman"/>
                <w:sz w:val="28"/>
                <w:szCs w:val="28"/>
              </w:rPr>
              <w:t xml:space="preserve">айонний </w:t>
            </w: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б</w:t>
            </w:r>
            <w:r w:rsidRPr="0067755D">
              <w:rPr>
                <w:rFonts w:ascii="Times New Roman" w:hAnsi="Times New Roman"/>
                <w:sz w:val="28"/>
                <w:szCs w:val="28"/>
              </w:rPr>
              <w:t>удинок культури</w:t>
            </w:r>
          </w:p>
        </w:tc>
      </w:tr>
      <w:tr w:rsidR="006F6E26" w:rsidRPr="0067755D" w:rsidTr="0067755D">
        <w:trPr>
          <w:trHeight w:val="596"/>
        </w:trPr>
        <w:tc>
          <w:tcPr>
            <w:tcW w:w="6628" w:type="dxa"/>
            <w:gridSpan w:val="7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День села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67755D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(Виконавець: Роздільнянська РДА)</w:t>
            </w:r>
          </w:p>
        </w:tc>
        <w:tc>
          <w:tcPr>
            <w:tcW w:w="2978" w:type="dxa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 xml:space="preserve">с. Новоселовка (Новоселівка с/р) з 1857 р. Щорічне свято – </w:t>
            </w: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храм</w:t>
            </w:r>
            <w:r w:rsidRPr="0067755D">
              <w:rPr>
                <w:rFonts w:ascii="Times New Roman" w:hAnsi="Times New Roman"/>
                <w:sz w:val="28"/>
                <w:szCs w:val="28"/>
              </w:rPr>
              <w:t xml:space="preserve"> проводиться як масове гуляння </w:t>
            </w: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 w:rsidRPr="0067755D">
              <w:rPr>
                <w:rFonts w:ascii="Times New Roman" w:hAnsi="Times New Roman"/>
                <w:sz w:val="28"/>
                <w:szCs w:val="28"/>
              </w:rPr>
              <w:t xml:space="preserve">з запрошенням творчих колективів з </w:t>
            </w: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м. </w:t>
            </w:r>
            <w:r w:rsidRPr="0067755D">
              <w:rPr>
                <w:rFonts w:ascii="Times New Roman" w:hAnsi="Times New Roman"/>
                <w:sz w:val="28"/>
                <w:szCs w:val="28"/>
              </w:rPr>
              <w:t>Роздільн</w:t>
            </w: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</w:p>
        </w:tc>
      </w:tr>
      <w:tr w:rsidR="006F6E26" w:rsidRPr="0067755D" w:rsidTr="0067755D">
        <w:trPr>
          <w:trHeight w:val="596"/>
        </w:trPr>
        <w:tc>
          <w:tcPr>
            <w:tcW w:w="6628" w:type="dxa"/>
            <w:gridSpan w:val="7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Надання Звіту за формою звітності №1-ДВА (піврічна) на адресу Міністерства фінансів України</w:t>
            </w:r>
            <w:r w:rsidRPr="0067755D"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  <w:t xml:space="preserve"> 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67755D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До 20.07.2018 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67755D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(Відповідальний: Волошановський І.І.)</w:t>
            </w:r>
          </w:p>
        </w:tc>
        <w:tc>
          <w:tcPr>
            <w:tcW w:w="2978" w:type="dxa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Одеська обласна державна адміністрація</w:t>
            </w:r>
            <w:r w:rsidRPr="0067755D"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6F6E26" w:rsidRPr="0067755D" w:rsidTr="0067755D">
        <w:trPr>
          <w:trHeight w:val="596"/>
        </w:trPr>
        <w:tc>
          <w:tcPr>
            <w:tcW w:w="6628" w:type="dxa"/>
            <w:gridSpan w:val="7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Вручення </w:t>
            </w: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4 кейсів з відповідним обладнанням для забезпечення надання мобільних адміністративних послуг ЦНАП Біляївської, Болградської, Лиманської, Любашівської райдержадміністрацій</w:t>
            </w:r>
            <w:r w:rsidRPr="0067755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</w:pPr>
            <w:r w:rsidRPr="0067755D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(Відповідальний: Радулов  Д.Д.)</w:t>
            </w:r>
          </w:p>
        </w:tc>
        <w:tc>
          <w:tcPr>
            <w:tcW w:w="2978" w:type="dxa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Одеська обласна державна адміністрації</w:t>
            </w:r>
          </w:p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м. Одеса, пр. Шевченка, 4</w:t>
            </w:r>
          </w:p>
        </w:tc>
      </w:tr>
      <w:tr w:rsidR="006F6E26" w:rsidRPr="0067755D" w:rsidTr="0067755D">
        <w:trPr>
          <w:trHeight w:val="596"/>
        </w:trPr>
        <w:tc>
          <w:tcPr>
            <w:tcW w:w="6628" w:type="dxa"/>
            <w:gridSpan w:val="7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Проведення одноденного навчального семінару для керівників ЦНАП з метою вивчення досвіду роботи Центру інтегрованих послуг м. Одеси. 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</w:pPr>
            <w:r w:rsidRPr="0067755D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(Відповідальний: Радулов Д.Д.)</w:t>
            </w:r>
          </w:p>
        </w:tc>
        <w:tc>
          <w:tcPr>
            <w:tcW w:w="2978" w:type="dxa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ОРІДУ НАДУ при </w:t>
            </w:r>
          </w:p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Президентові України,</w:t>
            </w:r>
          </w:p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Центр інтегрованих послуг м. Одеса</w:t>
            </w:r>
          </w:p>
        </w:tc>
      </w:tr>
      <w:tr w:rsidR="006F6E26" w:rsidRPr="0067755D" w:rsidTr="0067755D">
        <w:trPr>
          <w:trHeight w:val="596"/>
        </w:trPr>
        <w:tc>
          <w:tcPr>
            <w:tcW w:w="6628" w:type="dxa"/>
            <w:gridSpan w:val="7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Оновлення інформації до</w:t>
            </w:r>
            <w:r w:rsidRPr="0067755D">
              <w:rPr>
                <w:rFonts w:ascii="Times New Roman" w:hAnsi="Times New Roman"/>
                <w:sz w:val="28"/>
                <w:szCs w:val="28"/>
              </w:rPr>
              <w:t xml:space="preserve"> паспортів соціально-економічного розвитку районів області</w:t>
            </w:r>
            <w:r w:rsidRPr="0067755D"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  <w:t xml:space="preserve"> 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</w:pPr>
            <w:r w:rsidRPr="0067755D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(Відповідальний: Радулов Д.Д.)</w:t>
            </w:r>
          </w:p>
        </w:tc>
        <w:tc>
          <w:tcPr>
            <w:tcW w:w="2978" w:type="dxa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Одеська обласна державна адміністраці</w:t>
            </w: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я</w:t>
            </w:r>
            <w:r w:rsidRPr="0067755D">
              <w:rPr>
                <w:rFonts w:ascii="Times New Roman" w:hAnsi="Times New Roman"/>
                <w:sz w:val="28"/>
                <w:szCs w:val="28"/>
              </w:rPr>
              <w:t>, пр. Шевченка, 4</w:t>
            </w:r>
          </w:p>
        </w:tc>
      </w:tr>
      <w:tr w:rsidR="006F6E26" w:rsidRPr="0067755D" w:rsidTr="0067755D">
        <w:trPr>
          <w:trHeight w:val="596"/>
        </w:trPr>
        <w:tc>
          <w:tcPr>
            <w:tcW w:w="6628" w:type="dxa"/>
            <w:gridSpan w:val="7"/>
            <w:vAlign w:val="center"/>
          </w:tcPr>
          <w:p w:rsidR="006F6E26" w:rsidRPr="0067755D" w:rsidRDefault="006F6E26" w:rsidP="006775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 w:eastAsia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Проведення оцінки результатів діяльності райдержадміністрацій за червень 2018 року (рейтингової оцінки)</w:t>
            </w:r>
          </w:p>
          <w:p w:rsidR="006F6E26" w:rsidRPr="0067755D" w:rsidRDefault="006F6E26" w:rsidP="006775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FF0000"/>
                <w:sz w:val="20"/>
                <w:szCs w:val="20"/>
                <w:lang w:val="uk-UA" w:eastAsia="uk-UA"/>
              </w:rPr>
            </w:pPr>
          </w:p>
          <w:p w:rsidR="006F6E26" w:rsidRPr="0067755D" w:rsidRDefault="006F6E26" w:rsidP="006775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en-US" w:eastAsia="uk-UA"/>
              </w:rPr>
            </w:pPr>
            <w:r w:rsidRPr="0067755D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uk-UA" w:eastAsia="uk-UA"/>
              </w:rPr>
              <w:t>(Відповідальний: Радулов Д.Д.)</w:t>
            </w:r>
          </w:p>
          <w:p w:rsidR="006F6E26" w:rsidRPr="0067755D" w:rsidRDefault="006F6E26" w:rsidP="006775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FF0000"/>
                <w:sz w:val="20"/>
                <w:szCs w:val="20"/>
                <w:lang w:val="en-US" w:eastAsia="uk-UA"/>
              </w:rPr>
            </w:pPr>
          </w:p>
        </w:tc>
        <w:tc>
          <w:tcPr>
            <w:tcW w:w="2978" w:type="dxa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Одеська обласна державна адміністрації, пр. Шевченка, 4</w:t>
            </w:r>
          </w:p>
        </w:tc>
      </w:tr>
      <w:tr w:rsidR="006F6E26" w:rsidRPr="0067755D" w:rsidTr="0067755D">
        <w:trPr>
          <w:trHeight w:val="596"/>
        </w:trPr>
        <w:tc>
          <w:tcPr>
            <w:tcW w:w="6628" w:type="dxa"/>
            <w:gridSpan w:val="7"/>
            <w:vAlign w:val="center"/>
          </w:tcPr>
          <w:p w:rsidR="006F6E26" w:rsidRPr="0067755D" w:rsidRDefault="006F6E26" w:rsidP="006775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 w:eastAsia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Підготовка матеріалів та проведення засідання обласної комісії </w:t>
            </w:r>
            <w:r w:rsidRPr="0067755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з питань інвентаризації об’єктів державної власності та упорядкування обліку юридичних осіб відповідно до розпорядження голови обласної державної адміністрації </w:t>
            </w: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 15.05.2018 «492/А-2018 «Про інвентаризацію об’єктів державної власності та упорядкування обліку юридичних осіб, які перебувають в управління обласної та районних державних </w:t>
            </w:r>
            <w:r w:rsidRPr="0067755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адміністрацій»</w:t>
            </w:r>
          </w:p>
          <w:p w:rsidR="006F6E26" w:rsidRPr="0067755D" w:rsidRDefault="006F6E26" w:rsidP="006775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FF0000"/>
                <w:sz w:val="20"/>
                <w:szCs w:val="20"/>
                <w:lang w:val="uk-UA" w:eastAsia="uk-UA"/>
              </w:rPr>
            </w:pPr>
          </w:p>
          <w:p w:rsidR="006F6E26" w:rsidRPr="0067755D" w:rsidRDefault="006F6E26" w:rsidP="006775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en-US" w:eastAsia="uk-UA"/>
              </w:rPr>
            </w:pPr>
            <w:r w:rsidRPr="0067755D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uk-UA" w:eastAsia="uk-UA"/>
              </w:rPr>
              <w:t>(Відповідальний: Радулов Д.Д.)</w:t>
            </w:r>
          </w:p>
          <w:p w:rsidR="006F6E26" w:rsidRPr="0067755D" w:rsidRDefault="006F6E26" w:rsidP="006775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FF0000"/>
                <w:sz w:val="20"/>
                <w:szCs w:val="20"/>
                <w:lang w:val="en-US" w:eastAsia="uk-UA"/>
              </w:rPr>
            </w:pPr>
          </w:p>
        </w:tc>
        <w:tc>
          <w:tcPr>
            <w:tcW w:w="2978" w:type="dxa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Одеська обласна державна адміністрації, пр. Шевченка, 4</w:t>
            </w:r>
          </w:p>
        </w:tc>
      </w:tr>
      <w:tr w:rsidR="006F6E26" w:rsidRPr="0067755D" w:rsidTr="0067755D">
        <w:trPr>
          <w:trHeight w:val="596"/>
        </w:trPr>
        <w:tc>
          <w:tcPr>
            <w:tcW w:w="6628" w:type="dxa"/>
            <w:gridSpan w:val="7"/>
          </w:tcPr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Проведення семінару щодо реалізації вимог Закону України «Про приватизацію державного і комунального майна»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67755D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(Відповідальний: Радулов Д.Д.)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2978" w:type="dxa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Одеська обласна державна адміністраці</w:t>
            </w: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я</w:t>
            </w:r>
            <w:r w:rsidRPr="0067755D">
              <w:rPr>
                <w:rFonts w:ascii="Times New Roman" w:hAnsi="Times New Roman"/>
                <w:sz w:val="28"/>
                <w:szCs w:val="28"/>
              </w:rPr>
              <w:t>, пр. Шевченка, 4</w:t>
            </w:r>
          </w:p>
        </w:tc>
      </w:tr>
      <w:tr w:rsidR="006F6E26" w:rsidRPr="0067755D" w:rsidTr="0067755D">
        <w:trPr>
          <w:trHeight w:val="596"/>
        </w:trPr>
        <w:tc>
          <w:tcPr>
            <w:tcW w:w="6628" w:type="dxa"/>
            <w:gridSpan w:val="7"/>
          </w:tcPr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 xml:space="preserve">Підготовка робочих нарад, зустрічей щодо проблемних питань розвитку промислових підприємств області, оперативне вирішення проблемних питань їх функціонування. 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67755D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(Відповідальний: Радулов Д.Д.)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2978" w:type="dxa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Одеська обласна державна адміністраці</w:t>
            </w: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я</w:t>
            </w:r>
            <w:r w:rsidRPr="0067755D">
              <w:rPr>
                <w:rFonts w:ascii="Times New Roman" w:hAnsi="Times New Roman"/>
                <w:sz w:val="28"/>
                <w:szCs w:val="28"/>
              </w:rPr>
              <w:t>, пр. Шевченка, 4</w:t>
            </w:r>
          </w:p>
        </w:tc>
      </w:tr>
      <w:tr w:rsidR="006F6E26" w:rsidRPr="0067755D" w:rsidTr="0067755D">
        <w:trPr>
          <w:trHeight w:val="596"/>
        </w:trPr>
        <w:tc>
          <w:tcPr>
            <w:tcW w:w="6628" w:type="dxa"/>
            <w:gridSpan w:val="7"/>
          </w:tcPr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Проведення</w:t>
            </w:r>
            <w:r w:rsidRPr="003538F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7755D">
              <w:rPr>
                <w:rFonts w:ascii="Times New Roman" w:hAnsi="Times New Roman"/>
                <w:sz w:val="28"/>
                <w:szCs w:val="28"/>
              </w:rPr>
              <w:t>нарад</w:t>
            </w:r>
            <w:r w:rsidRPr="003538F5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67755D">
              <w:rPr>
                <w:rFonts w:ascii="Times New Roman" w:hAnsi="Times New Roman"/>
                <w:sz w:val="28"/>
                <w:szCs w:val="28"/>
              </w:rPr>
              <w:t>зустрічей</w:t>
            </w:r>
            <w:r w:rsidRPr="003538F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7755D">
              <w:rPr>
                <w:rFonts w:ascii="Times New Roman" w:hAnsi="Times New Roman"/>
                <w:sz w:val="28"/>
                <w:szCs w:val="28"/>
              </w:rPr>
              <w:t>з</w:t>
            </w:r>
            <w:r w:rsidRPr="003538F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7755D">
              <w:rPr>
                <w:rFonts w:ascii="Times New Roman" w:hAnsi="Times New Roman"/>
                <w:sz w:val="28"/>
                <w:szCs w:val="28"/>
              </w:rPr>
              <w:t>керівниками</w:t>
            </w:r>
            <w:r w:rsidRPr="003538F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7755D">
              <w:rPr>
                <w:rFonts w:ascii="Times New Roman" w:hAnsi="Times New Roman"/>
                <w:sz w:val="28"/>
                <w:szCs w:val="28"/>
              </w:rPr>
              <w:t>підприємств</w:t>
            </w:r>
            <w:r w:rsidRPr="003538F5">
              <w:rPr>
                <w:rFonts w:ascii="Times New Roman" w:hAnsi="Times New Roman"/>
                <w:sz w:val="28"/>
                <w:szCs w:val="28"/>
              </w:rPr>
              <w:t>-</w:t>
            </w:r>
            <w:r w:rsidRPr="0067755D">
              <w:rPr>
                <w:rFonts w:ascii="Times New Roman" w:hAnsi="Times New Roman"/>
                <w:sz w:val="28"/>
                <w:szCs w:val="28"/>
              </w:rPr>
              <w:t>боржників</w:t>
            </w:r>
            <w:r w:rsidRPr="003538F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7755D">
              <w:rPr>
                <w:rFonts w:ascii="Times New Roman" w:hAnsi="Times New Roman"/>
                <w:sz w:val="28"/>
                <w:szCs w:val="28"/>
              </w:rPr>
              <w:t>з</w:t>
            </w:r>
            <w:r w:rsidRPr="003538F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7755D">
              <w:rPr>
                <w:rFonts w:ascii="Times New Roman" w:hAnsi="Times New Roman"/>
                <w:sz w:val="28"/>
                <w:szCs w:val="28"/>
              </w:rPr>
              <w:t>виплати</w:t>
            </w:r>
            <w:r w:rsidRPr="003538F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7755D">
              <w:rPr>
                <w:rFonts w:ascii="Times New Roman" w:hAnsi="Times New Roman"/>
                <w:sz w:val="28"/>
                <w:szCs w:val="28"/>
              </w:rPr>
              <w:t>заборгованості</w:t>
            </w:r>
            <w:r w:rsidRPr="003538F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7755D">
              <w:rPr>
                <w:rFonts w:ascii="Times New Roman" w:hAnsi="Times New Roman"/>
                <w:sz w:val="28"/>
                <w:szCs w:val="28"/>
              </w:rPr>
              <w:t>із</w:t>
            </w:r>
            <w:r w:rsidRPr="003538F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7755D">
              <w:rPr>
                <w:rFonts w:ascii="Times New Roman" w:hAnsi="Times New Roman"/>
                <w:sz w:val="28"/>
                <w:szCs w:val="28"/>
              </w:rPr>
              <w:t>заробітної</w:t>
            </w:r>
            <w:r w:rsidRPr="003538F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7755D">
              <w:rPr>
                <w:rFonts w:ascii="Times New Roman" w:hAnsi="Times New Roman"/>
                <w:sz w:val="28"/>
                <w:szCs w:val="28"/>
              </w:rPr>
              <w:t>плати</w:t>
            </w:r>
            <w:r w:rsidRPr="003538F5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67755D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(Відповідальний: Радулов Д.Д.)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2978" w:type="dxa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Одеська обласна державна адміністраці</w:t>
            </w: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я</w:t>
            </w:r>
            <w:r w:rsidRPr="0067755D">
              <w:rPr>
                <w:rFonts w:ascii="Times New Roman" w:hAnsi="Times New Roman"/>
                <w:sz w:val="28"/>
                <w:szCs w:val="28"/>
              </w:rPr>
              <w:t>, пр. Шевченка, 4</w:t>
            </w:r>
          </w:p>
        </w:tc>
      </w:tr>
      <w:tr w:rsidR="006F6E26" w:rsidRPr="0067755D" w:rsidTr="0067755D">
        <w:trPr>
          <w:trHeight w:val="596"/>
        </w:trPr>
        <w:tc>
          <w:tcPr>
            <w:tcW w:w="6628" w:type="dxa"/>
            <w:gridSpan w:val="7"/>
          </w:tcPr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Підготовка та організація нарад, зустрічей із запрошенням промислових підприємств області щодо розширення експортних можливостей регіону та залучення інвестицій.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67755D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(Відповідальний: Радулов Д.Д.)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2978" w:type="dxa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Одеська обласна державна адміністрації</w:t>
            </w:r>
          </w:p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м. Одеса, пр. Шевченка, 4</w:t>
            </w:r>
          </w:p>
        </w:tc>
      </w:tr>
      <w:tr w:rsidR="006F6E26" w:rsidRPr="0067755D" w:rsidTr="0067755D">
        <w:trPr>
          <w:trHeight w:val="596"/>
        </w:trPr>
        <w:tc>
          <w:tcPr>
            <w:tcW w:w="6628" w:type="dxa"/>
            <w:gridSpan w:val="7"/>
          </w:tcPr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Проведення засідань регіонального оперативного штабу з підготовки об’єктів житлово-комунального, паливно-енергетичного господарства та соціально-культурної сфери області до роботи в осінньо-зимовий період 2018-2019 років 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67755D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2-й понеділок місяця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67755D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(Відповідальний: Шалигайло А.І.)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2978" w:type="dxa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м. Одеса, </w:t>
            </w:r>
          </w:p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пр. Шевченка, 4,</w:t>
            </w:r>
          </w:p>
        </w:tc>
      </w:tr>
      <w:tr w:rsidR="006F6E26" w:rsidRPr="0067755D" w:rsidTr="0067755D">
        <w:trPr>
          <w:trHeight w:val="596"/>
        </w:trPr>
        <w:tc>
          <w:tcPr>
            <w:tcW w:w="6628" w:type="dxa"/>
            <w:gridSpan w:val="7"/>
          </w:tcPr>
          <w:p w:rsidR="006F6E26" w:rsidRPr="0067755D" w:rsidRDefault="006F6E26" w:rsidP="0067755D">
            <w:pPr>
              <w:keepNext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Проведення виїзного прийому громадян директором </w:t>
            </w:r>
            <w:r w:rsidRPr="0067755D">
              <w:rPr>
                <w:rFonts w:ascii="Times New Roman" w:hAnsi="Times New Roman"/>
                <w:sz w:val="28"/>
                <w:szCs w:val="28"/>
              </w:rPr>
              <w:t>Департаменту охорони здоров᾿я облдержадміністрації</w:t>
            </w:r>
            <w:r w:rsidRPr="0067755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Полясним В.О. в Іванівському районі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i/>
                <w:sz w:val="24"/>
                <w:szCs w:val="24"/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67755D">
              <w:rPr>
                <w:rFonts w:ascii="Times New Roman" w:hAnsi="Times New Roman"/>
                <w:sz w:val="20"/>
                <w:szCs w:val="20"/>
              </w:rPr>
              <w:t>(відповідальний</w:t>
            </w: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:</w:t>
            </w:r>
            <w:r w:rsidRPr="0067755D">
              <w:rPr>
                <w:rFonts w:ascii="Times New Roman" w:hAnsi="Times New Roman"/>
                <w:sz w:val="20"/>
                <w:szCs w:val="20"/>
              </w:rPr>
              <w:t xml:space="preserve"> Гінжул І</w:t>
            </w: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  <w:r w:rsidRPr="0067755D">
              <w:rPr>
                <w:rFonts w:ascii="Times New Roman" w:hAnsi="Times New Roman"/>
                <w:sz w:val="20"/>
                <w:szCs w:val="20"/>
              </w:rPr>
              <w:t>В</w:t>
            </w: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  <w:r w:rsidRPr="0067755D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2978" w:type="dxa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смт Іванівка</w:t>
            </w:r>
          </w:p>
        </w:tc>
      </w:tr>
      <w:tr w:rsidR="006F6E26" w:rsidRPr="0067755D" w:rsidTr="0067755D">
        <w:trPr>
          <w:trHeight w:val="596"/>
        </w:trPr>
        <w:tc>
          <w:tcPr>
            <w:tcW w:w="6628" w:type="dxa"/>
            <w:gridSpan w:val="7"/>
          </w:tcPr>
          <w:p w:rsidR="006F6E26" w:rsidRPr="0067755D" w:rsidRDefault="006F6E26" w:rsidP="0067755D">
            <w:pPr>
              <w:spacing w:after="0" w:line="240" w:lineRule="auto"/>
              <w:jc w:val="both"/>
              <w:rPr>
                <w:rStyle w:val="BodyTextChar"/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Проведення організаційної та роз’яснювальної роботи із запобігання, виявлення та протидії корупції, надання посадовим особам структурних підрозділів обласної державної адміністрації та районних державних адміністрацій</w:t>
            </w:r>
            <w:r w:rsidRPr="0067755D">
              <w:rPr>
                <w:rStyle w:val="BodyTextChar"/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 методичної та консультативної допомоги з питань дотримання вимог антикорупційного законодавства. Ведення обліку наданих консультацій.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7755D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(Відповідальний: Буюклі В.І.)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2978" w:type="dxa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м. Одеса,</w:t>
            </w:r>
          </w:p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адмінбудинок №1</w:t>
            </w:r>
          </w:p>
        </w:tc>
      </w:tr>
      <w:tr w:rsidR="006F6E26" w:rsidRPr="0067755D" w:rsidTr="0067755D">
        <w:trPr>
          <w:trHeight w:val="596"/>
        </w:trPr>
        <w:tc>
          <w:tcPr>
            <w:tcW w:w="6628" w:type="dxa"/>
            <w:gridSpan w:val="7"/>
          </w:tcPr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211F1F"/>
                <w:sz w:val="28"/>
                <w:szCs w:val="28"/>
                <w:shd w:val="clear" w:color="auto" w:fill="F9F9F9"/>
                <w:lang w:val="uk-UA"/>
              </w:rPr>
            </w:pPr>
            <w:r w:rsidRPr="0067755D">
              <w:rPr>
                <w:rFonts w:ascii="Times New Roman" w:hAnsi="Times New Roman"/>
                <w:color w:val="211F1F"/>
                <w:sz w:val="28"/>
                <w:szCs w:val="28"/>
                <w:shd w:val="clear" w:color="auto" w:fill="F9F9F9"/>
              </w:rPr>
              <w:t>Проведення інформаційної підтримки рубрики «Запобігання і протидія корупції», утвореної на офіційному веб-порталі Одеської обласної державної адміністрації, наповнення її відповідними матеріалами.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67755D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(Відповідальний: Буюклі В.І.)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en-US"/>
              </w:rPr>
            </w:pPr>
          </w:p>
        </w:tc>
        <w:tc>
          <w:tcPr>
            <w:tcW w:w="2978" w:type="dxa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м. Одеса,</w:t>
            </w:r>
          </w:p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адмінбудинок №1</w:t>
            </w:r>
          </w:p>
        </w:tc>
      </w:tr>
      <w:tr w:rsidR="006F6E26" w:rsidRPr="0067755D" w:rsidTr="0067755D">
        <w:trPr>
          <w:trHeight w:val="596"/>
        </w:trPr>
        <w:tc>
          <w:tcPr>
            <w:tcW w:w="6628" w:type="dxa"/>
            <w:gridSpan w:val="7"/>
          </w:tcPr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eastAsia="uk-UA"/>
              </w:rPr>
              <w:t>Розгляд заяв щодо можливих проявів корупції  посадови</w:t>
            </w:r>
            <w:r w:rsidRPr="0067755D">
              <w:rPr>
                <w:rFonts w:ascii="Times New Roman" w:hAnsi="Times New Roman"/>
                <w:sz w:val="28"/>
                <w:szCs w:val="28"/>
                <w:lang w:val="uk-UA" w:eastAsia="uk-UA"/>
              </w:rPr>
              <w:t>ми</w:t>
            </w:r>
            <w:r w:rsidRPr="0067755D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ос</w:t>
            </w:r>
            <w:r w:rsidRPr="0067755D">
              <w:rPr>
                <w:rFonts w:ascii="Times New Roman" w:hAnsi="Times New Roman"/>
                <w:sz w:val="28"/>
                <w:szCs w:val="28"/>
                <w:lang w:val="uk-UA" w:eastAsia="uk-UA"/>
              </w:rPr>
              <w:t>о</w:t>
            </w:r>
            <w:r w:rsidRPr="0067755D">
              <w:rPr>
                <w:rFonts w:ascii="Times New Roman" w:hAnsi="Times New Roman"/>
                <w:sz w:val="28"/>
                <w:szCs w:val="28"/>
                <w:lang w:eastAsia="uk-UA"/>
              </w:rPr>
              <w:t>б</w:t>
            </w:r>
            <w:r w:rsidRPr="0067755D">
              <w:rPr>
                <w:rFonts w:ascii="Times New Roman" w:hAnsi="Times New Roman"/>
                <w:sz w:val="28"/>
                <w:szCs w:val="28"/>
                <w:lang w:val="uk-UA" w:eastAsia="uk-UA"/>
              </w:rPr>
              <w:t>ами</w:t>
            </w:r>
            <w:r w:rsidRPr="0067755D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облдержадміністрації та райдержадміністрацій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 w:eastAsia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67755D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(Відповідальний: Буюклі В.І.)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en-US" w:eastAsia="uk-UA"/>
              </w:rPr>
            </w:pPr>
          </w:p>
        </w:tc>
        <w:tc>
          <w:tcPr>
            <w:tcW w:w="2978" w:type="dxa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м. Одеса,</w:t>
            </w:r>
          </w:p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  <w:lang w:val="uk-UA" w:eastAsia="uk-UA"/>
              </w:rPr>
            </w:pPr>
            <w:r w:rsidRPr="0067755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адмінбудинок №1</w:t>
            </w:r>
          </w:p>
        </w:tc>
      </w:tr>
      <w:tr w:rsidR="006F6E26" w:rsidRPr="0067755D" w:rsidTr="0067755D">
        <w:trPr>
          <w:trHeight w:val="596"/>
        </w:trPr>
        <w:tc>
          <w:tcPr>
            <w:tcW w:w="6628" w:type="dxa"/>
            <w:gridSpan w:val="7"/>
          </w:tcPr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211F1F"/>
                <w:sz w:val="28"/>
                <w:szCs w:val="28"/>
                <w:shd w:val="clear" w:color="auto" w:fill="F9F9F9"/>
                <w:lang w:val="uk-UA"/>
              </w:rPr>
            </w:pPr>
            <w:r w:rsidRPr="0067755D">
              <w:rPr>
                <w:rFonts w:ascii="Times New Roman" w:hAnsi="Times New Roman"/>
                <w:color w:val="211F1F"/>
                <w:sz w:val="28"/>
                <w:szCs w:val="28"/>
                <w:shd w:val="clear" w:color="auto" w:fill="F9F9F9"/>
              </w:rPr>
              <w:t xml:space="preserve">Проведення перевірки подання </w:t>
            </w:r>
            <w:r w:rsidRPr="0067755D">
              <w:rPr>
                <w:rFonts w:ascii="Times New Roman" w:hAnsi="Times New Roman"/>
                <w:color w:val="211F1F"/>
                <w:sz w:val="28"/>
                <w:szCs w:val="28"/>
                <w:shd w:val="clear" w:color="auto" w:fill="FFFFFF"/>
              </w:rPr>
              <w:t xml:space="preserve">декларацій, осіб уповноважених на виконання функцій держави або місцевого самоврядування </w:t>
            </w:r>
            <w:r w:rsidRPr="0067755D">
              <w:rPr>
                <w:rFonts w:ascii="Times New Roman" w:hAnsi="Times New Roman"/>
                <w:color w:val="211F1F"/>
                <w:sz w:val="28"/>
                <w:szCs w:val="28"/>
                <w:shd w:val="clear" w:color="auto" w:fill="F9F9F9"/>
              </w:rPr>
              <w:t>посадовими особами структурних підрозділів обласної державної адміністрації, які припиняють діяльність, пов’язану з виконанням функцій держави або місцевого самоврядування.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 w:eastAsia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uk-UA"/>
              </w:rPr>
            </w:pPr>
            <w:r w:rsidRPr="0067755D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(Відповідальний: Буюклі В.І.)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en-US" w:eastAsia="uk-UA"/>
              </w:rPr>
            </w:pPr>
          </w:p>
        </w:tc>
        <w:tc>
          <w:tcPr>
            <w:tcW w:w="2978" w:type="dxa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67755D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м. Одеса,</w:t>
            </w:r>
          </w:p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  <w:lang w:val="uk-UA" w:eastAsia="uk-UA"/>
              </w:rPr>
            </w:pPr>
            <w:r w:rsidRPr="0067755D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адмінбудинок №1</w:t>
            </w:r>
          </w:p>
        </w:tc>
      </w:tr>
      <w:tr w:rsidR="006F6E26" w:rsidRPr="0067755D" w:rsidTr="0067755D">
        <w:trPr>
          <w:trHeight w:val="596"/>
        </w:trPr>
        <w:tc>
          <w:tcPr>
            <w:tcW w:w="6628" w:type="dxa"/>
            <w:gridSpan w:val="7"/>
          </w:tcPr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211F1F"/>
                <w:sz w:val="28"/>
                <w:szCs w:val="28"/>
                <w:shd w:val="clear" w:color="auto" w:fill="F9F9F9"/>
                <w:lang w:val="uk-UA"/>
              </w:rPr>
            </w:pPr>
            <w:r w:rsidRPr="0067755D">
              <w:rPr>
                <w:rFonts w:ascii="Times New Roman" w:hAnsi="Times New Roman"/>
                <w:color w:val="211F1F"/>
                <w:sz w:val="28"/>
                <w:szCs w:val="28"/>
                <w:shd w:val="clear" w:color="auto" w:fill="F9F9F9"/>
              </w:rPr>
              <w:t>Повідомлення про виявлені факти неподання чи несвоєчасного подання декларацій осіб, які припиняють виконання функцій держави до Національного агентства з питань запобігання корупції.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</w:pPr>
            <w:r w:rsidRPr="0067755D">
              <w:rPr>
                <w:rFonts w:ascii="Times New Roman" w:hAnsi="Times New Roman"/>
                <w:color w:val="000000"/>
                <w:sz w:val="20"/>
                <w:szCs w:val="20"/>
              </w:rPr>
              <w:t>(Відповідальний</w:t>
            </w:r>
            <w:r w:rsidRPr="0067755D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:</w:t>
            </w:r>
            <w:r w:rsidRPr="006775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r w:rsidRPr="0067755D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Буюклі</w:t>
            </w:r>
            <w:r w:rsidRPr="006775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67755D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В</w:t>
            </w:r>
            <w:r w:rsidRPr="0067755D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Pr="0067755D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І</w:t>
            </w:r>
            <w:r w:rsidRPr="0067755D">
              <w:rPr>
                <w:rFonts w:ascii="Times New Roman" w:hAnsi="Times New Roman"/>
                <w:color w:val="000000"/>
                <w:sz w:val="20"/>
                <w:szCs w:val="20"/>
              </w:rPr>
              <w:t>.)</w:t>
            </w:r>
          </w:p>
        </w:tc>
        <w:tc>
          <w:tcPr>
            <w:tcW w:w="2978" w:type="dxa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67755D">
              <w:rPr>
                <w:rFonts w:ascii="Times New Roman" w:hAnsi="Times New Roman"/>
                <w:color w:val="000000"/>
                <w:sz w:val="28"/>
                <w:szCs w:val="24"/>
              </w:rPr>
              <w:t>м.</w:t>
            </w:r>
            <w:r w:rsidRPr="0067755D">
              <w:rPr>
                <w:rFonts w:ascii="Times New Roman" w:hAnsi="Times New Roman"/>
                <w:color w:val="000000"/>
                <w:sz w:val="28"/>
                <w:szCs w:val="24"/>
                <w:lang w:val="uk-UA"/>
              </w:rPr>
              <w:t xml:space="preserve"> </w:t>
            </w:r>
            <w:r w:rsidRPr="0067755D">
              <w:rPr>
                <w:rFonts w:ascii="Times New Roman" w:hAnsi="Times New Roman"/>
                <w:color w:val="000000"/>
                <w:sz w:val="28"/>
                <w:szCs w:val="24"/>
              </w:rPr>
              <w:t>Одеса</w:t>
            </w:r>
            <w:r w:rsidRPr="0067755D">
              <w:rPr>
                <w:rFonts w:ascii="Times New Roman" w:hAnsi="Times New Roman"/>
                <w:color w:val="000000"/>
                <w:sz w:val="28"/>
                <w:szCs w:val="24"/>
                <w:lang w:val="uk-UA"/>
              </w:rPr>
              <w:t>,</w:t>
            </w:r>
            <w:r w:rsidRPr="0067755D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 xml:space="preserve"> </w:t>
            </w:r>
          </w:p>
          <w:p w:rsidR="006F6E26" w:rsidRPr="0067755D" w:rsidRDefault="006F6E26" w:rsidP="0067755D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FF0000"/>
                <w:sz w:val="28"/>
                <w:szCs w:val="28"/>
                <w:shd w:val="clear" w:color="auto" w:fill="FFFFFF"/>
                <w:lang w:val="uk-UA"/>
              </w:rPr>
            </w:pPr>
            <w:r w:rsidRPr="0067755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адмінбудинок №1</w:t>
            </w:r>
          </w:p>
        </w:tc>
      </w:tr>
      <w:tr w:rsidR="006F6E26" w:rsidRPr="0067755D" w:rsidTr="0067755D">
        <w:trPr>
          <w:trHeight w:val="596"/>
        </w:trPr>
        <w:tc>
          <w:tcPr>
            <w:tcW w:w="6628" w:type="dxa"/>
            <w:gridSpan w:val="7"/>
          </w:tcPr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Проведення роботи щодо перевірки проектів розпорядчих актів обласної державної адміністрації на відповідність антикорупційному законодавству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</w:pPr>
            <w:r w:rsidRPr="0067755D">
              <w:rPr>
                <w:rFonts w:ascii="Times New Roman" w:hAnsi="Times New Roman"/>
                <w:color w:val="000000"/>
                <w:sz w:val="20"/>
                <w:szCs w:val="20"/>
              </w:rPr>
              <w:t>(Відповідальний</w:t>
            </w:r>
            <w:r w:rsidRPr="0067755D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: </w:t>
            </w:r>
            <w:r w:rsidRPr="006775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67755D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Буюклі</w:t>
            </w:r>
            <w:r w:rsidRPr="006775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67755D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В</w:t>
            </w:r>
            <w:r w:rsidRPr="0067755D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Pr="0067755D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І</w:t>
            </w:r>
            <w:r w:rsidRPr="0067755D">
              <w:rPr>
                <w:rFonts w:ascii="Times New Roman" w:hAnsi="Times New Roman"/>
                <w:color w:val="000000"/>
                <w:sz w:val="20"/>
                <w:szCs w:val="20"/>
              </w:rPr>
              <w:t>.)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2978" w:type="dxa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67755D">
              <w:rPr>
                <w:rFonts w:ascii="Times New Roman" w:hAnsi="Times New Roman"/>
                <w:color w:val="000000"/>
                <w:sz w:val="28"/>
                <w:szCs w:val="24"/>
              </w:rPr>
              <w:t>м.</w:t>
            </w:r>
            <w:r w:rsidRPr="0067755D">
              <w:rPr>
                <w:rFonts w:ascii="Times New Roman" w:hAnsi="Times New Roman"/>
                <w:color w:val="000000"/>
                <w:sz w:val="28"/>
                <w:szCs w:val="24"/>
                <w:lang w:val="uk-UA"/>
              </w:rPr>
              <w:t xml:space="preserve"> </w:t>
            </w:r>
            <w:r w:rsidRPr="0067755D">
              <w:rPr>
                <w:rFonts w:ascii="Times New Roman" w:hAnsi="Times New Roman"/>
                <w:color w:val="000000"/>
                <w:sz w:val="28"/>
                <w:szCs w:val="24"/>
              </w:rPr>
              <w:t>Одеса</w:t>
            </w:r>
            <w:r w:rsidRPr="0067755D">
              <w:rPr>
                <w:rFonts w:ascii="Times New Roman" w:hAnsi="Times New Roman"/>
                <w:color w:val="000000"/>
                <w:sz w:val="28"/>
                <w:szCs w:val="24"/>
                <w:lang w:val="uk-UA"/>
              </w:rPr>
              <w:t>,</w:t>
            </w:r>
            <w:r w:rsidRPr="0067755D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 xml:space="preserve"> </w:t>
            </w:r>
          </w:p>
          <w:p w:rsidR="006F6E26" w:rsidRPr="0067755D" w:rsidRDefault="006F6E26" w:rsidP="0067755D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FF0000"/>
                <w:sz w:val="28"/>
                <w:szCs w:val="28"/>
                <w:shd w:val="clear" w:color="auto" w:fill="FFFFFF"/>
                <w:lang w:val="uk-UA"/>
              </w:rPr>
            </w:pPr>
            <w:r w:rsidRPr="0067755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адмінбудинок №1</w:t>
            </w:r>
          </w:p>
        </w:tc>
      </w:tr>
      <w:tr w:rsidR="006F6E26" w:rsidRPr="0067755D" w:rsidTr="0067755D">
        <w:trPr>
          <w:trHeight w:val="596"/>
        </w:trPr>
        <w:tc>
          <w:tcPr>
            <w:tcW w:w="6628" w:type="dxa"/>
            <w:gridSpan w:val="7"/>
          </w:tcPr>
          <w:p w:rsidR="006F6E26" w:rsidRPr="0067755D" w:rsidRDefault="006F6E26" w:rsidP="0067755D">
            <w:pPr>
              <w:spacing w:after="0" w:line="240" w:lineRule="auto"/>
              <w:jc w:val="both"/>
              <w:rPr>
                <w:rStyle w:val="Strong"/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  <w:r w:rsidRPr="0067755D">
              <w:rPr>
                <w:rStyle w:val="Strong"/>
                <w:rFonts w:ascii="Times New Roman" w:hAnsi="Times New Roman"/>
                <w:b w:val="0"/>
                <w:sz w:val="28"/>
                <w:szCs w:val="28"/>
              </w:rPr>
              <w:t>Розгляд пропозицій Національного агентства з питань запобігання корупції</w:t>
            </w:r>
            <w:r w:rsidRPr="0067755D">
              <w:rPr>
                <w:rStyle w:val="Strong"/>
                <w:rFonts w:ascii="Times New Roman" w:hAnsi="Times New Roman"/>
                <w:b w:val="0"/>
                <w:sz w:val="28"/>
                <w:szCs w:val="28"/>
                <w:lang w:val="uk-UA"/>
              </w:rPr>
              <w:t>,</w:t>
            </w:r>
            <w:r w:rsidRPr="0067755D">
              <w:rPr>
                <w:rStyle w:val="Strong"/>
                <w:rFonts w:ascii="Times New Roman" w:hAnsi="Times New Roman"/>
                <w:b w:val="0"/>
                <w:sz w:val="28"/>
                <w:szCs w:val="28"/>
              </w:rPr>
              <w:t xml:space="preserve"> погодженої Антикорупційної програми на 2018-2020 роки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color w:val="000000"/>
                <w:sz w:val="20"/>
                <w:szCs w:val="20"/>
              </w:rPr>
              <w:t>(Відповідальний</w:t>
            </w:r>
            <w:r w:rsidRPr="0067755D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:</w:t>
            </w:r>
            <w:r w:rsidRPr="006775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r w:rsidRPr="0067755D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Буюклі</w:t>
            </w:r>
            <w:r w:rsidRPr="006775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67755D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В</w:t>
            </w:r>
            <w:r w:rsidRPr="0067755D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Pr="0067755D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І</w:t>
            </w:r>
            <w:r w:rsidRPr="0067755D">
              <w:rPr>
                <w:rFonts w:ascii="Times New Roman" w:hAnsi="Times New Roman"/>
                <w:color w:val="000000"/>
                <w:sz w:val="20"/>
                <w:szCs w:val="20"/>
              </w:rPr>
              <w:t>.)</w:t>
            </w:r>
          </w:p>
        </w:tc>
        <w:tc>
          <w:tcPr>
            <w:tcW w:w="2978" w:type="dxa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67755D">
              <w:rPr>
                <w:rFonts w:ascii="Times New Roman" w:hAnsi="Times New Roman"/>
                <w:color w:val="000000"/>
                <w:sz w:val="28"/>
                <w:szCs w:val="24"/>
              </w:rPr>
              <w:t>м.</w:t>
            </w:r>
            <w:r w:rsidRPr="0067755D">
              <w:rPr>
                <w:rFonts w:ascii="Times New Roman" w:hAnsi="Times New Roman"/>
                <w:color w:val="000000"/>
                <w:sz w:val="28"/>
                <w:szCs w:val="24"/>
                <w:lang w:val="uk-UA"/>
              </w:rPr>
              <w:t xml:space="preserve"> </w:t>
            </w:r>
            <w:r w:rsidRPr="0067755D">
              <w:rPr>
                <w:rFonts w:ascii="Times New Roman" w:hAnsi="Times New Roman"/>
                <w:color w:val="000000"/>
                <w:sz w:val="28"/>
                <w:szCs w:val="24"/>
              </w:rPr>
              <w:t>Одеса</w:t>
            </w:r>
            <w:r w:rsidRPr="0067755D">
              <w:rPr>
                <w:rFonts w:ascii="Times New Roman" w:hAnsi="Times New Roman"/>
                <w:color w:val="000000"/>
                <w:sz w:val="28"/>
                <w:szCs w:val="24"/>
                <w:lang w:val="uk-UA"/>
              </w:rPr>
              <w:t>,</w:t>
            </w:r>
            <w:r w:rsidRPr="0067755D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 xml:space="preserve"> </w:t>
            </w:r>
          </w:p>
          <w:p w:rsidR="006F6E26" w:rsidRPr="0067755D" w:rsidRDefault="006F6E26" w:rsidP="0067755D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67755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адмінбудинок №1</w:t>
            </w:r>
          </w:p>
        </w:tc>
      </w:tr>
      <w:tr w:rsidR="006F6E26" w:rsidRPr="005609F4" w:rsidTr="0067755D">
        <w:trPr>
          <w:trHeight w:val="596"/>
        </w:trPr>
        <w:tc>
          <w:tcPr>
            <w:tcW w:w="6628" w:type="dxa"/>
            <w:gridSpan w:val="7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Проведення електронних консультацій з громадськістю стосовно проектів регуляторних актів Кабінету Міністрів України, питань формування та реалізації державної політики, вирішення проблем місцевого значення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uk-UA"/>
              </w:rPr>
            </w:pPr>
            <w:r w:rsidRPr="0067755D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(Відповідальні: Васілашко О.С., Кисіль Ю.М.)</w:t>
            </w:r>
          </w:p>
        </w:tc>
        <w:tc>
          <w:tcPr>
            <w:tcW w:w="2978" w:type="dxa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Офіційний веб-портал Одеської області, розділ «Консультації з громадськістю»</w:t>
            </w:r>
          </w:p>
        </w:tc>
      </w:tr>
      <w:tr w:rsidR="006F6E26" w:rsidRPr="0067755D" w:rsidTr="0067755D">
        <w:trPr>
          <w:trHeight w:val="596"/>
        </w:trPr>
        <w:tc>
          <w:tcPr>
            <w:tcW w:w="6628" w:type="dxa"/>
            <w:gridSpan w:val="7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Підготовка та проведення засідання координаційної ради при голові Одеської обласної державної адміністрації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(Відповідальні: Колцун Д.Л., Васілашко О.С.)</w:t>
            </w:r>
          </w:p>
        </w:tc>
        <w:tc>
          <w:tcPr>
            <w:tcW w:w="2978" w:type="dxa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67755D">
              <w:rPr>
                <w:rFonts w:ascii="Times New Roman" w:hAnsi="Times New Roman"/>
                <w:color w:val="000000"/>
                <w:sz w:val="28"/>
                <w:szCs w:val="24"/>
                <w:lang w:val="uk-UA"/>
              </w:rPr>
              <w:t>м. Одеса,</w:t>
            </w:r>
            <w:r w:rsidRPr="0067755D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 xml:space="preserve"> </w:t>
            </w:r>
          </w:p>
          <w:p w:rsidR="006F6E26" w:rsidRPr="0067755D" w:rsidRDefault="006F6E26" w:rsidP="0067755D">
            <w:pPr>
              <w:spacing w:after="0" w:line="240" w:lineRule="auto"/>
              <w:jc w:val="center"/>
              <w:rPr>
                <w:color w:val="FF0000"/>
                <w:lang w:val="uk-UA"/>
              </w:rPr>
            </w:pPr>
            <w:r w:rsidRPr="0067755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адмінбудинок №1</w:t>
            </w:r>
          </w:p>
        </w:tc>
      </w:tr>
      <w:tr w:rsidR="006F6E26" w:rsidRPr="0067755D" w:rsidTr="0067755D">
        <w:trPr>
          <w:trHeight w:val="596"/>
        </w:trPr>
        <w:tc>
          <w:tcPr>
            <w:tcW w:w="6628" w:type="dxa"/>
            <w:gridSpan w:val="7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Підготовка та проведення засідання робочої групи з питань захисту професійної діяльності журналістів та свободи слова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(Відповідальна: Полторак О.М.)</w:t>
            </w:r>
          </w:p>
        </w:tc>
        <w:tc>
          <w:tcPr>
            <w:tcW w:w="2978" w:type="dxa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67755D">
              <w:rPr>
                <w:rFonts w:ascii="Times New Roman" w:hAnsi="Times New Roman"/>
                <w:color w:val="000000"/>
                <w:sz w:val="28"/>
                <w:szCs w:val="24"/>
              </w:rPr>
              <w:t>м.</w:t>
            </w:r>
            <w:r w:rsidRPr="0067755D">
              <w:rPr>
                <w:rFonts w:ascii="Times New Roman" w:hAnsi="Times New Roman"/>
                <w:color w:val="000000"/>
                <w:sz w:val="28"/>
                <w:szCs w:val="24"/>
                <w:lang w:val="uk-UA"/>
              </w:rPr>
              <w:t xml:space="preserve"> </w:t>
            </w:r>
            <w:r w:rsidRPr="0067755D">
              <w:rPr>
                <w:rFonts w:ascii="Times New Roman" w:hAnsi="Times New Roman"/>
                <w:color w:val="000000"/>
                <w:sz w:val="28"/>
                <w:szCs w:val="24"/>
              </w:rPr>
              <w:t>Одеса</w:t>
            </w:r>
            <w:r w:rsidRPr="0067755D">
              <w:rPr>
                <w:rFonts w:ascii="Times New Roman" w:hAnsi="Times New Roman"/>
                <w:color w:val="000000"/>
                <w:sz w:val="28"/>
                <w:szCs w:val="24"/>
                <w:lang w:val="uk-UA"/>
              </w:rPr>
              <w:t>,</w:t>
            </w:r>
            <w:r w:rsidRPr="0067755D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 xml:space="preserve"> </w:t>
            </w:r>
          </w:p>
          <w:p w:rsidR="006F6E26" w:rsidRPr="0067755D" w:rsidRDefault="006F6E26" w:rsidP="0067755D">
            <w:pPr>
              <w:spacing w:after="0" w:line="240" w:lineRule="auto"/>
              <w:jc w:val="center"/>
              <w:rPr>
                <w:color w:val="FF0000"/>
              </w:rPr>
            </w:pPr>
            <w:r w:rsidRPr="0067755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адмінбудинок №1</w:t>
            </w:r>
          </w:p>
        </w:tc>
      </w:tr>
      <w:tr w:rsidR="006F6E26" w:rsidRPr="0067755D" w:rsidTr="0067755D">
        <w:trPr>
          <w:trHeight w:val="596"/>
        </w:trPr>
        <w:tc>
          <w:tcPr>
            <w:tcW w:w="6628" w:type="dxa"/>
            <w:gridSpan w:val="7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Проведення виїзного прийому громадян у Березівському районі з питань сприяння розвитку громадянського суспільства в Одеській області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(Відповідальний: Сенча С.А.)</w:t>
            </w:r>
          </w:p>
        </w:tc>
        <w:tc>
          <w:tcPr>
            <w:tcW w:w="2978" w:type="dxa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Березівська районна державна адміністрація, </w:t>
            </w:r>
            <w:r w:rsidRPr="0067755D">
              <w:rPr>
                <w:rFonts w:ascii="Times New Roman" w:hAnsi="Times New Roman"/>
                <w:sz w:val="28"/>
                <w:szCs w:val="28"/>
              </w:rPr>
              <w:t>67</w:t>
            </w: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Pr="0067755D">
              <w:rPr>
                <w:rFonts w:ascii="Times New Roman" w:hAnsi="Times New Roman"/>
                <w:sz w:val="28"/>
                <w:szCs w:val="28"/>
              </w:rPr>
              <w:t>00, Одеськ</w:t>
            </w: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67755D">
              <w:rPr>
                <w:rFonts w:ascii="Times New Roman" w:hAnsi="Times New Roman"/>
                <w:sz w:val="28"/>
                <w:szCs w:val="28"/>
              </w:rPr>
              <w:t xml:space="preserve"> област</w:t>
            </w: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ь</w:t>
            </w:r>
            <w:r w:rsidRPr="0067755D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Березівський район, м. Березівка</w:t>
            </w:r>
            <w:r w:rsidRPr="0067755D">
              <w:rPr>
                <w:rFonts w:ascii="Times New Roman" w:hAnsi="Times New Roman"/>
                <w:sz w:val="28"/>
                <w:szCs w:val="28"/>
              </w:rPr>
              <w:t>,</w:t>
            </w: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br/>
            </w:r>
            <w:r w:rsidRPr="0067755D">
              <w:rPr>
                <w:rFonts w:ascii="Times New Roman" w:hAnsi="Times New Roman"/>
                <w:sz w:val="28"/>
                <w:szCs w:val="28"/>
              </w:rPr>
              <w:t>пл. Т.Г. Шевченка 1</w:t>
            </w:r>
          </w:p>
          <w:p w:rsidR="006F6E26" w:rsidRPr="0067755D" w:rsidRDefault="006F6E26" w:rsidP="0067755D">
            <w:pPr>
              <w:spacing w:after="0" w:line="240" w:lineRule="auto"/>
              <w:jc w:val="center"/>
              <w:rPr>
                <w:color w:val="FF0000"/>
              </w:rPr>
            </w:pPr>
          </w:p>
        </w:tc>
      </w:tr>
      <w:tr w:rsidR="006F6E26" w:rsidRPr="0067755D" w:rsidTr="0067755D">
        <w:trPr>
          <w:trHeight w:val="596"/>
        </w:trPr>
        <w:tc>
          <w:tcPr>
            <w:tcW w:w="6628" w:type="dxa"/>
            <w:gridSpan w:val="7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Забезпечення оновлення офіційного порталу Одеської області в межах компетенції та веб-сайту управління комунікацій та інформаційної політики облдержадміністрації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uk-UA"/>
              </w:rPr>
            </w:pPr>
            <w:r w:rsidRPr="0067755D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(Відповідальна: Полторак О.М.)</w:t>
            </w:r>
          </w:p>
        </w:tc>
        <w:tc>
          <w:tcPr>
            <w:tcW w:w="2978" w:type="dxa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65032, м. Одеса, проспект Шевченка, 4, каб. 603</w:t>
            </w:r>
          </w:p>
        </w:tc>
      </w:tr>
      <w:tr w:rsidR="006F6E26" w:rsidRPr="0067755D" w:rsidTr="0067755D">
        <w:trPr>
          <w:trHeight w:val="596"/>
        </w:trPr>
        <w:tc>
          <w:tcPr>
            <w:tcW w:w="6628" w:type="dxa"/>
            <w:gridSpan w:val="7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Повідомлення ЗМІ про проведення публічних заходів структурних підрозділів облдержадміністрації, територіальних органів виконавчої влади та інших організацій м. Одеса та Одеської області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uk-UA"/>
              </w:rPr>
            </w:pP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(Відповідальна: Полторак О.М.)</w:t>
            </w:r>
          </w:p>
        </w:tc>
        <w:tc>
          <w:tcPr>
            <w:tcW w:w="2978" w:type="dxa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65032, м. Одеса, проспект Шевченка, 4, каб. 603</w:t>
            </w:r>
          </w:p>
        </w:tc>
      </w:tr>
      <w:tr w:rsidR="006F6E26" w:rsidRPr="0067755D" w:rsidTr="0067755D">
        <w:trPr>
          <w:trHeight w:val="596"/>
        </w:trPr>
        <w:tc>
          <w:tcPr>
            <w:tcW w:w="6628" w:type="dxa"/>
            <w:gridSpan w:val="7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Забезпечення підготовки щоденної оперативної інформації про основні та найбільш важливі суспільно-політичні та соціально-економічні події в області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(Відповідальна: Олійник О.В.)</w:t>
            </w:r>
          </w:p>
        </w:tc>
        <w:tc>
          <w:tcPr>
            <w:tcW w:w="2978" w:type="dxa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67755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65032, м. Одеса, проспект Шевченка, 4, каб. 603</w:t>
            </w:r>
          </w:p>
        </w:tc>
      </w:tr>
      <w:tr w:rsidR="006F6E26" w:rsidRPr="0067755D" w:rsidTr="0067755D">
        <w:trPr>
          <w:trHeight w:val="596"/>
        </w:trPr>
        <w:tc>
          <w:tcPr>
            <w:tcW w:w="6628" w:type="dxa"/>
            <w:gridSpan w:val="7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Здійснення моніторингу провідних регіональних друкованих та Інтернет засобів масової інформації на предмет висвітлення найбільш актуальних та резонансних подій у регіоні, пріоритетних напрямків державної політики у різних галузях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(Відповідальна: Олійник О.В.)</w:t>
            </w:r>
          </w:p>
        </w:tc>
        <w:tc>
          <w:tcPr>
            <w:tcW w:w="2978" w:type="dxa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67755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65032, м. Одеса, проспект Шевченка, 4, каб. 603</w:t>
            </w:r>
          </w:p>
        </w:tc>
      </w:tr>
      <w:tr w:rsidR="006F6E26" w:rsidRPr="0067755D" w:rsidTr="0067755D">
        <w:trPr>
          <w:trHeight w:val="596"/>
        </w:trPr>
        <w:tc>
          <w:tcPr>
            <w:tcW w:w="6628" w:type="dxa"/>
            <w:gridSpan w:val="7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Організація оздоровлення та відпочинку дітей із Луганської та Донецької областей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15-25.07.2018 року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(Відповідальні: Углік О.В., Марутіна Л.І.)</w:t>
            </w:r>
          </w:p>
        </w:tc>
        <w:tc>
          <w:tcPr>
            <w:tcW w:w="2978" w:type="dxa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м. Одеса, вул. Львівська, 5</w:t>
            </w:r>
          </w:p>
        </w:tc>
      </w:tr>
      <w:tr w:rsidR="006F6E26" w:rsidRPr="0067755D" w:rsidTr="0067755D">
        <w:trPr>
          <w:trHeight w:val="596"/>
        </w:trPr>
        <w:tc>
          <w:tcPr>
            <w:tcW w:w="6628" w:type="dxa"/>
            <w:gridSpan w:val="7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Здійснення заходів щодо передачі майнового комплексу комунального закладу «Подільська спеціалізована загальноосвітня школа-інтернат І-ІІІ ступенів – ліцей інформаційних технологій» до територіальної громади  м. Подільська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lang w:val="uk-UA"/>
              </w:rPr>
            </w:pPr>
            <w:r w:rsidRPr="0067755D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(Відповідальні: Углік О.В., Марутіна Л.І.)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978" w:type="dxa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м. Подільськ, </w:t>
            </w:r>
          </w:p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вул. Бочковича,1</w:t>
            </w:r>
          </w:p>
        </w:tc>
      </w:tr>
      <w:tr w:rsidR="006F6E26" w:rsidRPr="0067755D" w:rsidTr="0067755D">
        <w:trPr>
          <w:trHeight w:val="596"/>
        </w:trPr>
        <w:tc>
          <w:tcPr>
            <w:tcW w:w="6628" w:type="dxa"/>
            <w:gridSpan w:val="7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Організація конкурсного прийому  ліцеїстів до військово-морського ліцею комунального закладу «Ізмаїльська спеціальна школа-інтернат – військово-морський ліцей з посиленою військово-фізичною підготовкою»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lang w:val="uk-UA"/>
              </w:rPr>
            </w:pPr>
            <w:r w:rsidRPr="0067755D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(Відповідальні: Углік О.В., Марутіна Л.І.)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978" w:type="dxa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м. Ізмаїл</w:t>
            </w:r>
          </w:p>
        </w:tc>
      </w:tr>
      <w:tr w:rsidR="006F6E26" w:rsidRPr="0067755D" w:rsidTr="0067755D">
        <w:trPr>
          <w:trHeight w:val="596"/>
        </w:trPr>
        <w:tc>
          <w:tcPr>
            <w:tcW w:w="6628" w:type="dxa"/>
            <w:gridSpan w:val="7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Підготовка матеріалів на сесію Одеської обласної ради з питання щодо зміни типу навчальних закладів інтернатного типу обласної комунальної власності та передачі майнового комплексу комунального закладу «Ізмаїльська спеціальна загальноосвітня школа №5 І-ІІ ступенів» з власності територіальних громад сіл, селищ, міст Одеської області до територіальної громади міста Ізмаїл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lang w:val="uk-UA"/>
              </w:rPr>
            </w:pPr>
            <w:r w:rsidRPr="0067755D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(Відповідальні: Углік О.В., Марутіна Л.І.)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978" w:type="dxa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м. Одеса, вул Канатна, 83</w:t>
            </w:r>
          </w:p>
        </w:tc>
      </w:tr>
      <w:tr w:rsidR="006F6E26" w:rsidRPr="0067755D" w:rsidTr="0067755D">
        <w:trPr>
          <w:trHeight w:val="596"/>
        </w:trPr>
        <w:tc>
          <w:tcPr>
            <w:tcW w:w="6628" w:type="dxa"/>
            <w:gridSpan w:val="7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Участь у робочій групі з реалізації заходів пілотного проекту «Створення системи надання послуг раннього втручання для забезпечення розвитку дитини, збереження її життя та здоров’я»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sz w:val="20"/>
                <w:szCs w:val="20"/>
                <w:lang w:val="uk-UA"/>
              </w:rPr>
            </w:pPr>
            <w:r w:rsidRPr="0067755D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(Відповідальна: Углік О.В.)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978" w:type="dxa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м. Одеса, вул Канатна, 83</w:t>
            </w:r>
          </w:p>
        </w:tc>
      </w:tr>
      <w:tr w:rsidR="006F6E26" w:rsidRPr="0067755D" w:rsidTr="0067755D">
        <w:trPr>
          <w:trHeight w:val="596"/>
        </w:trPr>
        <w:tc>
          <w:tcPr>
            <w:tcW w:w="6628" w:type="dxa"/>
            <w:gridSpan w:val="7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Участь у роботі «круглого столу» з питання запровадження паліативної допомоги дітям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sz w:val="20"/>
                <w:szCs w:val="20"/>
                <w:lang w:val="uk-UA"/>
              </w:rPr>
            </w:pPr>
            <w:r w:rsidRPr="0067755D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(Відповідальна: Углік О.В.)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978" w:type="dxa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Місце визначається</w:t>
            </w:r>
          </w:p>
        </w:tc>
      </w:tr>
      <w:tr w:rsidR="006F6E26" w:rsidRPr="0067755D" w:rsidTr="0067755D">
        <w:trPr>
          <w:trHeight w:val="596"/>
        </w:trPr>
        <w:tc>
          <w:tcPr>
            <w:tcW w:w="6628" w:type="dxa"/>
            <w:gridSpan w:val="7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Всеукраїнські учнівські Інтернет-олімпіади з математики, фізики, біології, географії, хімії, економіки для учнів  9-11 класів  І (заочний) тур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sz w:val="20"/>
                <w:szCs w:val="20"/>
                <w:lang w:val="uk-UA"/>
              </w:rPr>
            </w:pPr>
            <w:r w:rsidRPr="0067755D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(Відповідальна: Задорожна Л.К.)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978" w:type="dxa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Через мережу Інтернет</w:t>
            </w:r>
          </w:p>
        </w:tc>
      </w:tr>
      <w:tr w:rsidR="006F6E26" w:rsidRPr="0067755D" w:rsidTr="0067755D">
        <w:trPr>
          <w:trHeight w:val="596"/>
        </w:trPr>
        <w:tc>
          <w:tcPr>
            <w:tcW w:w="6628" w:type="dxa"/>
            <w:gridSpan w:val="7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Розбудова інтернет – порталу інформаційних ресурсів Одеської області «Освіта Одещини» та впровадження дистанційних форм післядипломної освіти педагогічних працівників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sz w:val="23"/>
                <w:szCs w:val="23"/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(Відповідальні: Лончак О.А., Стельмах Н.О., Коваль І.А., Задорожна Л.К.)</w:t>
            </w:r>
          </w:p>
        </w:tc>
        <w:tc>
          <w:tcPr>
            <w:tcW w:w="2978" w:type="dxa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м. Одеса, ООІУВ,</w:t>
            </w:r>
          </w:p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площа Михайлівська,17</w:t>
            </w:r>
          </w:p>
        </w:tc>
      </w:tr>
      <w:tr w:rsidR="006F6E26" w:rsidRPr="0067755D" w:rsidTr="0067755D">
        <w:trPr>
          <w:trHeight w:val="596"/>
        </w:trPr>
        <w:tc>
          <w:tcPr>
            <w:tcW w:w="6628" w:type="dxa"/>
            <w:gridSpan w:val="7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Моніторинг діяльності навчально-практичних центрів із використанням інноваційних будівельних технологій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b/>
                <w:sz w:val="23"/>
                <w:szCs w:val="23"/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ind w:right="-18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(Відповідальні: Лончак О.А., Стельмах Н.О., Абозіна Т.М.)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b/>
                <w:sz w:val="23"/>
                <w:szCs w:val="23"/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978" w:type="dxa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Заклади професійної освіти</w:t>
            </w:r>
          </w:p>
        </w:tc>
      </w:tr>
      <w:tr w:rsidR="006F6E26" w:rsidRPr="0067755D" w:rsidTr="0067755D">
        <w:trPr>
          <w:trHeight w:val="596"/>
        </w:trPr>
        <w:tc>
          <w:tcPr>
            <w:tcW w:w="6628" w:type="dxa"/>
            <w:gridSpan w:val="7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Перевірка  стану  організації оздоровлення  учнів закладів професійної освіти із числа дітей-сиріт та дітей, позбавлених батьківського піклування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sz w:val="23"/>
                <w:szCs w:val="23"/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ind w:right="-18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(Відповідальні: Лончак О.А. Стельмах Н.О. Абозіна Т.М. )</w:t>
            </w:r>
          </w:p>
        </w:tc>
        <w:tc>
          <w:tcPr>
            <w:tcW w:w="2978" w:type="dxa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Заклади професійної освіти</w:t>
            </w:r>
          </w:p>
        </w:tc>
      </w:tr>
      <w:tr w:rsidR="006F6E26" w:rsidRPr="0067755D" w:rsidTr="0067755D">
        <w:trPr>
          <w:trHeight w:val="596"/>
        </w:trPr>
        <w:tc>
          <w:tcPr>
            <w:tcW w:w="6628" w:type="dxa"/>
            <w:gridSpan w:val="7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 xml:space="preserve">Моніторинг стану організації оздоровлення у дошкільних навчальних закладах </w:t>
            </w: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у</w:t>
            </w:r>
            <w:r w:rsidRPr="0067755D">
              <w:rPr>
                <w:rFonts w:ascii="Times New Roman" w:hAnsi="Times New Roman"/>
                <w:sz w:val="28"/>
                <w:szCs w:val="28"/>
              </w:rPr>
              <w:t>сіх форм і типів власності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sz w:val="23"/>
                <w:szCs w:val="23"/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(Відповідальні: Лончак О.А., Стельмах Н.О., Коваль І.А. )</w:t>
            </w:r>
          </w:p>
        </w:tc>
        <w:tc>
          <w:tcPr>
            <w:tcW w:w="2978" w:type="dxa"/>
          </w:tcPr>
          <w:p w:rsidR="006F6E26" w:rsidRPr="0067755D" w:rsidRDefault="006F6E26" w:rsidP="006775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Заклади дошкільної освіти</w:t>
            </w:r>
          </w:p>
        </w:tc>
      </w:tr>
      <w:tr w:rsidR="006F6E26" w:rsidRPr="0067755D" w:rsidTr="0067755D">
        <w:trPr>
          <w:trHeight w:val="596"/>
        </w:trPr>
        <w:tc>
          <w:tcPr>
            <w:tcW w:w="6628" w:type="dxa"/>
            <w:gridSpan w:val="7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Засідання обласної комісії з визначення даних про заробітну плату працівників за роботу в зоні відчуження в 1986-1990 роках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sz w:val="28"/>
                <w:szCs w:val="28"/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(Відповідальна: </w:t>
            </w:r>
            <w:r w:rsidRPr="0067755D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Коваленко Л.В.</w:t>
            </w: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)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sz w:val="28"/>
                <w:szCs w:val="28"/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8" w:type="dxa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Обласна державна адміністрація, адмінбудинок № 2,</w:t>
            </w:r>
          </w:p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вул. Канатна, 83</w:t>
            </w:r>
          </w:p>
        </w:tc>
      </w:tr>
      <w:tr w:rsidR="006F6E26" w:rsidRPr="0067755D" w:rsidTr="0067755D">
        <w:trPr>
          <w:trHeight w:val="596"/>
        </w:trPr>
        <w:tc>
          <w:tcPr>
            <w:tcW w:w="6628" w:type="dxa"/>
            <w:gridSpan w:val="7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Засідання обласної комісії щодо опрацювання документів, наданих для отримання посвідчень особам, які постраждали внаслідок Чорнобильської катастрофи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(Відповідальна: </w:t>
            </w:r>
            <w:r w:rsidRPr="0067755D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Коваленко Л.В.</w:t>
            </w: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2978" w:type="dxa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Обласна державна адміністрація адмінбудинок № 2,</w:t>
            </w:r>
          </w:p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вул. Канатна, 83</w:t>
            </w:r>
          </w:p>
        </w:tc>
      </w:tr>
      <w:tr w:rsidR="006F6E26" w:rsidRPr="0067755D" w:rsidTr="0067755D">
        <w:trPr>
          <w:trHeight w:val="596"/>
        </w:trPr>
        <w:tc>
          <w:tcPr>
            <w:tcW w:w="6628" w:type="dxa"/>
            <w:gridSpan w:val="7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Перевірка міських та позаміських закладів оздоровлення та відпочинку дітей в Одеській області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(Відповідальна: </w:t>
            </w:r>
            <w:r w:rsidRPr="0067755D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Коваленко Л.В.</w:t>
            </w: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2978" w:type="dxa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Позаміські заклади оздоровлення та відпочинку дітей в Одеській області</w:t>
            </w:r>
          </w:p>
        </w:tc>
      </w:tr>
      <w:tr w:rsidR="006F6E26" w:rsidRPr="0067755D" w:rsidTr="0067755D">
        <w:trPr>
          <w:trHeight w:val="596"/>
        </w:trPr>
        <w:tc>
          <w:tcPr>
            <w:tcW w:w="6628" w:type="dxa"/>
            <w:gridSpan w:val="7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Забезпечення проведення територіальної атестаційної комісії Одеської області з присвоєння тренерських категорій.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sz w:val="28"/>
                <w:szCs w:val="28"/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uk-UA"/>
              </w:rPr>
            </w:pP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(Відповідальні: </w:t>
            </w:r>
            <w:r w:rsidRPr="0067755D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Кольчак В.А., Назаренко Є.Д.</w:t>
            </w: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2978" w:type="dxa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67755D">
              <w:rPr>
                <w:rFonts w:ascii="Times New Roman" w:hAnsi="Times New Roman"/>
                <w:color w:val="000000"/>
                <w:sz w:val="28"/>
                <w:szCs w:val="24"/>
                <w:lang w:val="uk-UA"/>
              </w:rPr>
              <w:t>м. Одеса,</w:t>
            </w:r>
            <w:r w:rsidRPr="0067755D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 xml:space="preserve"> </w:t>
            </w:r>
          </w:p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адмінбудинок №1</w:t>
            </w:r>
          </w:p>
        </w:tc>
      </w:tr>
      <w:tr w:rsidR="006F6E26" w:rsidRPr="0067755D" w:rsidTr="0067755D">
        <w:trPr>
          <w:trHeight w:val="596"/>
        </w:trPr>
        <w:tc>
          <w:tcPr>
            <w:tcW w:w="6628" w:type="dxa"/>
            <w:gridSpan w:val="7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Проведення моніторингу  результатів участі спортсменів Одеської області з олімпійських, неолімпійських, паралімпійських, дефлімпійських   видів спорту  у чемпіонатах України, Європи та світу.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szCs w:val="28"/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uk-UA"/>
              </w:rPr>
            </w:pP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(Відповідальні: </w:t>
            </w:r>
            <w:r w:rsidRPr="0067755D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Кольчак, В.А.  Горобець С.М.</w:t>
            </w: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2978" w:type="dxa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67755D">
              <w:rPr>
                <w:rFonts w:ascii="Times New Roman" w:hAnsi="Times New Roman"/>
                <w:color w:val="000000"/>
                <w:sz w:val="28"/>
                <w:szCs w:val="24"/>
                <w:lang w:val="uk-UA"/>
              </w:rPr>
              <w:t>м. Одеса,</w:t>
            </w:r>
            <w:r w:rsidRPr="0067755D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 xml:space="preserve"> </w:t>
            </w:r>
          </w:p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адмінбудинок №1</w:t>
            </w:r>
          </w:p>
        </w:tc>
      </w:tr>
      <w:tr w:rsidR="006F6E26" w:rsidRPr="0067755D" w:rsidTr="0067755D">
        <w:trPr>
          <w:trHeight w:val="596"/>
        </w:trPr>
        <w:tc>
          <w:tcPr>
            <w:tcW w:w="6628" w:type="dxa"/>
            <w:gridSpan w:val="7"/>
            <w:vAlign w:val="center"/>
          </w:tcPr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Своєчасне фінансування підвідомчих управлінню організацій та відрядження спортсменів і тренерів для участі у змаганнях відповідно до затвердженого календарного плану змагань і кошторису видатків на 2018 рік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szCs w:val="28"/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(Відповідальні: Кольчак В.А., Подгурська Л.В.)</w:t>
            </w:r>
          </w:p>
        </w:tc>
        <w:tc>
          <w:tcPr>
            <w:tcW w:w="2978" w:type="dxa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67755D">
              <w:rPr>
                <w:rFonts w:ascii="Times New Roman" w:hAnsi="Times New Roman"/>
                <w:color w:val="000000"/>
                <w:sz w:val="28"/>
                <w:szCs w:val="24"/>
                <w:lang w:val="uk-UA"/>
              </w:rPr>
              <w:t>м. Одеса,</w:t>
            </w:r>
            <w:r w:rsidRPr="0067755D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 xml:space="preserve"> </w:t>
            </w:r>
          </w:p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адмінбудинок №1</w:t>
            </w:r>
          </w:p>
        </w:tc>
      </w:tr>
      <w:tr w:rsidR="006F6E26" w:rsidRPr="0067755D" w:rsidTr="0067755D">
        <w:trPr>
          <w:trHeight w:val="596"/>
        </w:trPr>
        <w:tc>
          <w:tcPr>
            <w:tcW w:w="6628" w:type="dxa"/>
            <w:gridSpan w:val="7"/>
            <w:vAlign w:val="center"/>
          </w:tcPr>
          <w:p w:rsidR="006F6E26" w:rsidRPr="0067755D" w:rsidRDefault="006F6E26" w:rsidP="0067755D">
            <w:pPr>
              <w:spacing w:after="0" w:line="240" w:lineRule="auto"/>
              <w:ind w:left="36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Участь у нарадах Міністерства регіонального розвитку, будівництва та житлово-комунального господарства України  з питань попереднього конкурсного відбору інвестиційних програм  і проектів регіонального розвитку, що можуть  реалізовуватися  за рахунок коштів державного фонду регіонального розвитку у 201</w:t>
            </w: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  <w:r w:rsidRPr="0067755D">
              <w:rPr>
                <w:rFonts w:ascii="Times New Roman" w:hAnsi="Times New Roman"/>
                <w:sz w:val="28"/>
                <w:szCs w:val="28"/>
              </w:rPr>
              <w:t xml:space="preserve"> році.</w:t>
            </w: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(Відповідальна: Зінченко М.А.)</w:t>
            </w:r>
          </w:p>
        </w:tc>
        <w:tc>
          <w:tcPr>
            <w:tcW w:w="2978" w:type="dxa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4"/>
                <w:lang w:val="uk-UA"/>
              </w:rPr>
            </w:pPr>
            <w:r w:rsidRPr="0067755D">
              <w:rPr>
                <w:rFonts w:ascii="Times New Roman" w:hAnsi="Times New Roman"/>
                <w:color w:val="000000"/>
                <w:sz w:val="28"/>
                <w:szCs w:val="24"/>
                <w:lang w:val="uk-UA"/>
              </w:rPr>
              <w:t>Згідно з графіком</w:t>
            </w:r>
          </w:p>
        </w:tc>
      </w:tr>
      <w:tr w:rsidR="006F6E26" w:rsidRPr="0067755D" w:rsidTr="0067755D">
        <w:trPr>
          <w:trHeight w:val="596"/>
        </w:trPr>
        <w:tc>
          <w:tcPr>
            <w:tcW w:w="6628" w:type="dxa"/>
            <w:gridSpan w:val="7"/>
            <w:vAlign w:val="center"/>
          </w:tcPr>
          <w:p w:rsidR="006F6E26" w:rsidRPr="0067755D" w:rsidRDefault="006F6E26" w:rsidP="0067755D">
            <w:pPr>
              <w:spacing w:after="0" w:line="240" w:lineRule="auto"/>
              <w:ind w:left="36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Проведення моніторингу стану виконання місцевих бюджетів з урахуванням  факторів впливу  на  наповнення основних бюджетоутворюючих показників – ДПФО  та плати за землю. Підготовка   дорожньої карти по заходах щодо забезпечення   зростання рівня середніх заробітних плат у галузях економіки області.</w:t>
            </w:r>
          </w:p>
          <w:p w:rsidR="006F6E26" w:rsidRPr="0067755D" w:rsidRDefault="006F6E26" w:rsidP="0067755D">
            <w:pPr>
              <w:spacing w:after="0" w:line="240" w:lineRule="auto"/>
              <w:ind w:left="36"/>
              <w:jc w:val="both"/>
              <w:rPr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ind w:left="3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(Відповідальна: Зінченко М.А. )</w:t>
            </w:r>
          </w:p>
        </w:tc>
        <w:tc>
          <w:tcPr>
            <w:tcW w:w="2978" w:type="dxa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4"/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м. Одеса</w:t>
            </w:r>
          </w:p>
        </w:tc>
      </w:tr>
      <w:tr w:rsidR="006F6E26" w:rsidRPr="0067755D" w:rsidTr="0067755D">
        <w:trPr>
          <w:trHeight w:val="596"/>
        </w:trPr>
        <w:tc>
          <w:tcPr>
            <w:tcW w:w="6628" w:type="dxa"/>
            <w:gridSpan w:val="7"/>
            <w:vAlign w:val="center"/>
          </w:tcPr>
          <w:p w:rsidR="006F6E26" w:rsidRPr="0067755D" w:rsidRDefault="006F6E26" w:rsidP="0067755D">
            <w:pPr>
              <w:spacing w:after="0" w:line="240" w:lineRule="auto"/>
              <w:ind w:left="3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Виїзди у райони та міста області  з метою вивчення питання забезпечення необхідним фінансовим ресурсом першочергових статей  видатків  у бюджетах міст, районів та об’єднаних територіальних громад</w:t>
            </w:r>
          </w:p>
          <w:p w:rsidR="006F6E26" w:rsidRPr="0067755D" w:rsidRDefault="006F6E26" w:rsidP="0067755D">
            <w:pPr>
              <w:spacing w:after="0" w:line="240" w:lineRule="auto"/>
              <w:ind w:left="36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6F6E26" w:rsidRPr="0067755D" w:rsidRDefault="006F6E26" w:rsidP="0067755D">
            <w:pPr>
              <w:spacing w:after="0" w:line="240" w:lineRule="auto"/>
              <w:ind w:left="36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(Відповідальна: Зінченко М.А. )</w:t>
            </w:r>
          </w:p>
        </w:tc>
        <w:tc>
          <w:tcPr>
            <w:tcW w:w="2978" w:type="dxa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4"/>
                <w:lang w:val="uk-UA"/>
              </w:rPr>
            </w:pPr>
            <w:r w:rsidRPr="0067755D">
              <w:rPr>
                <w:rFonts w:ascii="Times New Roman" w:hAnsi="Times New Roman"/>
                <w:color w:val="000000"/>
                <w:sz w:val="28"/>
                <w:szCs w:val="24"/>
                <w:lang w:val="uk-UA"/>
              </w:rPr>
              <w:t>Згідно з графіком</w:t>
            </w:r>
          </w:p>
        </w:tc>
      </w:tr>
      <w:tr w:rsidR="006F6E26" w:rsidRPr="0067755D" w:rsidTr="0067755D">
        <w:trPr>
          <w:trHeight w:val="596"/>
        </w:trPr>
        <w:tc>
          <w:tcPr>
            <w:tcW w:w="6628" w:type="dxa"/>
            <w:gridSpan w:val="7"/>
            <w:vAlign w:val="center"/>
          </w:tcPr>
          <w:p w:rsidR="006F6E26" w:rsidRPr="0067755D" w:rsidRDefault="006F6E26" w:rsidP="0067755D">
            <w:pPr>
              <w:spacing w:after="0" w:line="240" w:lineRule="auto"/>
              <w:ind w:left="36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Участь у перевірці робочої групи  обласної державної адміністрації здійснення виконавчими органами  міських  рад  делегованих повноважень органів виконавчої влади</w:t>
            </w:r>
          </w:p>
          <w:p w:rsidR="006F6E26" w:rsidRPr="0067755D" w:rsidRDefault="006F6E26" w:rsidP="0067755D">
            <w:pPr>
              <w:spacing w:after="0" w:line="240" w:lineRule="auto"/>
              <w:ind w:left="36"/>
              <w:jc w:val="both"/>
              <w:rPr>
                <w:szCs w:val="28"/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ind w:left="3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(Відповідальна: Зінченко М.А. )</w:t>
            </w:r>
          </w:p>
        </w:tc>
        <w:tc>
          <w:tcPr>
            <w:tcW w:w="2978" w:type="dxa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4"/>
                <w:lang w:val="uk-UA"/>
              </w:rPr>
            </w:pPr>
            <w:r w:rsidRPr="0067755D">
              <w:rPr>
                <w:rFonts w:ascii="Times New Roman" w:hAnsi="Times New Roman"/>
                <w:color w:val="000000"/>
                <w:sz w:val="28"/>
                <w:szCs w:val="24"/>
                <w:lang w:val="uk-UA"/>
              </w:rPr>
              <w:t>Згідно з графіком</w:t>
            </w:r>
          </w:p>
        </w:tc>
      </w:tr>
      <w:tr w:rsidR="006F6E26" w:rsidRPr="0067755D" w:rsidTr="0067755D">
        <w:trPr>
          <w:trHeight w:val="596"/>
        </w:trPr>
        <w:tc>
          <w:tcPr>
            <w:tcW w:w="6628" w:type="dxa"/>
            <w:gridSpan w:val="7"/>
            <w:vAlign w:val="center"/>
          </w:tcPr>
          <w:p w:rsidR="006F6E26" w:rsidRPr="0067755D" w:rsidRDefault="006F6E26" w:rsidP="0067755D">
            <w:pPr>
              <w:spacing w:after="0" w:line="240" w:lineRule="auto"/>
              <w:ind w:left="36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Підготовка та проведення засідання робочої групи з питань впорядкування земельних відносин, забезпечення та дотримання законодавства щодо плати за землю</w:t>
            </w:r>
          </w:p>
          <w:p w:rsidR="006F6E26" w:rsidRPr="0067755D" w:rsidRDefault="006F6E26" w:rsidP="0067755D">
            <w:pPr>
              <w:spacing w:after="0" w:line="240" w:lineRule="auto"/>
              <w:ind w:left="36"/>
              <w:jc w:val="both"/>
              <w:rPr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ind w:left="36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(Відповідальна: Зінченко М.А. )</w:t>
            </w:r>
          </w:p>
        </w:tc>
        <w:tc>
          <w:tcPr>
            <w:tcW w:w="2978" w:type="dxa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4"/>
                <w:lang w:val="uk-UA"/>
              </w:rPr>
            </w:pPr>
            <w:r w:rsidRPr="0067755D">
              <w:rPr>
                <w:rFonts w:ascii="Times New Roman" w:hAnsi="Times New Roman"/>
                <w:color w:val="000000"/>
                <w:sz w:val="28"/>
                <w:szCs w:val="24"/>
                <w:lang w:val="uk-UA"/>
              </w:rPr>
              <w:t>м. Одеса</w:t>
            </w:r>
          </w:p>
        </w:tc>
      </w:tr>
      <w:tr w:rsidR="006F6E26" w:rsidRPr="0067755D" w:rsidTr="0067755D">
        <w:trPr>
          <w:trHeight w:val="596"/>
        </w:trPr>
        <w:tc>
          <w:tcPr>
            <w:tcW w:w="6628" w:type="dxa"/>
            <w:gridSpan w:val="7"/>
            <w:vAlign w:val="center"/>
          </w:tcPr>
          <w:p w:rsidR="006F6E26" w:rsidRPr="0067755D" w:rsidRDefault="006F6E26" w:rsidP="0067755D">
            <w:pPr>
              <w:spacing w:after="0" w:line="240" w:lineRule="auto"/>
              <w:ind w:left="36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</w:rPr>
              <w:t>Відпрацювання з галузевими структурами та статистичними органами показників базового контингенту по кожній галузі, згідно з якими будуть обраховані показники бюджету на 2019 рік</w:t>
            </w:r>
          </w:p>
          <w:p w:rsidR="006F6E26" w:rsidRPr="0067755D" w:rsidRDefault="006F6E26" w:rsidP="0067755D">
            <w:pPr>
              <w:spacing w:after="0" w:line="240" w:lineRule="auto"/>
              <w:ind w:left="36"/>
              <w:jc w:val="both"/>
              <w:rPr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ind w:left="36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(Відповідальна: Зінченко М.А. )</w:t>
            </w:r>
          </w:p>
        </w:tc>
        <w:tc>
          <w:tcPr>
            <w:tcW w:w="2978" w:type="dxa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4"/>
                <w:lang w:val="uk-UA"/>
              </w:rPr>
            </w:pPr>
            <w:r w:rsidRPr="0067755D">
              <w:rPr>
                <w:rFonts w:ascii="Times New Roman" w:hAnsi="Times New Roman"/>
                <w:color w:val="000000"/>
                <w:sz w:val="28"/>
                <w:szCs w:val="24"/>
                <w:lang w:val="uk-UA"/>
              </w:rPr>
              <w:t>м. Одеса</w:t>
            </w:r>
          </w:p>
        </w:tc>
      </w:tr>
      <w:tr w:rsidR="006F6E26" w:rsidRPr="0067755D" w:rsidTr="0067755D">
        <w:trPr>
          <w:trHeight w:val="596"/>
        </w:trPr>
        <w:tc>
          <w:tcPr>
            <w:tcW w:w="6628" w:type="dxa"/>
            <w:gridSpan w:val="7"/>
            <w:vAlign w:val="center"/>
          </w:tcPr>
          <w:p w:rsidR="006F6E26" w:rsidRPr="0067755D" w:rsidRDefault="006F6E26" w:rsidP="0067755D">
            <w:pPr>
              <w:spacing w:after="0" w:line="240" w:lineRule="auto"/>
              <w:ind w:left="36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Участь у проведенні аудиту місцевого бюджету Кілійського району спільно з Південним офісом Державної аудиторської служби</w:t>
            </w:r>
          </w:p>
          <w:p w:rsidR="006F6E26" w:rsidRPr="0067755D" w:rsidRDefault="006F6E26" w:rsidP="0067755D">
            <w:pPr>
              <w:spacing w:after="0" w:line="240" w:lineRule="auto"/>
              <w:ind w:left="36"/>
              <w:jc w:val="both"/>
              <w:rPr>
                <w:szCs w:val="28"/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ind w:left="3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(Відповідальна: Зінченко М.А. )</w:t>
            </w:r>
          </w:p>
        </w:tc>
        <w:tc>
          <w:tcPr>
            <w:tcW w:w="2978" w:type="dxa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4"/>
                <w:lang w:val="uk-UA"/>
              </w:rPr>
            </w:pPr>
            <w:r w:rsidRPr="0067755D">
              <w:rPr>
                <w:rFonts w:ascii="Times New Roman" w:hAnsi="Times New Roman"/>
                <w:color w:val="000000"/>
                <w:sz w:val="28"/>
                <w:szCs w:val="24"/>
                <w:lang w:val="uk-UA"/>
              </w:rPr>
              <w:t>м. Кілія</w:t>
            </w:r>
          </w:p>
        </w:tc>
      </w:tr>
      <w:tr w:rsidR="006F6E26" w:rsidRPr="0067755D" w:rsidTr="0067755D">
        <w:trPr>
          <w:trHeight w:val="596"/>
        </w:trPr>
        <w:tc>
          <w:tcPr>
            <w:tcW w:w="6628" w:type="dxa"/>
            <w:gridSpan w:val="7"/>
            <w:vAlign w:val="center"/>
          </w:tcPr>
          <w:p w:rsidR="006F6E26" w:rsidRPr="0067755D" w:rsidRDefault="006F6E26" w:rsidP="0067755D">
            <w:pPr>
              <w:spacing w:after="0" w:line="240" w:lineRule="auto"/>
              <w:ind w:left="36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Консолідація фінансової та бюджетної  звітності  про виконання кошторису державного бюджету від районних державних адміністрацій, структурних підрозділів обласної державної адміністрації  та  подання її до ГУДКСУ в Одеській області та ДКСУ за ІІ квартал 2018 року</w:t>
            </w:r>
          </w:p>
          <w:p w:rsidR="006F6E26" w:rsidRPr="0067755D" w:rsidRDefault="006F6E26" w:rsidP="0067755D">
            <w:pPr>
              <w:spacing w:after="0" w:line="240" w:lineRule="auto"/>
              <w:ind w:left="36"/>
              <w:jc w:val="both"/>
              <w:rPr>
                <w:szCs w:val="28"/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ind w:left="36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(Відповідальна: Зінченко М.А. )</w:t>
            </w:r>
          </w:p>
        </w:tc>
        <w:tc>
          <w:tcPr>
            <w:tcW w:w="2978" w:type="dxa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4"/>
                <w:lang w:val="uk-UA"/>
              </w:rPr>
            </w:pPr>
            <w:r w:rsidRPr="0067755D">
              <w:rPr>
                <w:rFonts w:ascii="Times New Roman" w:hAnsi="Times New Roman"/>
                <w:color w:val="000000"/>
                <w:sz w:val="28"/>
                <w:szCs w:val="24"/>
                <w:lang w:val="uk-UA"/>
              </w:rPr>
              <w:t>м. Одеса</w:t>
            </w:r>
          </w:p>
        </w:tc>
      </w:tr>
      <w:tr w:rsidR="006F6E26" w:rsidRPr="0067755D" w:rsidTr="0067755D">
        <w:trPr>
          <w:trHeight w:val="596"/>
        </w:trPr>
        <w:tc>
          <w:tcPr>
            <w:tcW w:w="6628" w:type="dxa"/>
            <w:gridSpan w:val="7"/>
            <w:vAlign w:val="center"/>
          </w:tcPr>
          <w:p w:rsidR="006F6E26" w:rsidRPr="0067755D" w:rsidRDefault="006F6E26" w:rsidP="0067755D">
            <w:pPr>
              <w:spacing w:after="0" w:line="240" w:lineRule="auto"/>
              <w:ind w:left="36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Забезпечення та сприяння виконання Регіонального плану заходів з реалізації в Одеській області у 2018 році правопросвітницького проекту «Я маю право!»</w:t>
            </w:r>
          </w:p>
          <w:p w:rsidR="006F6E26" w:rsidRPr="0067755D" w:rsidRDefault="006F6E26" w:rsidP="0067755D">
            <w:pPr>
              <w:spacing w:after="0" w:line="240" w:lineRule="auto"/>
              <w:ind w:left="36"/>
              <w:jc w:val="both"/>
              <w:rPr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ind w:left="36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(Відповідальний: Шека О.О. )</w:t>
            </w:r>
          </w:p>
        </w:tc>
        <w:tc>
          <w:tcPr>
            <w:tcW w:w="2978" w:type="dxa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Управління туризму, </w:t>
            </w:r>
          </w:p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рекреації та курортів,</w:t>
            </w:r>
          </w:p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(м. Одеса,</w:t>
            </w:r>
          </w:p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4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просп. Шевченка, 4, каб. 560)</w:t>
            </w:r>
          </w:p>
        </w:tc>
      </w:tr>
      <w:tr w:rsidR="006F6E26" w:rsidRPr="0067755D" w:rsidTr="0067755D">
        <w:trPr>
          <w:trHeight w:val="596"/>
        </w:trPr>
        <w:tc>
          <w:tcPr>
            <w:tcW w:w="6628" w:type="dxa"/>
            <w:gridSpan w:val="7"/>
            <w:vAlign w:val="center"/>
          </w:tcPr>
          <w:p w:rsidR="006F6E26" w:rsidRPr="0067755D" w:rsidRDefault="006F6E26" w:rsidP="0067755D">
            <w:pPr>
              <w:spacing w:after="0" w:line="240" w:lineRule="auto"/>
              <w:ind w:left="36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Проведення робочої зустрічі з представниками громадських і бізнес-структур щодо розробки комплексу заходів, спрямованих на активізацію роботи популяризації туристичного та курортно-рекреаційного потенціалу смт. Затока</w:t>
            </w:r>
          </w:p>
          <w:p w:rsidR="006F6E26" w:rsidRPr="0067755D" w:rsidRDefault="006F6E26" w:rsidP="0067755D">
            <w:pPr>
              <w:spacing w:after="0" w:line="240" w:lineRule="auto"/>
              <w:ind w:left="36"/>
              <w:jc w:val="both"/>
              <w:rPr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ind w:left="36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(Відповідальний: Шека О.О. )</w:t>
            </w:r>
          </w:p>
        </w:tc>
        <w:tc>
          <w:tcPr>
            <w:tcW w:w="2978" w:type="dxa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Управління туризму, </w:t>
            </w:r>
          </w:p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рекреації та курортів,</w:t>
            </w:r>
          </w:p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(м. Одеса,</w:t>
            </w:r>
          </w:p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просп. Шевченка, 4, каб. 560)</w:t>
            </w:r>
          </w:p>
        </w:tc>
      </w:tr>
      <w:tr w:rsidR="006F6E26" w:rsidRPr="0067755D" w:rsidTr="0067755D">
        <w:trPr>
          <w:trHeight w:val="596"/>
        </w:trPr>
        <w:tc>
          <w:tcPr>
            <w:tcW w:w="6628" w:type="dxa"/>
            <w:gridSpan w:val="7"/>
            <w:vAlign w:val="center"/>
          </w:tcPr>
          <w:p w:rsidR="006F6E26" w:rsidRPr="0067755D" w:rsidRDefault="006F6E26" w:rsidP="0067755D">
            <w:pPr>
              <w:spacing w:after="0" w:line="240" w:lineRule="auto"/>
              <w:ind w:left="36"/>
              <w:jc w:val="both"/>
              <w:rPr>
                <w:rFonts w:ascii="Times New Roman" w:hAnsi="Times New Roman"/>
                <w:color w:val="141823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color w:val="141823"/>
                <w:sz w:val="28"/>
                <w:szCs w:val="28"/>
                <w:lang w:val="uk-UA"/>
              </w:rPr>
              <w:t>Виїзний прийом громадян начальника служби у справах дітей Одеської обласної державної адміністрації</w:t>
            </w:r>
          </w:p>
          <w:p w:rsidR="006F6E26" w:rsidRPr="0067755D" w:rsidRDefault="006F6E26" w:rsidP="0067755D">
            <w:pPr>
              <w:spacing w:after="0" w:line="240" w:lineRule="auto"/>
              <w:ind w:left="36"/>
              <w:jc w:val="both"/>
              <w:rPr>
                <w:color w:val="141823"/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ind w:left="36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755D">
              <w:rPr>
                <w:rFonts w:ascii="Times New Roman" w:hAnsi="Times New Roman"/>
                <w:color w:val="141823"/>
                <w:sz w:val="20"/>
                <w:szCs w:val="20"/>
                <w:lang w:val="uk-UA"/>
              </w:rPr>
              <w:t>(Відповідальна: Кіріяк А.І. )</w:t>
            </w:r>
          </w:p>
        </w:tc>
        <w:tc>
          <w:tcPr>
            <w:tcW w:w="2978" w:type="dxa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Тарутинський район</w:t>
            </w:r>
          </w:p>
        </w:tc>
      </w:tr>
      <w:tr w:rsidR="006F6E26" w:rsidRPr="0067755D" w:rsidTr="0067755D">
        <w:trPr>
          <w:trHeight w:val="596"/>
        </w:trPr>
        <w:tc>
          <w:tcPr>
            <w:tcW w:w="6628" w:type="dxa"/>
            <w:gridSpan w:val="7"/>
            <w:vAlign w:val="center"/>
          </w:tcPr>
          <w:p w:rsidR="006F6E26" w:rsidRPr="0067755D" w:rsidRDefault="006F6E26" w:rsidP="0067755D">
            <w:pPr>
              <w:spacing w:after="0" w:line="240" w:lineRule="auto"/>
              <w:ind w:left="36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Організація та проведення в Одеській області профілактичних рейдів «Діти вулиці»,  «Вокзал»</w:t>
            </w:r>
          </w:p>
          <w:p w:rsidR="006F6E26" w:rsidRPr="0067755D" w:rsidRDefault="006F6E26" w:rsidP="0067755D">
            <w:pPr>
              <w:spacing w:after="0" w:line="240" w:lineRule="auto"/>
              <w:ind w:left="36"/>
              <w:jc w:val="both"/>
              <w:rPr>
                <w:lang w:val="uk-UA"/>
              </w:rPr>
            </w:pPr>
          </w:p>
          <w:p w:rsidR="006F6E26" w:rsidRPr="0067755D" w:rsidRDefault="006F6E26" w:rsidP="0067755D">
            <w:pPr>
              <w:spacing w:after="0" w:line="240" w:lineRule="auto"/>
              <w:ind w:left="36"/>
              <w:jc w:val="both"/>
              <w:rPr>
                <w:rFonts w:ascii="Times New Roman" w:hAnsi="Times New Roman"/>
                <w:color w:val="141823"/>
                <w:sz w:val="20"/>
                <w:szCs w:val="20"/>
                <w:lang w:val="uk-UA"/>
              </w:rPr>
            </w:pPr>
            <w:r w:rsidRPr="0067755D">
              <w:rPr>
                <w:rFonts w:ascii="Times New Roman" w:hAnsi="Times New Roman"/>
                <w:sz w:val="20"/>
                <w:szCs w:val="20"/>
                <w:lang w:val="uk-UA"/>
              </w:rPr>
              <w:t>(Відповідальна: Кузнецова С.Г.)</w:t>
            </w:r>
          </w:p>
        </w:tc>
        <w:tc>
          <w:tcPr>
            <w:tcW w:w="2978" w:type="dxa"/>
          </w:tcPr>
          <w:p w:rsidR="006F6E26" w:rsidRPr="0067755D" w:rsidRDefault="006F6E26" w:rsidP="00677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755D">
              <w:rPr>
                <w:rFonts w:ascii="Times New Roman" w:hAnsi="Times New Roman"/>
                <w:sz w:val="28"/>
                <w:szCs w:val="28"/>
                <w:lang w:val="uk-UA"/>
              </w:rPr>
              <w:t>Територія області</w:t>
            </w:r>
          </w:p>
        </w:tc>
      </w:tr>
    </w:tbl>
    <w:p w:rsidR="006F6E26" w:rsidRPr="008C210B" w:rsidRDefault="006F6E26">
      <w:pPr>
        <w:rPr>
          <w:rFonts w:ascii="Times New Roman" w:hAnsi="Times New Roman"/>
          <w:sz w:val="8"/>
          <w:szCs w:val="8"/>
          <w:lang w:val="uk-UA"/>
        </w:rPr>
      </w:pPr>
    </w:p>
    <w:p w:rsidR="006F6E26" w:rsidRPr="008C210B" w:rsidRDefault="006F6E26">
      <w:pPr>
        <w:rPr>
          <w:rFonts w:ascii="Times New Roman" w:hAnsi="Times New Roman"/>
          <w:sz w:val="8"/>
          <w:szCs w:val="8"/>
          <w:lang w:val="uk-UA"/>
        </w:rPr>
      </w:pPr>
    </w:p>
    <w:p w:rsidR="006F6E26" w:rsidRPr="005609F4" w:rsidRDefault="006F6E26">
      <w:pPr>
        <w:rPr>
          <w:rFonts w:ascii="Times New Roman" w:hAnsi="Times New Roman"/>
          <w:sz w:val="18"/>
          <w:szCs w:val="18"/>
          <w:lang w:val="uk-UA"/>
        </w:rPr>
      </w:pPr>
      <w:bookmarkStart w:id="0" w:name="_GoBack"/>
      <w:bookmarkEnd w:id="0"/>
      <w:r w:rsidRPr="005609F4">
        <w:rPr>
          <w:rFonts w:ascii="Times New Roman" w:hAnsi="Times New Roman"/>
          <w:sz w:val="18"/>
          <w:szCs w:val="18"/>
          <w:lang w:val="uk-UA"/>
        </w:rPr>
        <w:t>Ларіонов Володимир Михайлович 7189324</w:t>
      </w:r>
    </w:p>
    <w:sectPr w:rsidR="006F6E26" w:rsidRPr="005609F4" w:rsidSect="007E6BB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6E26" w:rsidRDefault="006F6E26" w:rsidP="00037517">
      <w:pPr>
        <w:spacing w:after="0" w:line="240" w:lineRule="auto"/>
      </w:pPr>
      <w:r>
        <w:separator/>
      </w:r>
    </w:p>
  </w:endnote>
  <w:endnote w:type="continuationSeparator" w:id="0">
    <w:p w:rsidR="006F6E26" w:rsidRDefault="006F6E26" w:rsidP="000375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E26" w:rsidRDefault="006F6E2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E26" w:rsidRDefault="006F6E2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E26" w:rsidRDefault="006F6E2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6E26" w:rsidRDefault="006F6E26" w:rsidP="00037517">
      <w:pPr>
        <w:spacing w:after="0" w:line="240" w:lineRule="auto"/>
      </w:pPr>
      <w:r>
        <w:separator/>
      </w:r>
    </w:p>
  </w:footnote>
  <w:footnote w:type="continuationSeparator" w:id="0">
    <w:p w:rsidR="006F6E26" w:rsidRDefault="006F6E26" w:rsidP="000375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E26" w:rsidRDefault="006F6E2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E26" w:rsidRDefault="006F6E26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E26" w:rsidRDefault="006F6E2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433D8"/>
    <w:multiLevelType w:val="hybridMultilevel"/>
    <w:tmpl w:val="2DA456F0"/>
    <w:lvl w:ilvl="0" w:tplc="266EBADC">
      <w:start w:val="30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FE330D"/>
    <w:multiLevelType w:val="hybridMultilevel"/>
    <w:tmpl w:val="CF3A803A"/>
    <w:lvl w:ilvl="0" w:tplc="30C4395C">
      <w:start w:val="1"/>
      <w:numFmt w:val="decimal"/>
      <w:lvlText w:val="%1)"/>
      <w:lvlJc w:val="left"/>
      <w:pPr>
        <w:ind w:left="885" w:hanging="525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D1F076C"/>
    <w:multiLevelType w:val="hybridMultilevel"/>
    <w:tmpl w:val="15A0E9EA"/>
    <w:lvl w:ilvl="0" w:tplc="A30C9DEC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4530B4"/>
    <w:multiLevelType w:val="hybridMultilevel"/>
    <w:tmpl w:val="0074D43A"/>
    <w:lvl w:ilvl="0" w:tplc="EE3294EE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DE6763"/>
    <w:multiLevelType w:val="hybridMultilevel"/>
    <w:tmpl w:val="D19844DE"/>
    <w:lvl w:ilvl="0" w:tplc="9528869E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FD7B88"/>
    <w:multiLevelType w:val="hybridMultilevel"/>
    <w:tmpl w:val="C2FE34BE"/>
    <w:lvl w:ilvl="0" w:tplc="5380DC08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612641"/>
    <w:multiLevelType w:val="hybridMultilevel"/>
    <w:tmpl w:val="5B60C90C"/>
    <w:lvl w:ilvl="0" w:tplc="ADE6D6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6D3A88"/>
    <w:multiLevelType w:val="hybridMultilevel"/>
    <w:tmpl w:val="F6941BA0"/>
    <w:lvl w:ilvl="0" w:tplc="4ACA9CE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F6584C"/>
    <w:multiLevelType w:val="hybridMultilevel"/>
    <w:tmpl w:val="EBF6C31E"/>
    <w:lvl w:ilvl="0" w:tplc="E07C8A88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D519C3"/>
    <w:multiLevelType w:val="hybridMultilevel"/>
    <w:tmpl w:val="3B580988"/>
    <w:lvl w:ilvl="0" w:tplc="7840A870">
      <w:start w:val="76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203AC6"/>
    <w:multiLevelType w:val="hybridMultilevel"/>
    <w:tmpl w:val="19901980"/>
    <w:lvl w:ilvl="0" w:tplc="179CFC8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2110DF"/>
    <w:multiLevelType w:val="hybridMultilevel"/>
    <w:tmpl w:val="B7409270"/>
    <w:lvl w:ilvl="0" w:tplc="1C927F9A">
      <w:start w:val="76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1C081F"/>
    <w:multiLevelType w:val="hybridMultilevel"/>
    <w:tmpl w:val="90349684"/>
    <w:lvl w:ilvl="0" w:tplc="A1DC117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43576C"/>
    <w:multiLevelType w:val="hybridMultilevel"/>
    <w:tmpl w:val="D38AEA74"/>
    <w:lvl w:ilvl="0" w:tplc="81AC132C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2909F6"/>
    <w:multiLevelType w:val="hybridMultilevel"/>
    <w:tmpl w:val="66A2C53A"/>
    <w:lvl w:ilvl="0" w:tplc="05B43C8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EC63AED"/>
    <w:multiLevelType w:val="hybridMultilevel"/>
    <w:tmpl w:val="167CF000"/>
    <w:lvl w:ilvl="0" w:tplc="81EA5D62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EEF7383"/>
    <w:multiLevelType w:val="hybridMultilevel"/>
    <w:tmpl w:val="AF5CD25A"/>
    <w:lvl w:ilvl="0" w:tplc="D174099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EF00129"/>
    <w:multiLevelType w:val="hybridMultilevel"/>
    <w:tmpl w:val="E30845EA"/>
    <w:lvl w:ilvl="0" w:tplc="D3DAFE5E">
      <w:start w:val="30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52951D6"/>
    <w:multiLevelType w:val="hybridMultilevel"/>
    <w:tmpl w:val="CA50059A"/>
    <w:lvl w:ilvl="0" w:tplc="09B6D570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A8F5E4D"/>
    <w:multiLevelType w:val="hybridMultilevel"/>
    <w:tmpl w:val="AC4C589E"/>
    <w:lvl w:ilvl="0" w:tplc="DD548188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C0B5C08"/>
    <w:multiLevelType w:val="hybridMultilevel"/>
    <w:tmpl w:val="194840C6"/>
    <w:lvl w:ilvl="0" w:tplc="CBD64AB2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C4454B7"/>
    <w:multiLevelType w:val="hybridMultilevel"/>
    <w:tmpl w:val="4F4EFC70"/>
    <w:lvl w:ilvl="0" w:tplc="88DA9840">
      <w:start w:val="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0FA1A78"/>
    <w:multiLevelType w:val="hybridMultilevel"/>
    <w:tmpl w:val="53CE5B1E"/>
    <w:lvl w:ilvl="0" w:tplc="3894E7A6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2051A1C"/>
    <w:multiLevelType w:val="hybridMultilevel"/>
    <w:tmpl w:val="59440EA0"/>
    <w:lvl w:ilvl="0" w:tplc="F22AF936">
      <w:start w:val="20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8E5726F"/>
    <w:multiLevelType w:val="hybridMultilevel"/>
    <w:tmpl w:val="72602B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A6B528F"/>
    <w:multiLevelType w:val="multilevel"/>
    <w:tmpl w:val="14F2DE20"/>
    <w:lvl w:ilvl="0">
      <w:start w:val="9"/>
      <w:numFmt w:val="decimal"/>
      <w:lvlText w:val="%1"/>
      <w:lvlJc w:val="left"/>
      <w:pPr>
        <w:ind w:left="540" w:hanging="540"/>
      </w:pPr>
      <w:rPr>
        <w:rFonts w:cs="Times New Roman" w:hint="default"/>
        <w:b/>
        <w:i/>
      </w:rPr>
    </w:lvl>
    <w:lvl w:ilvl="1">
      <w:start w:val="11"/>
      <w:numFmt w:val="decimal"/>
      <w:lvlText w:val="%1-%2"/>
      <w:lvlJc w:val="left"/>
      <w:pPr>
        <w:ind w:left="720" w:hanging="720"/>
      </w:pPr>
      <w:rPr>
        <w:rFonts w:cs="Times New Roman" w:hint="default"/>
        <w:b/>
        <w:i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cs="Times New Roman" w:hint="default"/>
        <w:b/>
        <w:i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cs="Times New Roman" w:hint="default"/>
        <w:b/>
        <w:i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cs="Times New Roman" w:hint="default"/>
        <w:b/>
        <w:i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  <w:b/>
        <w:i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  <w:b/>
        <w:i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  <w:b/>
        <w:i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  <w:b/>
        <w:i/>
      </w:rPr>
    </w:lvl>
  </w:abstractNum>
  <w:abstractNum w:abstractNumId="26">
    <w:nsid w:val="7A4C0A89"/>
    <w:multiLevelType w:val="hybridMultilevel"/>
    <w:tmpl w:val="EC54D9B0"/>
    <w:lvl w:ilvl="0" w:tplc="D5D4D4D0">
      <w:start w:val="30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5"/>
  </w:num>
  <w:num w:numId="3">
    <w:abstractNumId w:val="18"/>
  </w:num>
  <w:num w:numId="4">
    <w:abstractNumId w:val="23"/>
  </w:num>
  <w:num w:numId="5">
    <w:abstractNumId w:val="6"/>
  </w:num>
  <w:num w:numId="6">
    <w:abstractNumId w:val="14"/>
  </w:num>
  <w:num w:numId="7">
    <w:abstractNumId w:val="25"/>
  </w:num>
  <w:num w:numId="8">
    <w:abstractNumId w:val="2"/>
  </w:num>
  <w:num w:numId="9">
    <w:abstractNumId w:val="20"/>
  </w:num>
  <w:num w:numId="10">
    <w:abstractNumId w:val="10"/>
  </w:num>
  <w:num w:numId="11">
    <w:abstractNumId w:val="13"/>
  </w:num>
  <w:num w:numId="12">
    <w:abstractNumId w:val="9"/>
  </w:num>
  <w:num w:numId="13">
    <w:abstractNumId w:val="11"/>
  </w:num>
  <w:num w:numId="14">
    <w:abstractNumId w:val="16"/>
  </w:num>
  <w:num w:numId="15">
    <w:abstractNumId w:val="21"/>
  </w:num>
  <w:num w:numId="16">
    <w:abstractNumId w:val="5"/>
  </w:num>
  <w:num w:numId="17">
    <w:abstractNumId w:val="19"/>
  </w:num>
  <w:num w:numId="18">
    <w:abstractNumId w:val="3"/>
  </w:num>
  <w:num w:numId="19">
    <w:abstractNumId w:val="8"/>
  </w:num>
  <w:num w:numId="20">
    <w:abstractNumId w:val="4"/>
  </w:num>
  <w:num w:numId="21">
    <w:abstractNumId w:val="7"/>
  </w:num>
  <w:num w:numId="22">
    <w:abstractNumId w:val="12"/>
  </w:num>
  <w:num w:numId="23">
    <w:abstractNumId w:val="26"/>
  </w:num>
  <w:num w:numId="24">
    <w:abstractNumId w:val="0"/>
  </w:num>
  <w:num w:numId="25">
    <w:abstractNumId w:val="1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842A4"/>
    <w:rsid w:val="00001F7C"/>
    <w:rsid w:val="00006230"/>
    <w:rsid w:val="0000720A"/>
    <w:rsid w:val="00011FFF"/>
    <w:rsid w:val="000123D2"/>
    <w:rsid w:val="0001425C"/>
    <w:rsid w:val="00017771"/>
    <w:rsid w:val="0002735F"/>
    <w:rsid w:val="00031F4B"/>
    <w:rsid w:val="00034E7D"/>
    <w:rsid w:val="00035B7D"/>
    <w:rsid w:val="00037234"/>
    <w:rsid w:val="00037517"/>
    <w:rsid w:val="00042A9F"/>
    <w:rsid w:val="00045F74"/>
    <w:rsid w:val="000475FC"/>
    <w:rsid w:val="000517FC"/>
    <w:rsid w:val="00062A11"/>
    <w:rsid w:val="000638A7"/>
    <w:rsid w:val="0006538A"/>
    <w:rsid w:val="00066A80"/>
    <w:rsid w:val="00066B44"/>
    <w:rsid w:val="00067112"/>
    <w:rsid w:val="00073F4B"/>
    <w:rsid w:val="00077FC2"/>
    <w:rsid w:val="00084184"/>
    <w:rsid w:val="00084BC9"/>
    <w:rsid w:val="00092481"/>
    <w:rsid w:val="00093E4E"/>
    <w:rsid w:val="000962D3"/>
    <w:rsid w:val="00096573"/>
    <w:rsid w:val="00097D0B"/>
    <w:rsid w:val="00097FD3"/>
    <w:rsid w:val="000A1693"/>
    <w:rsid w:val="000A24C2"/>
    <w:rsid w:val="000A2FFC"/>
    <w:rsid w:val="000A63EC"/>
    <w:rsid w:val="000B045A"/>
    <w:rsid w:val="000B1EC5"/>
    <w:rsid w:val="000B243B"/>
    <w:rsid w:val="000B2F0F"/>
    <w:rsid w:val="000B387E"/>
    <w:rsid w:val="000B78EA"/>
    <w:rsid w:val="000C01FE"/>
    <w:rsid w:val="000C108F"/>
    <w:rsid w:val="000C426B"/>
    <w:rsid w:val="000C66EF"/>
    <w:rsid w:val="000C6F68"/>
    <w:rsid w:val="000D01DB"/>
    <w:rsid w:val="000D54C7"/>
    <w:rsid w:val="000D735B"/>
    <w:rsid w:val="000D78E7"/>
    <w:rsid w:val="000E0CEB"/>
    <w:rsid w:val="000E22AA"/>
    <w:rsid w:val="000E2DB2"/>
    <w:rsid w:val="000E63A7"/>
    <w:rsid w:val="000E68C3"/>
    <w:rsid w:val="000F1796"/>
    <w:rsid w:val="000F2C2B"/>
    <w:rsid w:val="000F4631"/>
    <w:rsid w:val="000F7199"/>
    <w:rsid w:val="000F72BD"/>
    <w:rsid w:val="00105045"/>
    <w:rsid w:val="00105FB5"/>
    <w:rsid w:val="00116039"/>
    <w:rsid w:val="001162C8"/>
    <w:rsid w:val="00120187"/>
    <w:rsid w:val="00120B98"/>
    <w:rsid w:val="0012159C"/>
    <w:rsid w:val="001217BF"/>
    <w:rsid w:val="00123986"/>
    <w:rsid w:val="00124066"/>
    <w:rsid w:val="00124508"/>
    <w:rsid w:val="00125CAF"/>
    <w:rsid w:val="00130812"/>
    <w:rsid w:val="0013145B"/>
    <w:rsid w:val="001407D1"/>
    <w:rsid w:val="00141102"/>
    <w:rsid w:val="00142196"/>
    <w:rsid w:val="00146894"/>
    <w:rsid w:val="00151F70"/>
    <w:rsid w:val="00156056"/>
    <w:rsid w:val="0015697B"/>
    <w:rsid w:val="001574D6"/>
    <w:rsid w:val="001621D6"/>
    <w:rsid w:val="0016294C"/>
    <w:rsid w:val="00162ECA"/>
    <w:rsid w:val="001650C3"/>
    <w:rsid w:val="00165A43"/>
    <w:rsid w:val="00171322"/>
    <w:rsid w:val="00173777"/>
    <w:rsid w:val="00173858"/>
    <w:rsid w:val="00174A8F"/>
    <w:rsid w:val="001811A2"/>
    <w:rsid w:val="00181B0A"/>
    <w:rsid w:val="00182C5B"/>
    <w:rsid w:val="00187BA2"/>
    <w:rsid w:val="00194255"/>
    <w:rsid w:val="001A43E4"/>
    <w:rsid w:val="001A77FE"/>
    <w:rsid w:val="001A7E40"/>
    <w:rsid w:val="001B23F4"/>
    <w:rsid w:val="001B480A"/>
    <w:rsid w:val="001B5502"/>
    <w:rsid w:val="001C0759"/>
    <w:rsid w:val="001C0E12"/>
    <w:rsid w:val="001C4E8C"/>
    <w:rsid w:val="001C62EC"/>
    <w:rsid w:val="001C7641"/>
    <w:rsid w:val="001D0AEC"/>
    <w:rsid w:val="001D1B86"/>
    <w:rsid w:val="001D2082"/>
    <w:rsid w:val="001D295F"/>
    <w:rsid w:val="001D36B4"/>
    <w:rsid w:val="001D7A2C"/>
    <w:rsid w:val="001E14A3"/>
    <w:rsid w:val="001E5743"/>
    <w:rsid w:val="001E6B4B"/>
    <w:rsid w:val="001F0915"/>
    <w:rsid w:val="001F297F"/>
    <w:rsid w:val="001F4F33"/>
    <w:rsid w:val="001F5990"/>
    <w:rsid w:val="001F6BB0"/>
    <w:rsid w:val="00204ED4"/>
    <w:rsid w:val="00212FC0"/>
    <w:rsid w:val="00213B40"/>
    <w:rsid w:val="00214305"/>
    <w:rsid w:val="00217BB0"/>
    <w:rsid w:val="0022292E"/>
    <w:rsid w:val="0022421E"/>
    <w:rsid w:val="00232A51"/>
    <w:rsid w:val="0023643F"/>
    <w:rsid w:val="002442CB"/>
    <w:rsid w:val="00252B4E"/>
    <w:rsid w:val="00261B4E"/>
    <w:rsid w:val="002621F3"/>
    <w:rsid w:val="002623E6"/>
    <w:rsid w:val="00270B60"/>
    <w:rsid w:val="002730AA"/>
    <w:rsid w:val="00274915"/>
    <w:rsid w:val="002765F9"/>
    <w:rsid w:val="00281AB7"/>
    <w:rsid w:val="00283317"/>
    <w:rsid w:val="00283992"/>
    <w:rsid w:val="0029388D"/>
    <w:rsid w:val="00295F8A"/>
    <w:rsid w:val="002A1DFC"/>
    <w:rsid w:val="002A1F70"/>
    <w:rsid w:val="002A5BF8"/>
    <w:rsid w:val="002A78EA"/>
    <w:rsid w:val="002B62BB"/>
    <w:rsid w:val="002B7532"/>
    <w:rsid w:val="002C2865"/>
    <w:rsid w:val="002C6D29"/>
    <w:rsid w:val="002D0FFE"/>
    <w:rsid w:val="002D32B1"/>
    <w:rsid w:val="002D5386"/>
    <w:rsid w:val="002E0620"/>
    <w:rsid w:val="002E0F32"/>
    <w:rsid w:val="002E4B13"/>
    <w:rsid w:val="002F2325"/>
    <w:rsid w:val="002F30B1"/>
    <w:rsid w:val="002F3106"/>
    <w:rsid w:val="002F3D36"/>
    <w:rsid w:val="00301FED"/>
    <w:rsid w:val="0030487A"/>
    <w:rsid w:val="003054FF"/>
    <w:rsid w:val="00307150"/>
    <w:rsid w:val="00307DBA"/>
    <w:rsid w:val="00310C5C"/>
    <w:rsid w:val="003116BE"/>
    <w:rsid w:val="00311D56"/>
    <w:rsid w:val="003124ED"/>
    <w:rsid w:val="0031276F"/>
    <w:rsid w:val="0031293B"/>
    <w:rsid w:val="00313906"/>
    <w:rsid w:val="00314C87"/>
    <w:rsid w:val="00315360"/>
    <w:rsid w:val="00320523"/>
    <w:rsid w:val="00321F4E"/>
    <w:rsid w:val="0032709F"/>
    <w:rsid w:val="00333EE8"/>
    <w:rsid w:val="0033527D"/>
    <w:rsid w:val="00340A1E"/>
    <w:rsid w:val="0034257A"/>
    <w:rsid w:val="00342E83"/>
    <w:rsid w:val="00351F7F"/>
    <w:rsid w:val="00352727"/>
    <w:rsid w:val="0035356B"/>
    <w:rsid w:val="003538F5"/>
    <w:rsid w:val="003553ED"/>
    <w:rsid w:val="00357327"/>
    <w:rsid w:val="0036699D"/>
    <w:rsid w:val="00366FEF"/>
    <w:rsid w:val="00367A48"/>
    <w:rsid w:val="003703EC"/>
    <w:rsid w:val="00371A74"/>
    <w:rsid w:val="00373597"/>
    <w:rsid w:val="00374693"/>
    <w:rsid w:val="0037496A"/>
    <w:rsid w:val="00393ACF"/>
    <w:rsid w:val="003A226B"/>
    <w:rsid w:val="003A4F54"/>
    <w:rsid w:val="003A54EB"/>
    <w:rsid w:val="003A6072"/>
    <w:rsid w:val="003A6D0F"/>
    <w:rsid w:val="003B07E8"/>
    <w:rsid w:val="003B3A52"/>
    <w:rsid w:val="003B40ED"/>
    <w:rsid w:val="003B588C"/>
    <w:rsid w:val="003B6844"/>
    <w:rsid w:val="003C2850"/>
    <w:rsid w:val="003C6A07"/>
    <w:rsid w:val="003D6D0F"/>
    <w:rsid w:val="003D722B"/>
    <w:rsid w:val="003E40BC"/>
    <w:rsid w:val="003F1E88"/>
    <w:rsid w:val="003F3C53"/>
    <w:rsid w:val="003F466D"/>
    <w:rsid w:val="003F5C99"/>
    <w:rsid w:val="003F74C6"/>
    <w:rsid w:val="003F7596"/>
    <w:rsid w:val="00411278"/>
    <w:rsid w:val="00411EAA"/>
    <w:rsid w:val="00413DA1"/>
    <w:rsid w:val="004141A0"/>
    <w:rsid w:val="00421B97"/>
    <w:rsid w:val="0042387E"/>
    <w:rsid w:val="00430BCF"/>
    <w:rsid w:val="00431493"/>
    <w:rsid w:val="00433313"/>
    <w:rsid w:val="00435FB5"/>
    <w:rsid w:val="00442E0F"/>
    <w:rsid w:val="0044457E"/>
    <w:rsid w:val="00446662"/>
    <w:rsid w:val="00447DEB"/>
    <w:rsid w:val="00450726"/>
    <w:rsid w:val="00452997"/>
    <w:rsid w:val="00461730"/>
    <w:rsid w:val="00465C2C"/>
    <w:rsid w:val="004677C8"/>
    <w:rsid w:val="00475D3B"/>
    <w:rsid w:val="00484779"/>
    <w:rsid w:val="00486CED"/>
    <w:rsid w:val="0049154F"/>
    <w:rsid w:val="004967ED"/>
    <w:rsid w:val="004A2EE3"/>
    <w:rsid w:val="004B0EC9"/>
    <w:rsid w:val="004B2F32"/>
    <w:rsid w:val="004B51D6"/>
    <w:rsid w:val="004B53C0"/>
    <w:rsid w:val="004B7B24"/>
    <w:rsid w:val="004C0024"/>
    <w:rsid w:val="004C4FF4"/>
    <w:rsid w:val="004C6526"/>
    <w:rsid w:val="004D1B32"/>
    <w:rsid w:val="004D4BAB"/>
    <w:rsid w:val="004D5C63"/>
    <w:rsid w:val="004E018D"/>
    <w:rsid w:val="004E260F"/>
    <w:rsid w:val="004E4D12"/>
    <w:rsid w:val="004E4D40"/>
    <w:rsid w:val="004E6A08"/>
    <w:rsid w:val="004F14D3"/>
    <w:rsid w:val="004F204D"/>
    <w:rsid w:val="004F24F4"/>
    <w:rsid w:val="004F6734"/>
    <w:rsid w:val="0050233E"/>
    <w:rsid w:val="00503451"/>
    <w:rsid w:val="00504C90"/>
    <w:rsid w:val="00506ED8"/>
    <w:rsid w:val="00507F63"/>
    <w:rsid w:val="00510349"/>
    <w:rsid w:val="00510AF4"/>
    <w:rsid w:val="00511092"/>
    <w:rsid w:val="005110E5"/>
    <w:rsid w:val="00512193"/>
    <w:rsid w:val="005171D4"/>
    <w:rsid w:val="00517226"/>
    <w:rsid w:val="00533753"/>
    <w:rsid w:val="00535550"/>
    <w:rsid w:val="00540A55"/>
    <w:rsid w:val="00542F2E"/>
    <w:rsid w:val="0054381F"/>
    <w:rsid w:val="00544FB6"/>
    <w:rsid w:val="00545A3D"/>
    <w:rsid w:val="005473A1"/>
    <w:rsid w:val="00552AE8"/>
    <w:rsid w:val="00552C8B"/>
    <w:rsid w:val="00554547"/>
    <w:rsid w:val="00554694"/>
    <w:rsid w:val="0055564A"/>
    <w:rsid w:val="0055655D"/>
    <w:rsid w:val="005609F4"/>
    <w:rsid w:val="005618A0"/>
    <w:rsid w:val="00561A9E"/>
    <w:rsid w:val="00562052"/>
    <w:rsid w:val="0056475E"/>
    <w:rsid w:val="00564B37"/>
    <w:rsid w:val="00576E66"/>
    <w:rsid w:val="0057706B"/>
    <w:rsid w:val="005825EA"/>
    <w:rsid w:val="00591A27"/>
    <w:rsid w:val="00592187"/>
    <w:rsid w:val="0059565C"/>
    <w:rsid w:val="005969CC"/>
    <w:rsid w:val="005970D7"/>
    <w:rsid w:val="005A0147"/>
    <w:rsid w:val="005A7232"/>
    <w:rsid w:val="005A74C7"/>
    <w:rsid w:val="005B20F5"/>
    <w:rsid w:val="005B3877"/>
    <w:rsid w:val="005B7BA9"/>
    <w:rsid w:val="005C2591"/>
    <w:rsid w:val="005C380F"/>
    <w:rsid w:val="005D3451"/>
    <w:rsid w:val="005D489C"/>
    <w:rsid w:val="005D6A63"/>
    <w:rsid w:val="005D76B7"/>
    <w:rsid w:val="005E1F3B"/>
    <w:rsid w:val="005E465F"/>
    <w:rsid w:val="005E4901"/>
    <w:rsid w:val="005E7425"/>
    <w:rsid w:val="005F0315"/>
    <w:rsid w:val="005F59FA"/>
    <w:rsid w:val="005F5C16"/>
    <w:rsid w:val="00603A02"/>
    <w:rsid w:val="0060431F"/>
    <w:rsid w:val="006078B3"/>
    <w:rsid w:val="00610998"/>
    <w:rsid w:val="006149AD"/>
    <w:rsid w:val="006155C4"/>
    <w:rsid w:val="0061625D"/>
    <w:rsid w:val="0062318E"/>
    <w:rsid w:val="006237FF"/>
    <w:rsid w:val="00624AE6"/>
    <w:rsid w:val="0062529D"/>
    <w:rsid w:val="00626453"/>
    <w:rsid w:val="00631DF6"/>
    <w:rsid w:val="0063769A"/>
    <w:rsid w:val="0064368F"/>
    <w:rsid w:val="00643AEA"/>
    <w:rsid w:val="00644045"/>
    <w:rsid w:val="00646F35"/>
    <w:rsid w:val="0065274B"/>
    <w:rsid w:val="00656CA2"/>
    <w:rsid w:val="0066252C"/>
    <w:rsid w:val="006635D5"/>
    <w:rsid w:val="0066548C"/>
    <w:rsid w:val="0066565D"/>
    <w:rsid w:val="00671F35"/>
    <w:rsid w:val="00673C16"/>
    <w:rsid w:val="00674033"/>
    <w:rsid w:val="006758A3"/>
    <w:rsid w:val="0067755D"/>
    <w:rsid w:val="00680D27"/>
    <w:rsid w:val="00681293"/>
    <w:rsid w:val="00684B18"/>
    <w:rsid w:val="006A0497"/>
    <w:rsid w:val="006A0BEF"/>
    <w:rsid w:val="006A3F09"/>
    <w:rsid w:val="006B27B3"/>
    <w:rsid w:val="006B3A26"/>
    <w:rsid w:val="006B4110"/>
    <w:rsid w:val="006B4145"/>
    <w:rsid w:val="006C24F1"/>
    <w:rsid w:val="006C5554"/>
    <w:rsid w:val="006C6420"/>
    <w:rsid w:val="006C666E"/>
    <w:rsid w:val="006E3AFD"/>
    <w:rsid w:val="006E68C6"/>
    <w:rsid w:val="006E770D"/>
    <w:rsid w:val="006F5407"/>
    <w:rsid w:val="006F6669"/>
    <w:rsid w:val="006F6E26"/>
    <w:rsid w:val="007009EB"/>
    <w:rsid w:val="0071392E"/>
    <w:rsid w:val="007160C5"/>
    <w:rsid w:val="00724860"/>
    <w:rsid w:val="0072678F"/>
    <w:rsid w:val="00730BCC"/>
    <w:rsid w:val="00733BBB"/>
    <w:rsid w:val="007354A1"/>
    <w:rsid w:val="00737FDE"/>
    <w:rsid w:val="00750EF5"/>
    <w:rsid w:val="00752D7C"/>
    <w:rsid w:val="00756F52"/>
    <w:rsid w:val="00760A62"/>
    <w:rsid w:val="00761EAB"/>
    <w:rsid w:val="00764375"/>
    <w:rsid w:val="00770600"/>
    <w:rsid w:val="00770A13"/>
    <w:rsid w:val="00771EE2"/>
    <w:rsid w:val="00783420"/>
    <w:rsid w:val="00783F3C"/>
    <w:rsid w:val="007842A4"/>
    <w:rsid w:val="0078779F"/>
    <w:rsid w:val="0079108F"/>
    <w:rsid w:val="00792294"/>
    <w:rsid w:val="00797202"/>
    <w:rsid w:val="007A02CE"/>
    <w:rsid w:val="007A08E1"/>
    <w:rsid w:val="007A0949"/>
    <w:rsid w:val="007A1230"/>
    <w:rsid w:val="007A54BD"/>
    <w:rsid w:val="007A7AB5"/>
    <w:rsid w:val="007A7C74"/>
    <w:rsid w:val="007A7D6D"/>
    <w:rsid w:val="007B072E"/>
    <w:rsid w:val="007B1E00"/>
    <w:rsid w:val="007B3C98"/>
    <w:rsid w:val="007B7A20"/>
    <w:rsid w:val="007C0A00"/>
    <w:rsid w:val="007C682B"/>
    <w:rsid w:val="007C7A32"/>
    <w:rsid w:val="007D2EA3"/>
    <w:rsid w:val="007D67DC"/>
    <w:rsid w:val="007D6CC0"/>
    <w:rsid w:val="007D7619"/>
    <w:rsid w:val="007D7D63"/>
    <w:rsid w:val="007E6BB3"/>
    <w:rsid w:val="007E7ACD"/>
    <w:rsid w:val="007F1970"/>
    <w:rsid w:val="007F312E"/>
    <w:rsid w:val="007F34D8"/>
    <w:rsid w:val="007F5DCC"/>
    <w:rsid w:val="00800EC1"/>
    <w:rsid w:val="00802DDF"/>
    <w:rsid w:val="00804FD8"/>
    <w:rsid w:val="00805F19"/>
    <w:rsid w:val="00806DEC"/>
    <w:rsid w:val="00814922"/>
    <w:rsid w:val="00817221"/>
    <w:rsid w:val="00820EB3"/>
    <w:rsid w:val="00821B3B"/>
    <w:rsid w:val="008233A2"/>
    <w:rsid w:val="008301A9"/>
    <w:rsid w:val="0083298A"/>
    <w:rsid w:val="00843983"/>
    <w:rsid w:val="008508D6"/>
    <w:rsid w:val="00850AFC"/>
    <w:rsid w:val="00852A51"/>
    <w:rsid w:val="00857A8B"/>
    <w:rsid w:val="0086002C"/>
    <w:rsid w:val="00862FB6"/>
    <w:rsid w:val="00863261"/>
    <w:rsid w:val="00864E8F"/>
    <w:rsid w:val="0086611E"/>
    <w:rsid w:val="00867981"/>
    <w:rsid w:val="008721E1"/>
    <w:rsid w:val="00873AF3"/>
    <w:rsid w:val="00876E69"/>
    <w:rsid w:val="00885281"/>
    <w:rsid w:val="008853D5"/>
    <w:rsid w:val="008868AC"/>
    <w:rsid w:val="00886C11"/>
    <w:rsid w:val="008909FB"/>
    <w:rsid w:val="00891E37"/>
    <w:rsid w:val="008931A8"/>
    <w:rsid w:val="00894590"/>
    <w:rsid w:val="008A025D"/>
    <w:rsid w:val="008A0326"/>
    <w:rsid w:val="008A1473"/>
    <w:rsid w:val="008A1CD5"/>
    <w:rsid w:val="008A2377"/>
    <w:rsid w:val="008A3BC1"/>
    <w:rsid w:val="008A476B"/>
    <w:rsid w:val="008A48B0"/>
    <w:rsid w:val="008A5159"/>
    <w:rsid w:val="008A7708"/>
    <w:rsid w:val="008C210B"/>
    <w:rsid w:val="008C3040"/>
    <w:rsid w:val="008C3FC6"/>
    <w:rsid w:val="008C7C72"/>
    <w:rsid w:val="008D264B"/>
    <w:rsid w:val="008D349A"/>
    <w:rsid w:val="008D41F4"/>
    <w:rsid w:val="008D7EC3"/>
    <w:rsid w:val="008E09B5"/>
    <w:rsid w:val="008E0CD9"/>
    <w:rsid w:val="008E1FE9"/>
    <w:rsid w:val="008E216C"/>
    <w:rsid w:val="008E25F6"/>
    <w:rsid w:val="008E2C93"/>
    <w:rsid w:val="008E3CBE"/>
    <w:rsid w:val="008E51D1"/>
    <w:rsid w:val="008E5D01"/>
    <w:rsid w:val="008F02BE"/>
    <w:rsid w:val="008F1A16"/>
    <w:rsid w:val="008F26DE"/>
    <w:rsid w:val="008F296E"/>
    <w:rsid w:val="008F2DA3"/>
    <w:rsid w:val="008F54E2"/>
    <w:rsid w:val="00901CAA"/>
    <w:rsid w:val="00905503"/>
    <w:rsid w:val="00907E78"/>
    <w:rsid w:val="0091559E"/>
    <w:rsid w:val="009161DE"/>
    <w:rsid w:val="0092087E"/>
    <w:rsid w:val="0092333C"/>
    <w:rsid w:val="009274F6"/>
    <w:rsid w:val="00936067"/>
    <w:rsid w:val="00944A04"/>
    <w:rsid w:val="009471A4"/>
    <w:rsid w:val="00950220"/>
    <w:rsid w:val="00951B5C"/>
    <w:rsid w:val="009544E8"/>
    <w:rsid w:val="00954BC4"/>
    <w:rsid w:val="009603B3"/>
    <w:rsid w:val="00965085"/>
    <w:rsid w:val="00965415"/>
    <w:rsid w:val="009655E9"/>
    <w:rsid w:val="00974DD4"/>
    <w:rsid w:val="009755B8"/>
    <w:rsid w:val="0097590C"/>
    <w:rsid w:val="0097691D"/>
    <w:rsid w:val="009801D4"/>
    <w:rsid w:val="00980427"/>
    <w:rsid w:val="009812F5"/>
    <w:rsid w:val="00984502"/>
    <w:rsid w:val="0098498E"/>
    <w:rsid w:val="0098574E"/>
    <w:rsid w:val="009857A5"/>
    <w:rsid w:val="0098617A"/>
    <w:rsid w:val="009870A9"/>
    <w:rsid w:val="00990D1A"/>
    <w:rsid w:val="00991BBC"/>
    <w:rsid w:val="009928BB"/>
    <w:rsid w:val="00992CEA"/>
    <w:rsid w:val="00995250"/>
    <w:rsid w:val="009A16BA"/>
    <w:rsid w:val="009A5613"/>
    <w:rsid w:val="009B13C7"/>
    <w:rsid w:val="009B1F00"/>
    <w:rsid w:val="009B33E3"/>
    <w:rsid w:val="009B3A2D"/>
    <w:rsid w:val="009C01CD"/>
    <w:rsid w:val="009C1C20"/>
    <w:rsid w:val="009C592A"/>
    <w:rsid w:val="009C5ADF"/>
    <w:rsid w:val="009C6C03"/>
    <w:rsid w:val="009D3444"/>
    <w:rsid w:val="009D6BD3"/>
    <w:rsid w:val="009E1D1A"/>
    <w:rsid w:val="009E3E87"/>
    <w:rsid w:val="009E7E74"/>
    <w:rsid w:val="009E7FA3"/>
    <w:rsid w:val="009F0679"/>
    <w:rsid w:val="00A00440"/>
    <w:rsid w:val="00A02F42"/>
    <w:rsid w:val="00A032C7"/>
    <w:rsid w:val="00A04DB8"/>
    <w:rsid w:val="00A06DF2"/>
    <w:rsid w:val="00A10DCA"/>
    <w:rsid w:val="00A11FDC"/>
    <w:rsid w:val="00A13010"/>
    <w:rsid w:val="00A161CC"/>
    <w:rsid w:val="00A16954"/>
    <w:rsid w:val="00A17944"/>
    <w:rsid w:val="00A20484"/>
    <w:rsid w:val="00A25142"/>
    <w:rsid w:val="00A251C6"/>
    <w:rsid w:val="00A30B72"/>
    <w:rsid w:val="00A327E8"/>
    <w:rsid w:val="00A32994"/>
    <w:rsid w:val="00A33CD1"/>
    <w:rsid w:val="00A46400"/>
    <w:rsid w:val="00A478AB"/>
    <w:rsid w:val="00A47AC8"/>
    <w:rsid w:val="00A47C1D"/>
    <w:rsid w:val="00A47E3C"/>
    <w:rsid w:val="00A500B2"/>
    <w:rsid w:val="00A51197"/>
    <w:rsid w:val="00A54B6A"/>
    <w:rsid w:val="00A55743"/>
    <w:rsid w:val="00A55944"/>
    <w:rsid w:val="00A56BE2"/>
    <w:rsid w:val="00A60CD8"/>
    <w:rsid w:val="00A61F18"/>
    <w:rsid w:val="00A62E26"/>
    <w:rsid w:val="00A65450"/>
    <w:rsid w:val="00A72072"/>
    <w:rsid w:val="00A72421"/>
    <w:rsid w:val="00A724C7"/>
    <w:rsid w:val="00A919CB"/>
    <w:rsid w:val="00A92216"/>
    <w:rsid w:val="00A9269F"/>
    <w:rsid w:val="00A9598B"/>
    <w:rsid w:val="00A95A5A"/>
    <w:rsid w:val="00A9618E"/>
    <w:rsid w:val="00AA0028"/>
    <w:rsid w:val="00AA655D"/>
    <w:rsid w:val="00AB5FBD"/>
    <w:rsid w:val="00AC0AA8"/>
    <w:rsid w:val="00AD220E"/>
    <w:rsid w:val="00AD4A95"/>
    <w:rsid w:val="00AD624E"/>
    <w:rsid w:val="00AD7137"/>
    <w:rsid w:val="00AE6497"/>
    <w:rsid w:val="00AE6D3A"/>
    <w:rsid w:val="00AE731E"/>
    <w:rsid w:val="00AF0046"/>
    <w:rsid w:val="00AF0505"/>
    <w:rsid w:val="00AF1AE3"/>
    <w:rsid w:val="00AF66B6"/>
    <w:rsid w:val="00AF7D8F"/>
    <w:rsid w:val="00B00C2B"/>
    <w:rsid w:val="00B020F1"/>
    <w:rsid w:val="00B02394"/>
    <w:rsid w:val="00B04272"/>
    <w:rsid w:val="00B046A0"/>
    <w:rsid w:val="00B12066"/>
    <w:rsid w:val="00B14211"/>
    <w:rsid w:val="00B1522B"/>
    <w:rsid w:val="00B24E82"/>
    <w:rsid w:val="00B25286"/>
    <w:rsid w:val="00B25837"/>
    <w:rsid w:val="00B25881"/>
    <w:rsid w:val="00B26859"/>
    <w:rsid w:val="00B278B0"/>
    <w:rsid w:val="00B336CB"/>
    <w:rsid w:val="00B37263"/>
    <w:rsid w:val="00B40006"/>
    <w:rsid w:val="00B43816"/>
    <w:rsid w:val="00B46F79"/>
    <w:rsid w:val="00B50D30"/>
    <w:rsid w:val="00B528C5"/>
    <w:rsid w:val="00B53466"/>
    <w:rsid w:val="00B65546"/>
    <w:rsid w:val="00B678F0"/>
    <w:rsid w:val="00B7688B"/>
    <w:rsid w:val="00B838C3"/>
    <w:rsid w:val="00B84095"/>
    <w:rsid w:val="00B87678"/>
    <w:rsid w:val="00B9090D"/>
    <w:rsid w:val="00B93309"/>
    <w:rsid w:val="00B94AD6"/>
    <w:rsid w:val="00B959F4"/>
    <w:rsid w:val="00BA0877"/>
    <w:rsid w:val="00BA1C74"/>
    <w:rsid w:val="00BA2E75"/>
    <w:rsid w:val="00BA345F"/>
    <w:rsid w:val="00BA43DE"/>
    <w:rsid w:val="00BA596A"/>
    <w:rsid w:val="00BA7E61"/>
    <w:rsid w:val="00BB0E52"/>
    <w:rsid w:val="00BB1373"/>
    <w:rsid w:val="00BB31C8"/>
    <w:rsid w:val="00BB5564"/>
    <w:rsid w:val="00BB5C9B"/>
    <w:rsid w:val="00BB616D"/>
    <w:rsid w:val="00BC3F28"/>
    <w:rsid w:val="00BC5F68"/>
    <w:rsid w:val="00BC64AD"/>
    <w:rsid w:val="00BD3FCA"/>
    <w:rsid w:val="00BD4F63"/>
    <w:rsid w:val="00BE05C9"/>
    <w:rsid w:val="00BE10AF"/>
    <w:rsid w:val="00BE1E60"/>
    <w:rsid w:val="00BE4008"/>
    <w:rsid w:val="00BF314D"/>
    <w:rsid w:val="00BF42BE"/>
    <w:rsid w:val="00BF7299"/>
    <w:rsid w:val="00C014D1"/>
    <w:rsid w:val="00C02D61"/>
    <w:rsid w:val="00C10005"/>
    <w:rsid w:val="00C111CF"/>
    <w:rsid w:val="00C16227"/>
    <w:rsid w:val="00C214FC"/>
    <w:rsid w:val="00C225A9"/>
    <w:rsid w:val="00C23DD2"/>
    <w:rsid w:val="00C24AE7"/>
    <w:rsid w:val="00C32AA9"/>
    <w:rsid w:val="00C33928"/>
    <w:rsid w:val="00C34523"/>
    <w:rsid w:val="00C37CA5"/>
    <w:rsid w:val="00C40C2C"/>
    <w:rsid w:val="00C413AE"/>
    <w:rsid w:val="00C45B91"/>
    <w:rsid w:val="00C51921"/>
    <w:rsid w:val="00C559BC"/>
    <w:rsid w:val="00C55E51"/>
    <w:rsid w:val="00C56BEA"/>
    <w:rsid w:val="00C64E2D"/>
    <w:rsid w:val="00C730AD"/>
    <w:rsid w:val="00C75782"/>
    <w:rsid w:val="00C75A2A"/>
    <w:rsid w:val="00C7751A"/>
    <w:rsid w:val="00C806FF"/>
    <w:rsid w:val="00C80BE6"/>
    <w:rsid w:val="00C8146E"/>
    <w:rsid w:val="00C814EE"/>
    <w:rsid w:val="00C8602A"/>
    <w:rsid w:val="00C95057"/>
    <w:rsid w:val="00CA1048"/>
    <w:rsid w:val="00CA3BF7"/>
    <w:rsid w:val="00CB1A4A"/>
    <w:rsid w:val="00CB4387"/>
    <w:rsid w:val="00CB57FE"/>
    <w:rsid w:val="00CB6B16"/>
    <w:rsid w:val="00CC02F7"/>
    <w:rsid w:val="00CC1F08"/>
    <w:rsid w:val="00CC31F4"/>
    <w:rsid w:val="00CC389D"/>
    <w:rsid w:val="00CD060D"/>
    <w:rsid w:val="00CE05F9"/>
    <w:rsid w:val="00CF0B11"/>
    <w:rsid w:val="00CF1E98"/>
    <w:rsid w:val="00CF62CA"/>
    <w:rsid w:val="00CF7BE0"/>
    <w:rsid w:val="00D07D43"/>
    <w:rsid w:val="00D11344"/>
    <w:rsid w:val="00D12BD3"/>
    <w:rsid w:val="00D14E87"/>
    <w:rsid w:val="00D1666D"/>
    <w:rsid w:val="00D168CB"/>
    <w:rsid w:val="00D20ACC"/>
    <w:rsid w:val="00D22E70"/>
    <w:rsid w:val="00D26FA8"/>
    <w:rsid w:val="00D353A7"/>
    <w:rsid w:val="00D40E61"/>
    <w:rsid w:val="00D42D11"/>
    <w:rsid w:val="00D452B4"/>
    <w:rsid w:val="00D463D9"/>
    <w:rsid w:val="00D50A24"/>
    <w:rsid w:val="00D51ED9"/>
    <w:rsid w:val="00D52331"/>
    <w:rsid w:val="00D56A04"/>
    <w:rsid w:val="00D625F2"/>
    <w:rsid w:val="00D6668E"/>
    <w:rsid w:val="00D70963"/>
    <w:rsid w:val="00D71F77"/>
    <w:rsid w:val="00D72771"/>
    <w:rsid w:val="00D74BFD"/>
    <w:rsid w:val="00D74C07"/>
    <w:rsid w:val="00D753DB"/>
    <w:rsid w:val="00D7612D"/>
    <w:rsid w:val="00D81A68"/>
    <w:rsid w:val="00D81D03"/>
    <w:rsid w:val="00D8374B"/>
    <w:rsid w:val="00D83ECE"/>
    <w:rsid w:val="00D84B69"/>
    <w:rsid w:val="00D874FE"/>
    <w:rsid w:val="00D90259"/>
    <w:rsid w:val="00D95DED"/>
    <w:rsid w:val="00DA2D9C"/>
    <w:rsid w:val="00DA515A"/>
    <w:rsid w:val="00DA5AE1"/>
    <w:rsid w:val="00DA78F7"/>
    <w:rsid w:val="00DA79E3"/>
    <w:rsid w:val="00DB1C87"/>
    <w:rsid w:val="00DB3A08"/>
    <w:rsid w:val="00DB3CEC"/>
    <w:rsid w:val="00DB4C03"/>
    <w:rsid w:val="00DB7206"/>
    <w:rsid w:val="00DC0530"/>
    <w:rsid w:val="00DC2B89"/>
    <w:rsid w:val="00DC4321"/>
    <w:rsid w:val="00DC4A68"/>
    <w:rsid w:val="00DC5D1B"/>
    <w:rsid w:val="00DC792B"/>
    <w:rsid w:val="00DD3CAC"/>
    <w:rsid w:val="00DD4CB1"/>
    <w:rsid w:val="00DD597F"/>
    <w:rsid w:val="00DD5AB0"/>
    <w:rsid w:val="00DE0225"/>
    <w:rsid w:val="00DE1169"/>
    <w:rsid w:val="00DE34BD"/>
    <w:rsid w:val="00DF7F5D"/>
    <w:rsid w:val="00E002BE"/>
    <w:rsid w:val="00E02145"/>
    <w:rsid w:val="00E039D5"/>
    <w:rsid w:val="00E100B1"/>
    <w:rsid w:val="00E15686"/>
    <w:rsid w:val="00E16223"/>
    <w:rsid w:val="00E17646"/>
    <w:rsid w:val="00E203A3"/>
    <w:rsid w:val="00E2675B"/>
    <w:rsid w:val="00E2738E"/>
    <w:rsid w:val="00E32E4E"/>
    <w:rsid w:val="00E35090"/>
    <w:rsid w:val="00E47ACE"/>
    <w:rsid w:val="00E50AE8"/>
    <w:rsid w:val="00E51038"/>
    <w:rsid w:val="00E5103B"/>
    <w:rsid w:val="00E5548B"/>
    <w:rsid w:val="00E6007C"/>
    <w:rsid w:val="00E60B9A"/>
    <w:rsid w:val="00E62624"/>
    <w:rsid w:val="00E6450B"/>
    <w:rsid w:val="00E708D2"/>
    <w:rsid w:val="00E70A5F"/>
    <w:rsid w:val="00E735C3"/>
    <w:rsid w:val="00E74E9D"/>
    <w:rsid w:val="00E759BC"/>
    <w:rsid w:val="00E766B5"/>
    <w:rsid w:val="00E76B3B"/>
    <w:rsid w:val="00E81965"/>
    <w:rsid w:val="00E82A2C"/>
    <w:rsid w:val="00E83B83"/>
    <w:rsid w:val="00E85FA2"/>
    <w:rsid w:val="00E86460"/>
    <w:rsid w:val="00E872F4"/>
    <w:rsid w:val="00E90BA2"/>
    <w:rsid w:val="00E94ABB"/>
    <w:rsid w:val="00EA0A6B"/>
    <w:rsid w:val="00EA6B2C"/>
    <w:rsid w:val="00EA701B"/>
    <w:rsid w:val="00EA717C"/>
    <w:rsid w:val="00EB064A"/>
    <w:rsid w:val="00EB0840"/>
    <w:rsid w:val="00EB46A6"/>
    <w:rsid w:val="00EB5649"/>
    <w:rsid w:val="00EB58B9"/>
    <w:rsid w:val="00EB5D76"/>
    <w:rsid w:val="00EC06BD"/>
    <w:rsid w:val="00EC739C"/>
    <w:rsid w:val="00ED0A6C"/>
    <w:rsid w:val="00ED19C5"/>
    <w:rsid w:val="00ED24F0"/>
    <w:rsid w:val="00ED3BD4"/>
    <w:rsid w:val="00ED7E43"/>
    <w:rsid w:val="00EE0D12"/>
    <w:rsid w:val="00EE17F6"/>
    <w:rsid w:val="00EE2474"/>
    <w:rsid w:val="00EE4F0A"/>
    <w:rsid w:val="00EE6278"/>
    <w:rsid w:val="00EE6763"/>
    <w:rsid w:val="00EE756A"/>
    <w:rsid w:val="00EF10EC"/>
    <w:rsid w:val="00EF16F8"/>
    <w:rsid w:val="00EF214C"/>
    <w:rsid w:val="00EF4819"/>
    <w:rsid w:val="00F0722D"/>
    <w:rsid w:val="00F07CDF"/>
    <w:rsid w:val="00F1299D"/>
    <w:rsid w:val="00F1627C"/>
    <w:rsid w:val="00F21131"/>
    <w:rsid w:val="00F229FD"/>
    <w:rsid w:val="00F2362F"/>
    <w:rsid w:val="00F278A4"/>
    <w:rsid w:val="00F30602"/>
    <w:rsid w:val="00F30A54"/>
    <w:rsid w:val="00F32367"/>
    <w:rsid w:val="00F32C9A"/>
    <w:rsid w:val="00F33B64"/>
    <w:rsid w:val="00F40CD1"/>
    <w:rsid w:val="00F4141B"/>
    <w:rsid w:val="00F41F0C"/>
    <w:rsid w:val="00F43253"/>
    <w:rsid w:val="00F4524E"/>
    <w:rsid w:val="00F46B51"/>
    <w:rsid w:val="00F51B8A"/>
    <w:rsid w:val="00F6085A"/>
    <w:rsid w:val="00F6132B"/>
    <w:rsid w:val="00F63081"/>
    <w:rsid w:val="00F70918"/>
    <w:rsid w:val="00F719C3"/>
    <w:rsid w:val="00F72430"/>
    <w:rsid w:val="00F74391"/>
    <w:rsid w:val="00F7519C"/>
    <w:rsid w:val="00F84070"/>
    <w:rsid w:val="00F85529"/>
    <w:rsid w:val="00F85FAF"/>
    <w:rsid w:val="00F912EF"/>
    <w:rsid w:val="00F91600"/>
    <w:rsid w:val="00F9166E"/>
    <w:rsid w:val="00FA518D"/>
    <w:rsid w:val="00FA568A"/>
    <w:rsid w:val="00FB336D"/>
    <w:rsid w:val="00FC28CA"/>
    <w:rsid w:val="00FC2BDF"/>
    <w:rsid w:val="00FC5F21"/>
    <w:rsid w:val="00FC70DC"/>
    <w:rsid w:val="00FD3621"/>
    <w:rsid w:val="00FD766B"/>
    <w:rsid w:val="00FE4D85"/>
    <w:rsid w:val="00FF0D7D"/>
    <w:rsid w:val="00FF1F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59BC"/>
    <w:pPr>
      <w:spacing w:after="200" w:line="276" w:lineRule="auto"/>
    </w:pPr>
    <w:rPr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9720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C7C72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97202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8C7C72"/>
    <w:rPr>
      <w:rFonts w:ascii="Cambria" w:hAnsi="Cambria" w:cs="Times New Roman"/>
      <w:b/>
      <w:bCs/>
      <w:color w:val="4F81BD"/>
      <w:sz w:val="26"/>
      <w:szCs w:val="26"/>
    </w:rPr>
  </w:style>
  <w:style w:type="table" w:styleId="TableGrid">
    <w:name w:val="Table Grid"/>
    <w:basedOn w:val="TableNormal"/>
    <w:uiPriority w:val="99"/>
    <w:rsid w:val="007842A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7842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7842A4"/>
    <w:rPr>
      <w:rFonts w:cs="Times New Roman"/>
      <w:b/>
      <w:bCs/>
    </w:rPr>
  </w:style>
  <w:style w:type="paragraph" w:styleId="ListParagraph">
    <w:name w:val="List Paragraph"/>
    <w:basedOn w:val="Normal"/>
    <w:uiPriority w:val="99"/>
    <w:qFormat/>
    <w:rsid w:val="000E63A7"/>
    <w:pPr>
      <w:ind w:left="720"/>
      <w:contextualSpacing/>
    </w:pPr>
  </w:style>
  <w:style w:type="character" w:styleId="Emphasis">
    <w:name w:val="Emphasis"/>
    <w:basedOn w:val="DefaultParagraphFont"/>
    <w:uiPriority w:val="99"/>
    <w:qFormat/>
    <w:rsid w:val="00EB0840"/>
    <w:rPr>
      <w:rFonts w:cs="Times New Roman"/>
      <w:i/>
      <w:iCs/>
    </w:rPr>
  </w:style>
  <w:style w:type="paragraph" w:styleId="BalloonText">
    <w:name w:val="Balloon Text"/>
    <w:basedOn w:val="Normal"/>
    <w:link w:val="BalloonTextChar"/>
    <w:uiPriority w:val="99"/>
    <w:semiHidden/>
    <w:rsid w:val="00EB46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B46A6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B65546"/>
    <w:rPr>
      <w:lang w:val="ru-RU"/>
    </w:rPr>
  </w:style>
  <w:style w:type="paragraph" w:customStyle="1" w:styleId="2">
    <w:name w:val="Знак Знак2 Знак Знак"/>
    <w:basedOn w:val="Normal"/>
    <w:uiPriority w:val="99"/>
    <w:rsid w:val="008A5159"/>
    <w:pPr>
      <w:spacing w:after="0" w:line="240" w:lineRule="auto"/>
    </w:pPr>
    <w:rPr>
      <w:rFonts w:ascii="Verdana" w:eastAsia="Times New Roman" w:hAnsi="Verdana"/>
      <w:sz w:val="20"/>
      <w:szCs w:val="20"/>
      <w:lang w:val="en-US"/>
    </w:rPr>
  </w:style>
  <w:style w:type="paragraph" w:customStyle="1" w:styleId="21">
    <w:name w:val="Знак Знак2 Знак Знак1"/>
    <w:basedOn w:val="Normal"/>
    <w:uiPriority w:val="99"/>
    <w:rsid w:val="00A9269F"/>
    <w:pPr>
      <w:spacing w:after="0" w:line="240" w:lineRule="auto"/>
    </w:pPr>
    <w:rPr>
      <w:rFonts w:ascii="Verdana" w:eastAsia="Times New Roman" w:hAnsi="Verdana"/>
      <w:sz w:val="20"/>
      <w:szCs w:val="20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rsid w:val="00E100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E100B1"/>
    <w:rPr>
      <w:rFonts w:ascii="Courier New" w:hAnsi="Courier New" w:cs="Courier New"/>
      <w:sz w:val="20"/>
      <w:szCs w:val="20"/>
      <w:lang w:eastAsia="ru-RU"/>
    </w:rPr>
  </w:style>
  <w:style w:type="paragraph" w:styleId="BodyText">
    <w:name w:val="Body Text"/>
    <w:basedOn w:val="Normal"/>
    <w:link w:val="BodyTextChar"/>
    <w:uiPriority w:val="99"/>
    <w:semiHidden/>
    <w:rsid w:val="007C0A00"/>
    <w:pPr>
      <w:widowControl w:val="0"/>
      <w:shd w:val="clear" w:color="auto" w:fill="FFFFFF"/>
      <w:spacing w:after="960" w:line="274" w:lineRule="exact"/>
    </w:pPr>
    <w:rPr>
      <w:spacing w:val="5"/>
      <w:sz w:val="21"/>
      <w:szCs w:val="21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C0A00"/>
    <w:rPr>
      <w:rFonts w:cs="Times New Roman"/>
      <w:spacing w:val="5"/>
      <w:sz w:val="21"/>
      <w:szCs w:val="21"/>
      <w:shd w:val="clear" w:color="auto" w:fill="FFFFFF"/>
      <w:lang w:val="uk-UA"/>
    </w:rPr>
  </w:style>
  <w:style w:type="character" w:styleId="Hyperlink">
    <w:name w:val="Hyperlink"/>
    <w:basedOn w:val="DefaultParagraphFont"/>
    <w:uiPriority w:val="99"/>
    <w:semiHidden/>
    <w:rsid w:val="00A06DF2"/>
    <w:rPr>
      <w:rFonts w:cs="Times New Roman"/>
      <w:color w:val="0000FF"/>
      <w:u w:val="single"/>
    </w:rPr>
  </w:style>
  <w:style w:type="character" w:customStyle="1" w:styleId="20">
    <w:name w:val="Основной текст (2) + Полужирный"/>
    <w:uiPriority w:val="99"/>
    <w:rsid w:val="00F84070"/>
    <w:rPr>
      <w:rFonts w:ascii="Times New Roman" w:hAnsi="Times New Roman"/>
      <w:b/>
      <w:color w:val="000000"/>
      <w:spacing w:val="0"/>
      <w:w w:val="100"/>
      <w:position w:val="0"/>
      <w:sz w:val="48"/>
      <w:u w:val="none"/>
      <w:shd w:val="clear" w:color="auto" w:fill="FFFFFF"/>
      <w:lang w:val="uk-UA" w:eastAsia="uk-UA"/>
    </w:rPr>
  </w:style>
  <w:style w:type="paragraph" w:styleId="Header">
    <w:name w:val="header"/>
    <w:basedOn w:val="Normal"/>
    <w:link w:val="HeaderChar"/>
    <w:uiPriority w:val="99"/>
    <w:rsid w:val="0003751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03751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03751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037517"/>
    <w:rPr>
      <w:rFonts w:cs="Times New Roman"/>
    </w:rPr>
  </w:style>
  <w:style w:type="paragraph" w:customStyle="1" w:styleId="a">
    <w:name w:val="Знак Знак Знак Знак"/>
    <w:basedOn w:val="Normal"/>
    <w:uiPriority w:val="99"/>
    <w:rsid w:val="00333EE8"/>
    <w:pPr>
      <w:spacing w:after="0" w:line="240" w:lineRule="auto"/>
    </w:pPr>
    <w:rPr>
      <w:rFonts w:ascii="Verdana" w:eastAsia="Times New Roman" w:hAnsi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543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odesa.consumer.gov.ua/derzsannaglyad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66</TotalTime>
  <Pages>25</Pages>
  <Words>25173</Words>
  <Characters>14350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ods</dc:creator>
  <cp:keywords/>
  <dc:description/>
  <cp:lastModifiedBy>vlarionov</cp:lastModifiedBy>
  <cp:revision>22</cp:revision>
  <cp:lastPrinted>2018-07-02T06:03:00Z</cp:lastPrinted>
  <dcterms:created xsi:type="dcterms:W3CDTF">2018-06-27T14:06:00Z</dcterms:created>
  <dcterms:modified xsi:type="dcterms:W3CDTF">2018-07-02T06:25:00Z</dcterms:modified>
</cp:coreProperties>
</file>